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67" w:rsidRPr="00E25C0E" w:rsidRDefault="009B3867" w:rsidP="00D75626">
      <w:pPr>
        <w:spacing w:after="0" w:line="14" w:lineRule="exact"/>
        <w:rPr>
          <w:rFonts w:ascii="Times New Roman" w:hAnsi="Times New Roman"/>
          <w:sz w:val="2"/>
          <w:szCs w:val="2"/>
        </w:rPr>
        <w:sectPr w:rsidR="009B3867" w:rsidRPr="00E25C0E" w:rsidSect="00AE2EA6">
          <w:headerReference w:type="default" r:id="rId8"/>
          <w:footerReference w:type="default" r:id="rId9"/>
          <w:pgSz w:w="11906" w:h="16838"/>
          <w:pgMar w:top="84" w:right="454" w:bottom="1304" w:left="1304" w:header="227" w:footer="227" w:gutter="0"/>
          <w:cols w:space="708"/>
          <w:docGrid w:linePitch="360"/>
        </w:sectPr>
      </w:pPr>
    </w:p>
    <w:tbl>
      <w:tblPr>
        <w:tblW w:w="10473" w:type="dxa"/>
        <w:tblInd w:w="-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749"/>
        <w:gridCol w:w="4536"/>
        <w:gridCol w:w="993"/>
        <w:gridCol w:w="4195"/>
      </w:tblGrid>
      <w:tr w:rsidR="00AA7EAB" w:rsidRPr="00E25C0E" w:rsidTr="00AA7EAB">
        <w:trPr>
          <w:trHeight w:val="828"/>
          <w:tblHeader/>
        </w:trPr>
        <w:tc>
          <w:tcPr>
            <w:tcW w:w="74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EAB" w:rsidRPr="00E25C0E" w:rsidRDefault="00AA7EAB" w:rsidP="005A0A80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A7EAB" w:rsidRPr="00E25C0E" w:rsidRDefault="00AA7EAB" w:rsidP="005A0A80">
            <w:pPr>
              <w:pStyle w:val="af0"/>
              <w:ind w:left="405" w:hanging="405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t>Запрашиваемые данные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EAB" w:rsidRPr="00E25C0E" w:rsidRDefault="00AA7EAB" w:rsidP="005A0A80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t>Ед. изм.</w:t>
            </w:r>
          </w:p>
        </w:tc>
        <w:tc>
          <w:tcPr>
            <w:tcW w:w="41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7EAB" w:rsidRPr="00E25C0E" w:rsidRDefault="00AA7EAB" w:rsidP="007320F4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t>Технические характеристики, данные</w:t>
            </w:r>
          </w:p>
        </w:tc>
      </w:tr>
      <w:tr w:rsidR="005D19BD" w:rsidRPr="00E25C0E" w:rsidTr="00356D80">
        <w:trPr>
          <w:trHeight w:val="454"/>
        </w:trPr>
        <w:tc>
          <w:tcPr>
            <w:tcW w:w="74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Наименование и адрес проектирующей организации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vAlign w:val="center"/>
          </w:tcPr>
          <w:p w:rsidR="005D19BD" w:rsidRPr="00FB065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bCs/>
                <w:sz w:val="20"/>
                <w:szCs w:val="22"/>
              </w:rPr>
              <w:t>ООО "ПриволжскНИПИнефть"</w:t>
            </w:r>
          </w:p>
        </w:tc>
      </w:tr>
      <w:tr w:rsidR="005D19BD" w:rsidRPr="00E25C0E" w:rsidTr="00356D80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Наименование и адрес предприятия-заказчика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vAlign w:val="center"/>
          </w:tcPr>
          <w:p w:rsidR="005D19BD" w:rsidRPr="00FB0651" w:rsidRDefault="008D24AC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  <w:lang w:eastAsia="ar-SA"/>
              </w:rPr>
              <w:t>ООО "Блэк-Стрим"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Назначение прибора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 xml:space="preserve">Измерение уровня 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Идентификатор прибора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E2471C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color w:val="000000"/>
                <w:sz w:val="20"/>
              </w:rPr>
              <w:t>см. таблицу применимости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Место установки прибора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E2471C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color w:val="000000"/>
                <w:sz w:val="20"/>
              </w:rPr>
              <w:t>см. таблицу применимости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Класс зоны по взрыво- и пожароопасности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П-</w:t>
            </w:r>
            <w:r w:rsidRPr="00FB0651">
              <w:rPr>
                <w:rFonts w:ascii="Times New Roman" w:hAnsi="Times New Roman"/>
                <w:b/>
                <w:sz w:val="20"/>
                <w:lang w:val="en-US"/>
              </w:rPr>
              <w:t>III</w:t>
            </w:r>
            <w:r w:rsidRPr="00FB0651">
              <w:rPr>
                <w:rFonts w:ascii="Times New Roman" w:hAnsi="Times New Roman"/>
                <w:b/>
                <w:sz w:val="20"/>
              </w:rPr>
              <w:t xml:space="preserve"> по ПУЭ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Категория и группа взрывоопасной смеси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BC6831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Сохранение работоспособности во время и после землетрясения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Баллы по MSK-64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6374DD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6374DD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6374DD">
              <w:rPr>
                <w:rFonts w:ascii="Times New Roman" w:hAnsi="Times New Roman"/>
                <w:sz w:val="20"/>
              </w:rPr>
              <w:t>Измеряемая среда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6374DD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74DD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374DD" w:rsidRDefault="00DA7CC7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374DD">
              <w:rPr>
                <w:rFonts w:ascii="Times New Roman" w:hAnsi="Times New Roman"/>
                <w:b/>
                <w:bCs/>
                <w:sz w:val="20"/>
                <w:lang w:val="en-US"/>
              </w:rPr>
              <w:t>см. таблицу применимости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6374DD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6374DD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6374DD">
              <w:rPr>
                <w:rFonts w:ascii="Times New Roman" w:hAnsi="Times New Roman"/>
                <w:sz w:val="20"/>
              </w:rPr>
              <w:t>Максимальное избыточное давление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6374DD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374DD">
              <w:rPr>
                <w:rFonts w:ascii="Times New Roman" w:hAnsi="Times New Roman"/>
                <w:sz w:val="20"/>
                <w:szCs w:val="20"/>
                <w:lang w:eastAsia="ru-RU"/>
              </w:rPr>
              <w:t>кПа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374DD" w:rsidRDefault="008D24AC" w:rsidP="005D19BD">
            <w:pPr>
              <w:pStyle w:val="OaaeeoaIoiaaoey"/>
              <w:spacing w:before="0"/>
              <w:rPr>
                <w:rFonts w:ascii="Times New Roman" w:hAnsi="Times New Roman"/>
                <w:b/>
                <w:bCs/>
                <w:sz w:val="20"/>
              </w:rPr>
            </w:pPr>
            <w:r w:rsidRPr="006374DD">
              <w:rPr>
                <w:rFonts w:ascii="Times New Roman" w:hAnsi="Times New Roman"/>
                <w:b/>
                <w:bCs/>
                <w:sz w:val="20"/>
                <w:lang w:val="en-US"/>
              </w:rPr>
              <w:t>см. таблицу применимости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6374DD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6374DD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6374DD">
              <w:rPr>
                <w:rFonts w:ascii="Times New Roman" w:hAnsi="Times New Roman"/>
                <w:sz w:val="20"/>
              </w:rPr>
              <w:t>Минимальная температура измеряемой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6374DD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74DD">
              <w:rPr>
                <w:rFonts w:ascii="Times New Roman" w:hAnsi="Times New Roman"/>
                <w:sz w:val="20"/>
                <w:szCs w:val="20"/>
                <w:lang w:eastAsia="ru-RU"/>
              </w:rPr>
              <w:sym w:font="Symbol" w:char="F0B0"/>
            </w:r>
            <w:r w:rsidRPr="006374DD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374DD" w:rsidRDefault="008D24AC" w:rsidP="005D19BD">
            <w:pPr>
              <w:pStyle w:val="OaaeeoaIoiaaoey"/>
              <w:spacing w:before="0"/>
              <w:rPr>
                <w:rFonts w:ascii="Times New Roman" w:hAnsi="Times New Roman"/>
                <w:b/>
                <w:bCs/>
                <w:sz w:val="20"/>
              </w:rPr>
            </w:pPr>
            <w:r w:rsidRPr="006374DD">
              <w:rPr>
                <w:rFonts w:ascii="Times New Roman" w:hAnsi="Times New Roman"/>
                <w:b/>
                <w:bCs/>
                <w:sz w:val="20"/>
              </w:rPr>
              <w:t>см. таблицу применимости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6374DD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6374DD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6374DD">
              <w:rPr>
                <w:rFonts w:ascii="Times New Roman" w:hAnsi="Times New Roman"/>
                <w:sz w:val="20"/>
              </w:rPr>
              <w:t>Максимальная температура измеряемой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6374DD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74DD">
              <w:rPr>
                <w:rFonts w:ascii="Times New Roman" w:hAnsi="Times New Roman"/>
                <w:sz w:val="20"/>
                <w:szCs w:val="20"/>
                <w:lang w:eastAsia="ru-RU"/>
              </w:rPr>
              <w:sym w:font="Symbol" w:char="F0B0"/>
            </w:r>
            <w:r w:rsidRPr="006374DD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374DD" w:rsidRDefault="008D24AC" w:rsidP="005D19BD">
            <w:pPr>
              <w:pStyle w:val="OaaeeoaIoiaaoey"/>
              <w:spacing w:before="0"/>
              <w:rPr>
                <w:rFonts w:ascii="Times New Roman" w:hAnsi="Times New Roman"/>
                <w:b/>
                <w:bCs/>
                <w:sz w:val="20"/>
              </w:rPr>
            </w:pPr>
            <w:r w:rsidRPr="006374DD">
              <w:rPr>
                <w:rFonts w:ascii="Times New Roman" w:hAnsi="Times New Roman"/>
                <w:b/>
                <w:bCs/>
                <w:sz w:val="20"/>
              </w:rPr>
              <w:t>см. таблицу применимости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5D19BD" w:rsidRPr="006374DD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6374DD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b/>
                <w:sz w:val="20"/>
              </w:rPr>
            </w:pPr>
            <w:r w:rsidRPr="006374DD">
              <w:rPr>
                <w:rFonts w:ascii="Times New Roman" w:hAnsi="Times New Roman"/>
                <w:b/>
                <w:sz w:val="20"/>
              </w:rPr>
              <w:t>Характер измеряемой среды: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6374DD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374DD" w:rsidRDefault="00DA7CC7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374DD">
              <w:rPr>
                <w:rFonts w:ascii="Times New Roman" w:hAnsi="Times New Roman"/>
                <w:b/>
                <w:bCs/>
                <w:sz w:val="20"/>
              </w:rPr>
              <w:t>Термальное масло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vMerge/>
            <w:tcBorders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коррозионная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vMerge/>
            <w:tcBorders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содержание твердых частиц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0,2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vMerge/>
            <w:tcBorders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пожароопасная / взрывоопасная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Да/Нет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С индикацией / без индикации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Без индикации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FC3872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42E62">
              <w:rPr>
                <w:rFonts w:ascii="Times New Roman" w:hAnsi="Times New Roman"/>
                <w:color w:val="000000" w:themeColor="text1"/>
                <w:sz w:val="20"/>
              </w:rPr>
              <w:t>Калибровка шкалы / поверка /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342E62">
              <w:rPr>
                <w:rFonts w:ascii="Times New Roman" w:hAnsi="Times New Roman"/>
                <w:color w:val="000000" w:themeColor="text1"/>
                <w:sz w:val="20"/>
              </w:rPr>
              <w:t>диапазон измерения (</w:t>
            </w:r>
            <w:r w:rsidRPr="00342E62">
              <w:rPr>
                <w:rFonts w:ascii="Times New Roman" w:hAnsi="Times New Roman"/>
                <w:color w:val="000000" w:themeColor="text1"/>
                <w:sz w:val="20"/>
                <w:lang w:val="en-US"/>
              </w:rPr>
              <w:t>c</w:t>
            </w:r>
            <w:r w:rsidRPr="00342E62">
              <w:rPr>
                <w:rFonts w:ascii="Times New Roman" w:hAnsi="Times New Roman"/>
                <w:color w:val="000000" w:themeColor="text1"/>
                <w:sz w:val="20"/>
              </w:rPr>
              <w:t xml:space="preserve">м. примечание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1</w:t>
            </w:r>
            <w:r w:rsidRPr="00342E62">
              <w:rPr>
                <w:rFonts w:ascii="Times New Roman" w:hAnsi="Times New Roman"/>
                <w:color w:val="000000" w:themeColor="text1"/>
                <w:sz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FC3872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42E62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Да / да / </w:t>
            </w:r>
            <w:r w:rsidR="009169B6" w:rsidRPr="00FB0651">
              <w:rPr>
                <w:rFonts w:ascii="Times New Roman" w:hAnsi="Times New Roman"/>
                <w:b/>
                <w:color w:val="000000" w:themeColor="text1"/>
                <w:sz w:val="20"/>
              </w:rPr>
              <w:t>см. таблицу применимости</w:t>
            </w:r>
            <w:r w:rsidRPr="00FB0651"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 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Тип преобразователя уровня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044B5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Волноводный рефлекс-радарный. Стержневой</w:t>
            </w:r>
          </w:p>
        </w:tc>
      </w:tr>
      <w:tr w:rsidR="00411597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1597" w:rsidRPr="00E25C0E" w:rsidRDefault="00411597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411597" w:rsidRDefault="00411597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411597">
              <w:rPr>
                <w:rFonts w:ascii="Times New Roman" w:hAnsi="Times New Roman"/>
                <w:sz w:val="20"/>
              </w:rPr>
              <w:t>Ширина измерительного луча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1597" w:rsidRPr="00AD4C4B" w:rsidRDefault="00411597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град.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1597" w:rsidRPr="00FB0651" w:rsidRDefault="00044B5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8C6A04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C6A04">
              <w:rPr>
                <w:rFonts w:ascii="Times New Roman" w:hAnsi="Times New Roman"/>
                <w:sz w:val="20"/>
              </w:rPr>
              <w:t>Материал деталей, контактирующих с рабочей средой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167C5"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5D19BD" w:rsidRPr="00FB065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bCs/>
                <w:sz w:val="20"/>
              </w:rPr>
            </w:pPr>
            <w:r w:rsidRPr="00FB0651">
              <w:rPr>
                <w:rFonts w:ascii="Times New Roman" w:hAnsi="Times New Roman"/>
                <w:b/>
                <w:bCs/>
                <w:spacing w:val="-4"/>
                <w:sz w:val="20"/>
              </w:rPr>
              <w:t xml:space="preserve">Определяется поставщиком-изготовителем в соответствии с измеряемой средой с учетом применения покрытий исключающих налипания вязких фракций 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Способ монтажа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5D19BD" w:rsidP="00044B5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 xml:space="preserve">На фланце патрубка </w:t>
            </w:r>
            <w:r w:rsidR="00044B5D" w:rsidRPr="00FB0651">
              <w:rPr>
                <w:rFonts w:ascii="Times New Roman" w:hAnsi="Times New Roman"/>
                <w:b/>
                <w:sz w:val="20"/>
              </w:rPr>
              <w:t>Ду 50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Способ установки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Фланцевый (</w:t>
            </w:r>
            <w:r w:rsidRPr="00FB0651">
              <w:rPr>
                <w:rFonts w:ascii="Times New Roman" w:hAnsi="Times New Roman"/>
                <w:b/>
                <w:sz w:val="20"/>
                <w:lang w:val="en-US"/>
              </w:rPr>
              <w:t>c</w:t>
            </w:r>
            <w:r w:rsidRPr="00FB0651">
              <w:rPr>
                <w:rFonts w:ascii="Times New Roman" w:hAnsi="Times New Roman"/>
                <w:b/>
                <w:sz w:val="20"/>
              </w:rPr>
              <w:t>м. примечание 2)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CD7746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 xml:space="preserve">Материал корпуса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5D19BD" w:rsidP="00044B5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 xml:space="preserve">Алюминий или алюминиевый 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Наличие конструкций (труб и т.д.) в емкости прямо под патрубком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42E62">
              <w:rPr>
                <w:rFonts w:ascii="Times New Roman" w:hAnsi="Times New Roman"/>
                <w:color w:val="000000" w:themeColor="text1"/>
                <w:sz w:val="20"/>
              </w:rPr>
              <w:t xml:space="preserve">Климатические факторы внешней среды места эксплуатации </w:t>
            </w:r>
            <w:r w:rsidRPr="008502DA">
              <w:rPr>
                <w:rFonts w:ascii="Times New Roman" w:hAnsi="Times New Roman"/>
                <w:sz w:val="20"/>
              </w:rPr>
              <w:t>по ГОСТ 15150 за исключением</w:t>
            </w:r>
            <w:r w:rsidRPr="00342E62">
              <w:rPr>
                <w:rFonts w:ascii="Times New Roman" w:hAnsi="Times New Roman"/>
                <w:color w:val="000000" w:themeColor="text1"/>
                <w:sz w:val="20"/>
              </w:rPr>
              <w:t xml:space="preserve"> параметра, указанного в следующем пункте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42E62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color w:val="000000" w:themeColor="text1"/>
                <w:sz w:val="20"/>
              </w:rPr>
              <w:t>УХЛ 1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Температура окружающей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sym w:font="Symbol" w:char="F0B0"/>
            </w: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От минус 40 до +40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8C6A04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C6A04">
              <w:rPr>
                <w:rFonts w:ascii="Times New Roman" w:hAnsi="Times New Roman"/>
                <w:sz w:val="20"/>
              </w:rPr>
              <w:t>Размещение электронного блока в обогреваемом шкафу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8C6A04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A04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Температура окружающей среды в обогреваемом шкафу, не ниже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sym w:font="Symbol" w:char="F0B0"/>
            </w: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Основная абсолютная погрешность, не более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± 10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077AD8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Напряжение питания / источник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077AD8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=24 / системное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077AD8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502DA">
              <w:rPr>
                <w:rFonts w:ascii="Times New Roman" w:hAnsi="Times New Roman"/>
                <w:sz w:val="20"/>
              </w:rPr>
              <w:t xml:space="preserve">Допустимое отклонение питающего напряжения в соответствии с ГОСТ Р 52931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077AD8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502DA"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Обеспечение работоспособности при изменении напряжения питания в диапазоне от 18 до 30 В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AE2EA6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E2EA6">
              <w:rPr>
                <w:rFonts w:ascii="Times New Roman" w:hAnsi="Times New Roman"/>
                <w:sz w:val="20"/>
              </w:rPr>
              <w:t>Выходной сигнал / схема электрического подключения</w:t>
            </w:r>
          </w:p>
          <w:p w:rsidR="005D19BD" w:rsidRPr="00AE2EA6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E2EA6">
              <w:rPr>
                <w:rFonts w:ascii="Times New Roman" w:hAnsi="Times New Roman"/>
                <w:sz w:val="20"/>
              </w:rPr>
              <w:t xml:space="preserve">(см. примечание </w:t>
            </w:r>
            <w:r>
              <w:rPr>
                <w:rFonts w:ascii="Times New Roman" w:hAnsi="Times New Roman"/>
                <w:sz w:val="20"/>
              </w:rPr>
              <w:t>5</w:t>
            </w:r>
            <w:r w:rsidRPr="00AE2EA6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2EA6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EA6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4-20 мА / 2-х проводная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Наличие внешней / внутренней клеммы заземления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Да / нет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Исполнение взрывозащищенное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722D05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5B55F9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 взрывозащиты</w:t>
            </w:r>
            <w:r w:rsidRPr="005B55F9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5B55F9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55F9"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411597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5B55F9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5B55F9">
              <w:rPr>
                <w:rFonts w:ascii="Times New Roman" w:hAnsi="Times New Roman"/>
                <w:sz w:val="20"/>
              </w:rPr>
              <w:t>Подключение по искробезопасной электрической цепи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5B55F9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55F9"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411597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FC6E72">
              <w:rPr>
                <w:rFonts w:ascii="Times New Roman" w:hAnsi="Times New Roman"/>
                <w:sz w:val="20"/>
              </w:rPr>
              <w:t>Степень защиты от влаги и пыли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FC6E72">
              <w:rPr>
                <w:rFonts w:ascii="Times New Roman" w:hAnsi="Times New Roman"/>
                <w:sz w:val="20"/>
              </w:rPr>
              <w:t>по ГОСТ 14254, не ниже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E72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 xml:space="preserve">IP </w:t>
            </w:r>
            <w:r w:rsidR="00411597" w:rsidRPr="00FB0651">
              <w:rPr>
                <w:rFonts w:ascii="Times New Roman" w:hAnsi="Times New Roman"/>
                <w:b/>
                <w:sz w:val="20"/>
              </w:rPr>
              <w:t>6</w:t>
            </w:r>
            <w:r w:rsidR="00722D05" w:rsidRPr="00FB0651">
              <w:rPr>
                <w:rFonts w:ascii="Times New Roman" w:hAnsi="Times New Roman"/>
                <w:b/>
                <w:sz w:val="20"/>
              </w:rPr>
              <w:t>5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FC6E72">
              <w:rPr>
                <w:rFonts w:ascii="Times New Roman" w:hAnsi="Times New Roman"/>
                <w:sz w:val="20"/>
              </w:rPr>
              <w:t>Поставка кабельного ввода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E72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044B5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FC6E72">
              <w:rPr>
                <w:rFonts w:ascii="Times New Roman" w:hAnsi="Times New Roman"/>
                <w:sz w:val="20"/>
              </w:rPr>
              <w:t>Тип кабельного ввода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E72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044B5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Общепром.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FC6E72">
              <w:rPr>
                <w:rFonts w:ascii="Times New Roman" w:hAnsi="Times New Roman"/>
                <w:sz w:val="20"/>
              </w:rPr>
              <w:t>Заземление брони кабеля внутри ввода для любого типа брони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E72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411597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FC6E72">
              <w:rPr>
                <w:rFonts w:ascii="Times New Roman" w:hAnsi="Times New Roman"/>
                <w:sz w:val="20"/>
              </w:rPr>
              <w:t>Присоединение кабеля в металлорукаве DN</w:t>
            </w:r>
            <w:r>
              <w:rPr>
                <w:rFonts w:ascii="Times New Roman" w:hAnsi="Times New Roman"/>
                <w:b/>
                <w:sz w:val="20"/>
              </w:rPr>
              <w:t>22</w:t>
            </w:r>
            <w:r w:rsidRPr="00FC6E72">
              <w:rPr>
                <w:rFonts w:ascii="Times New Roman" w:hAnsi="Times New Roman"/>
                <w:sz w:val="20"/>
              </w:rPr>
              <w:t xml:space="preserve"> к кабельному вводу с возможностью обеспечения электрического контакта между металлорукавом и кабельным вводом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E72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044B5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815065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FC6E72">
              <w:rPr>
                <w:rFonts w:ascii="Times New Roman" w:hAnsi="Times New Roman"/>
                <w:sz w:val="20"/>
              </w:rPr>
              <w:t>Диаметр присоединяемого кабеля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E72">
              <w:rPr>
                <w:rFonts w:ascii="Times New Roman" w:hAnsi="Times New Roman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5D19BD" w:rsidP="0041159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 xml:space="preserve">Для </w:t>
            </w:r>
            <w:r w:rsidR="00411597" w:rsidRPr="00FB0651">
              <w:rPr>
                <w:rFonts w:ascii="Times New Roman" w:hAnsi="Times New Roman"/>
                <w:b/>
                <w:sz w:val="20"/>
              </w:rPr>
              <w:t>не</w:t>
            </w:r>
            <w:r w:rsidRPr="00FB0651">
              <w:rPr>
                <w:rFonts w:ascii="Times New Roman" w:hAnsi="Times New Roman"/>
                <w:b/>
                <w:sz w:val="20"/>
              </w:rPr>
              <w:t xml:space="preserve">бронированного кабеля </w:t>
            </w:r>
            <w:r w:rsidR="00411597" w:rsidRPr="00FB0651">
              <w:rPr>
                <w:rFonts w:ascii="Times New Roman" w:hAnsi="Times New Roman"/>
                <w:b/>
                <w:sz w:val="20"/>
              </w:rPr>
              <w:t>9-13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815065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FC6E72">
              <w:rPr>
                <w:rFonts w:ascii="Times New Roman" w:hAnsi="Times New Roman"/>
                <w:sz w:val="20"/>
              </w:rPr>
              <w:t>Установка прибора над нулевой отметкой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E72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От 0 до 10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815065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Наличие паспорта (формуляра)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815065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Наличие инструкции (руководства) по эксплуатации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815065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Наличие сертификата соответствия требованиям ТР ТС «О безопасности оборудования для работы во взрывоопасных средах» (ТР ТС 012/2011)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5B55F9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5B55F9">
              <w:rPr>
                <w:rFonts w:ascii="Times New Roman" w:hAnsi="Times New Roman"/>
                <w:sz w:val="20"/>
              </w:rPr>
              <w:t>Наличие сведений об утвержденном типе СИ в ФИФ ОЕИ, свидетельства/сертификата об утверждении типа СИ, описания типа СИ (приложение к свидетельству об утверждении типа СИ) и методики поверки СИ (копии), регламентированной в описании типа 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5B55F9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55F9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Наличие копий протоколов поверки 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Межповерочный интервал, не менее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лет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FB065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FB0651">
              <w:rPr>
                <w:rFonts w:ascii="Times New Roman" w:hAnsi="Times New Roman"/>
                <w:b/>
                <w:sz w:val="20"/>
              </w:rPr>
              <w:t>2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FC3872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502DA">
              <w:rPr>
                <w:rFonts w:ascii="Times New Roman" w:hAnsi="Times New Roman"/>
                <w:sz w:val="20"/>
              </w:rPr>
              <w:t>Дополнительные требования к прибору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FC3872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2F7BA2" w:rsidRDefault="00044B5D" w:rsidP="002F7BA2">
            <w:pPr>
              <w:pStyle w:val="OaaeeoaIoiaaoey"/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</w:tbl>
    <w:p w:rsidR="005A6D93" w:rsidRDefault="005A6D93" w:rsidP="002F76DF">
      <w:pPr>
        <w:pStyle w:val="afc"/>
        <w:spacing w:line="340" w:lineRule="exact"/>
        <w:ind w:left="1854" w:firstLine="0"/>
        <w:rPr>
          <w:rFonts w:ascii="Times New Roman" w:hAnsi="Times New Roman"/>
          <w:sz w:val="20"/>
        </w:rPr>
      </w:pPr>
    </w:p>
    <w:p w:rsidR="009169B6" w:rsidRPr="008D7A58" w:rsidRDefault="008D7A58" w:rsidP="002F76DF">
      <w:pPr>
        <w:pStyle w:val="afc"/>
        <w:spacing w:line="340" w:lineRule="exact"/>
        <w:ind w:left="1854" w:firstLine="0"/>
        <w:rPr>
          <w:rFonts w:ascii="Times New Roman" w:hAnsi="Times New Roman"/>
          <w:b/>
          <w:szCs w:val="24"/>
        </w:rPr>
      </w:pPr>
      <w:r w:rsidRPr="008D7A58">
        <w:rPr>
          <w:rFonts w:ascii="Times New Roman" w:hAnsi="Times New Roman"/>
          <w:b/>
          <w:szCs w:val="24"/>
        </w:rPr>
        <w:t>ТАБЛИЦА ПРИМЕНИМОСТИ</w:t>
      </w:r>
    </w:p>
    <w:tbl>
      <w:tblPr>
        <w:tblStyle w:val="ac"/>
        <w:tblW w:w="10348" w:type="dxa"/>
        <w:tblInd w:w="-34" w:type="dxa"/>
        <w:tblLayout w:type="fixed"/>
        <w:tblLook w:val="04A0"/>
      </w:tblPr>
      <w:tblGrid>
        <w:gridCol w:w="851"/>
        <w:gridCol w:w="2693"/>
        <w:gridCol w:w="1134"/>
        <w:gridCol w:w="1418"/>
        <w:gridCol w:w="1276"/>
        <w:gridCol w:w="567"/>
        <w:gridCol w:w="708"/>
        <w:gridCol w:w="567"/>
        <w:gridCol w:w="1134"/>
      </w:tblGrid>
      <w:tr w:rsidR="008D24AC" w:rsidTr="002C19FD">
        <w:trPr>
          <w:cnfStyle w:val="100000000000"/>
          <w:trHeight w:val="490"/>
        </w:trPr>
        <w:tc>
          <w:tcPr>
            <w:tcW w:w="851" w:type="dxa"/>
          </w:tcPr>
          <w:p w:rsidR="008D24AC" w:rsidRPr="008D24AC" w:rsidRDefault="008D24AC" w:rsidP="00C017AE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4AC">
              <w:rPr>
                <w:rFonts w:ascii="Times New Roman" w:hAnsi="Times New Roman"/>
                <w:sz w:val="18"/>
                <w:szCs w:val="18"/>
              </w:rPr>
              <w:t>Поз.</w:t>
            </w:r>
          </w:p>
        </w:tc>
        <w:tc>
          <w:tcPr>
            <w:tcW w:w="2693" w:type="dxa"/>
          </w:tcPr>
          <w:p w:rsidR="008D24AC" w:rsidRPr="008D24AC" w:rsidRDefault="008D24AC" w:rsidP="00C017AE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4AC">
              <w:rPr>
                <w:rFonts w:ascii="Times New Roman" w:hAnsi="Times New Roman"/>
                <w:sz w:val="18"/>
                <w:szCs w:val="18"/>
              </w:rPr>
              <w:t>Место установки прибора</w:t>
            </w:r>
          </w:p>
        </w:tc>
        <w:tc>
          <w:tcPr>
            <w:tcW w:w="1134" w:type="dxa"/>
          </w:tcPr>
          <w:p w:rsidR="008D24AC" w:rsidRPr="008D24AC" w:rsidRDefault="008D24AC" w:rsidP="00C017AE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4AC">
              <w:rPr>
                <w:rFonts w:ascii="Times New Roman" w:hAnsi="Times New Roman"/>
                <w:sz w:val="18"/>
                <w:szCs w:val="18"/>
              </w:rPr>
              <w:t>Измеряемая среда</w:t>
            </w:r>
          </w:p>
        </w:tc>
        <w:tc>
          <w:tcPr>
            <w:tcW w:w="1418" w:type="dxa"/>
          </w:tcPr>
          <w:p w:rsidR="008D24AC" w:rsidRPr="008D24AC" w:rsidRDefault="008D24AC" w:rsidP="00C017AE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4AC">
              <w:rPr>
                <w:rFonts w:ascii="Times New Roman" w:hAnsi="Times New Roman"/>
                <w:sz w:val="18"/>
                <w:szCs w:val="18"/>
              </w:rPr>
              <w:t>Максимальное избыточное давление</w:t>
            </w:r>
          </w:p>
        </w:tc>
        <w:tc>
          <w:tcPr>
            <w:tcW w:w="1276" w:type="dxa"/>
          </w:tcPr>
          <w:p w:rsidR="008D24AC" w:rsidRPr="008D24AC" w:rsidRDefault="008D24AC" w:rsidP="00C017AE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4AC">
              <w:rPr>
                <w:rFonts w:ascii="Times New Roman" w:hAnsi="Times New Roman"/>
                <w:sz w:val="18"/>
                <w:szCs w:val="18"/>
              </w:rPr>
              <w:t>Диапазон температуры</w:t>
            </w:r>
          </w:p>
        </w:tc>
        <w:tc>
          <w:tcPr>
            <w:tcW w:w="1275" w:type="dxa"/>
            <w:gridSpan w:val="2"/>
          </w:tcPr>
          <w:p w:rsidR="008D24AC" w:rsidRPr="008D24AC" w:rsidRDefault="008D24AC" w:rsidP="00C017AE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4AC">
              <w:rPr>
                <w:rFonts w:ascii="Times New Roman" w:hAnsi="Times New Roman"/>
                <w:sz w:val="18"/>
                <w:szCs w:val="18"/>
              </w:rPr>
              <w:t>Диапазон измерения</w:t>
            </w:r>
          </w:p>
        </w:tc>
        <w:tc>
          <w:tcPr>
            <w:tcW w:w="567" w:type="dxa"/>
          </w:tcPr>
          <w:p w:rsidR="008D24AC" w:rsidRPr="008D24AC" w:rsidRDefault="008D24AC" w:rsidP="00C017AE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4AC">
              <w:rPr>
                <w:rFonts w:ascii="Times New Roman" w:hAnsi="Times New Roman"/>
                <w:sz w:val="18"/>
                <w:szCs w:val="18"/>
              </w:rPr>
              <w:t>Ед. изм.</w:t>
            </w:r>
          </w:p>
        </w:tc>
        <w:tc>
          <w:tcPr>
            <w:tcW w:w="1134" w:type="dxa"/>
          </w:tcPr>
          <w:p w:rsidR="008D24AC" w:rsidRPr="008D24AC" w:rsidRDefault="008D24AC" w:rsidP="00C017AE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4AC">
              <w:rPr>
                <w:rFonts w:ascii="Times New Roman" w:hAnsi="Times New Roman"/>
                <w:sz w:val="18"/>
                <w:szCs w:val="18"/>
              </w:rPr>
              <w:t>Примечание</w:t>
            </w:r>
          </w:p>
        </w:tc>
      </w:tr>
      <w:tr w:rsidR="00044B5D" w:rsidTr="002C19FD"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044B5D" w:rsidRPr="008D24AC" w:rsidRDefault="00044B5D" w:rsidP="00607C9F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4AC">
              <w:rPr>
                <w:rFonts w:ascii="Times New Roman" w:hAnsi="Times New Roman"/>
                <w:sz w:val="18"/>
                <w:szCs w:val="18"/>
                <w:lang w:val="en-US"/>
              </w:rPr>
              <w:t>LT4</w:t>
            </w:r>
            <w:r w:rsidR="00607C9F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4B5D" w:rsidRPr="008D24AC" w:rsidRDefault="00044B5D" w:rsidP="008D24A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4AC">
              <w:rPr>
                <w:rFonts w:ascii="Times New Roman" w:hAnsi="Times New Roman"/>
                <w:sz w:val="18"/>
                <w:szCs w:val="18"/>
              </w:rPr>
              <w:t>Патрубок Ду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8D24AC">
              <w:rPr>
                <w:rFonts w:ascii="Times New Roman" w:hAnsi="Times New Roman"/>
                <w:sz w:val="18"/>
                <w:szCs w:val="18"/>
              </w:rPr>
              <w:t>50 в емкости Е-</w:t>
            </w: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1134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4B5D" w:rsidRPr="008D24AC" w:rsidRDefault="00044B5D" w:rsidP="00044B5D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Термальное масло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4B5D" w:rsidRPr="008D24AC" w:rsidRDefault="00044B5D" w:rsidP="008D24A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0,07 кПа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4B5D" w:rsidRPr="008D24AC" w:rsidRDefault="00044B5D" w:rsidP="003D54A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0…240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4B5D" w:rsidRPr="008D24AC" w:rsidRDefault="00044B5D" w:rsidP="008D24A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4B5D" w:rsidRPr="008D24AC" w:rsidRDefault="00044B5D" w:rsidP="008D24A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1650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4B5D" w:rsidRPr="008D24AC" w:rsidRDefault="00044B5D" w:rsidP="008D24A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мм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044B5D" w:rsidRPr="008D24AC" w:rsidRDefault="00044B5D" w:rsidP="008D24A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B5D" w:rsidTr="002C19FD"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044B5D" w:rsidRPr="008D24AC" w:rsidRDefault="00044B5D" w:rsidP="00607C9F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4AC">
              <w:rPr>
                <w:rFonts w:ascii="Times New Roman" w:hAnsi="Times New Roman"/>
                <w:sz w:val="18"/>
                <w:szCs w:val="18"/>
                <w:lang w:val="en-US"/>
              </w:rPr>
              <w:t>LT4</w:t>
            </w:r>
            <w:r w:rsidR="00607C9F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4B5D" w:rsidRPr="008D24AC" w:rsidRDefault="00044B5D" w:rsidP="008D24A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4AC">
              <w:rPr>
                <w:rFonts w:ascii="Times New Roman" w:hAnsi="Times New Roman"/>
                <w:sz w:val="18"/>
                <w:szCs w:val="18"/>
              </w:rPr>
              <w:t>Патрубок Ду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8D24AC">
              <w:rPr>
                <w:rFonts w:ascii="Times New Roman" w:hAnsi="Times New Roman"/>
                <w:sz w:val="18"/>
                <w:szCs w:val="18"/>
              </w:rPr>
              <w:t>50 в емкости Е-</w:t>
            </w: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4B5D" w:rsidRPr="008D24AC" w:rsidRDefault="00044B5D" w:rsidP="008D24AC">
            <w:pPr>
              <w:pStyle w:val="afc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4B5D" w:rsidRPr="008D24AC" w:rsidRDefault="00044B5D" w:rsidP="008D24A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0,07 кПа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4B5D" w:rsidRPr="008D24AC" w:rsidRDefault="00044B5D" w:rsidP="003D54A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0…240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4B5D" w:rsidRPr="008D24AC" w:rsidRDefault="00044B5D" w:rsidP="008D24A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4B5D" w:rsidRPr="008D24AC" w:rsidRDefault="00044B5D" w:rsidP="008D24A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1650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4B5D" w:rsidRPr="008D24AC" w:rsidRDefault="00044B5D" w:rsidP="008D24A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мм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044B5D" w:rsidRPr="008D24AC" w:rsidRDefault="00044B5D" w:rsidP="008D24A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B5D" w:rsidTr="002C19FD"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044B5D" w:rsidRPr="008D24AC" w:rsidRDefault="00044B5D" w:rsidP="00607C9F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4AC">
              <w:rPr>
                <w:rFonts w:ascii="Times New Roman" w:hAnsi="Times New Roman"/>
                <w:sz w:val="18"/>
                <w:szCs w:val="18"/>
                <w:lang w:val="en-US"/>
              </w:rPr>
              <w:t>LT4</w:t>
            </w:r>
            <w:r w:rsidR="00607C9F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4B5D" w:rsidRPr="008D24AC" w:rsidRDefault="00044B5D" w:rsidP="008D24A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4AC">
              <w:rPr>
                <w:rFonts w:ascii="Times New Roman" w:hAnsi="Times New Roman"/>
                <w:sz w:val="18"/>
                <w:szCs w:val="18"/>
              </w:rPr>
              <w:t>Патрубок Ду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8D24AC">
              <w:rPr>
                <w:rFonts w:ascii="Times New Roman" w:hAnsi="Times New Roman"/>
                <w:sz w:val="18"/>
                <w:szCs w:val="18"/>
              </w:rPr>
              <w:t>50 в емкости Е-</w:t>
            </w:r>
            <w:r>
              <w:rPr>
                <w:rFonts w:ascii="Times New Roman" w:hAnsi="Times New Roman"/>
                <w:sz w:val="18"/>
                <w:szCs w:val="18"/>
              </w:rPr>
              <w:t>41а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4B5D" w:rsidRPr="008D24AC" w:rsidRDefault="00044B5D" w:rsidP="008D24AC">
            <w:pPr>
              <w:pStyle w:val="afc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4B5D" w:rsidRPr="008D24AC" w:rsidRDefault="00044B5D" w:rsidP="008D24A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0,07 кПа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4B5D" w:rsidRPr="008D24AC" w:rsidRDefault="00044B5D" w:rsidP="003D54A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0…240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4B5D" w:rsidRPr="008D24AC" w:rsidRDefault="00044B5D" w:rsidP="008D24A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4B5D" w:rsidRPr="008D24AC" w:rsidRDefault="00044B5D" w:rsidP="008D24A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1650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4B5D" w:rsidRPr="008D24AC" w:rsidRDefault="00044B5D" w:rsidP="008D24A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мм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044B5D" w:rsidRPr="008D24AC" w:rsidRDefault="00044B5D" w:rsidP="008D24A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B5D" w:rsidTr="002C19FD"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044B5D" w:rsidRPr="008D24AC" w:rsidRDefault="00044B5D" w:rsidP="00607C9F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4AC">
              <w:rPr>
                <w:rFonts w:ascii="Times New Roman" w:hAnsi="Times New Roman"/>
                <w:sz w:val="18"/>
                <w:szCs w:val="18"/>
                <w:lang w:val="en-US"/>
              </w:rPr>
              <w:t>LT4</w:t>
            </w:r>
            <w:r w:rsidR="00607C9F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4B5D" w:rsidRPr="008D24AC" w:rsidRDefault="00044B5D" w:rsidP="008D24A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4AC">
              <w:rPr>
                <w:rFonts w:ascii="Times New Roman" w:hAnsi="Times New Roman"/>
                <w:sz w:val="18"/>
                <w:szCs w:val="18"/>
              </w:rPr>
              <w:t>Патрубок Ду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8D24AC">
              <w:rPr>
                <w:rFonts w:ascii="Times New Roman" w:hAnsi="Times New Roman"/>
                <w:sz w:val="18"/>
                <w:szCs w:val="18"/>
              </w:rPr>
              <w:t>50 в емкости Е-</w:t>
            </w:r>
            <w:r>
              <w:rPr>
                <w:rFonts w:ascii="Times New Roman" w:hAnsi="Times New Roman"/>
                <w:sz w:val="18"/>
                <w:szCs w:val="18"/>
              </w:rPr>
              <w:t>40а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4B5D" w:rsidRPr="008D24AC" w:rsidRDefault="00044B5D" w:rsidP="008D24A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4B5D" w:rsidRPr="008D24AC" w:rsidRDefault="00044B5D" w:rsidP="008D24A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0,07 кПа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4B5D" w:rsidRPr="008D24AC" w:rsidRDefault="00044B5D" w:rsidP="003D54A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0…240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4B5D" w:rsidRPr="008D24AC" w:rsidRDefault="00044B5D" w:rsidP="008D24A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4B5D" w:rsidRPr="008D24AC" w:rsidRDefault="00044B5D" w:rsidP="008D24A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1650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4B5D" w:rsidRPr="008D24AC" w:rsidRDefault="00044B5D" w:rsidP="008D24A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мм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044B5D" w:rsidRPr="008D24AC" w:rsidRDefault="00044B5D" w:rsidP="008D24A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9169B6" w:rsidRDefault="009169B6" w:rsidP="002F76DF">
      <w:pPr>
        <w:pStyle w:val="afc"/>
        <w:spacing w:line="340" w:lineRule="exact"/>
        <w:ind w:left="1854" w:firstLine="0"/>
        <w:rPr>
          <w:rFonts w:ascii="Times New Roman" w:hAnsi="Times New Roman"/>
          <w:sz w:val="20"/>
        </w:rPr>
      </w:pPr>
    </w:p>
    <w:p w:rsidR="009169B6" w:rsidRDefault="009169B6" w:rsidP="002F76DF">
      <w:pPr>
        <w:pStyle w:val="afc"/>
        <w:spacing w:line="340" w:lineRule="exact"/>
        <w:ind w:left="1854" w:firstLine="0"/>
        <w:rPr>
          <w:rFonts w:ascii="Times New Roman" w:hAnsi="Times New Roman"/>
          <w:sz w:val="20"/>
        </w:rPr>
      </w:pPr>
    </w:p>
    <w:p w:rsidR="004A6E57" w:rsidRPr="00E25C0E" w:rsidRDefault="004A6E57" w:rsidP="004A6E57">
      <w:pPr>
        <w:pStyle w:val="afc"/>
        <w:spacing w:line="300" w:lineRule="exact"/>
        <w:ind w:left="426" w:right="426" w:firstLine="0"/>
        <w:rPr>
          <w:rFonts w:ascii="Times New Roman" w:hAnsi="Times New Roman"/>
          <w:sz w:val="20"/>
        </w:rPr>
      </w:pPr>
      <w:r w:rsidRPr="00E25C0E">
        <w:rPr>
          <w:rFonts w:ascii="Times New Roman" w:hAnsi="Times New Roman"/>
          <w:sz w:val="20"/>
        </w:rPr>
        <w:t>Примечания:</w:t>
      </w:r>
    </w:p>
    <w:p w:rsidR="008D1EE0" w:rsidRPr="00034699" w:rsidRDefault="008D1EE0" w:rsidP="008D1EE0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 w:val="20"/>
        </w:rPr>
      </w:pPr>
      <w:r w:rsidRPr="00034699">
        <w:rPr>
          <w:rFonts w:ascii="Times New Roman" w:hAnsi="Times New Roman"/>
          <w:sz w:val="20"/>
        </w:rPr>
        <w:t>Первичная поверка (калибровка) должна быть выполнена в установленном порядке организацией, аккредитованной на выполнение данного вида работ в РФ.</w:t>
      </w:r>
    </w:p>
    <w:p w:rsidR="008D1EE0" w:rsidRPr="00034699" w:rsidRDefault="008D1EE0" w:rsidP="008D1EE0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 w:val="20"/>
        </w:rPr>
      </w:pPr>
      <w:r w:rsidRPr="00034699">
        <w:rPr>
          <w:rFonts w:ascii="Times New Roman" w:hAnsi="Times New Roman"/>
          <w:sz w:val="20"/>
        </w:rPr>
        <w:t>При отсутствии в стандартной номенклатуре поставщика-изготовителя прибора с фланцевым присоединением требуемого типоразмера допускается поставка прибора с другим типом присоединения при условии поставки монтажного комплекта для обеспечения установки прибора на фланец патрубка резервуара.</w:t>
      </w:r>
    </w:p>
    <w:p w:rsidR="008D1EE0" w:rsidRPr="00034699" w:rsidRDefault="008D1EE0" w:rsidP="008D1EE0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 w:val="20"/>
        </w:rPr>
      </w:pPr>
      <w:r w:rsidRPr="00034699">
        <w:rPr>
          <w:rFonts w:ascii="Times New Roman" w:hAnsi="Times New Roman"/>
          <w:sz w:val="20"/>
        </w:rPr>
        <w:t>Вся документация должна быть выполнена на русском языке.</w:t>
      </w:r>
    </w:p>
    <w:p w:rsidR="008D1EE0" w:rsidRDefault="008D1EE0" w:rsidP="008D1EE0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Оборудование должно быть не бывшим ранее в употреблении, оригинальным, не восстановленным.</w:t>
      </w:r>
    </w:p>
    <w:p w:rsidR="008C6A04" w:rsidRPr="0054239F" w:rsidRDefault="008C6A04" w:rsidP="0054239F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 w:val="20"/>
        </w:rPr>
      </w:pPr>
      <w:r w:rsidRPr="00AE2EA6">
        <w:rPr>
          <w:rFonts w:ascii="Times New Roman" w:hAnsi="Times New Roman"/>
          <w:sz w:val="20"/>
        </w:rPr>
        <w:t>Допускается поставка прибора в комплекте со вторичным блоком, обеспечивающим выдачу сигнала 4-20 мА, с напряжением питания =24 В.</w:t>
      </w:r>
    </w:p>
    <w:sectPr w:rsidR="008C6A04" w:rsidRPr="0054239F" w:rsidSect="002F76DF">
      <w:headerReference w:type="default" r:id="rId10"/>
      <w:footerReference w:type="default" r:id="rId11"/>
      <w:type w:val="continuous"/>
      <w:pgSz w:w="11906" w:h="16838"/>
      <w:pgMar w:top="262" w:right="849" w:bottom="1304" w:left="1304" w:header="227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5D1" w:rsidRDefault="004025D1">
      <w:r>
        <w:separator/>
      </w:r>
    </w:p>
    <w:p w:rsidR="004025D1" w:rsidRDefault="004025D1"/>
  </w:endnote>
  <w:endnote w:type="continuationSeparator" w:id="1">
    <w:p w:rsidR="004025D1" w:rsidRDefault="004025D1">
      <w:r>
        <w:continuationSeparator/>
      </w:r>
    </w:p>
    <w:p w:rsidR="004025D1" w:rsidRDefault="004025D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-74" w:type="dxa"/>
      <w:tblLayout w:type="fixed"/>
      <w:tblLook w:val="01E0"/>
    </w:tblPr>
    <w:tblGrid>
      <w:gridCol w:w="568"/>
      <w:gridCol w:w="568"/>
      <w:gridCol w:w="569"/>
      <w:gridCol w:w="569"/>
      <w:gridCol w:w="859"/>
      <w:gridCol w:w="586"/>
      <w:gridCol w:w="3933"/>
      <w:gridCol w:w="842"/>
      <w:gridCol w:w="839"/>
      <w:gridCol w:w="1157"/>
    </w:tblGrid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  <w:noProof/>
              <w:sz w:val="16"/>
              <w:szCs w:val="16"/>
              <w:lang w:eastAsia="ru-RU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61E9F" w:rsidRPr="00847216" w:rsidRDefault="00E2471C" w:rsidP="00E85133">
          <w:pPr>
            <w:pStyle w:val="aa"/>
            <w:jc w:val="center"/>
            <w:rPr>
              <w:rFonts w:ascii="Times New Roman" w:hAnsi="Times New Roman"/>
              <w:sz w:val="22"/>
              <w:szCs w:val="22"/>
            </w:rPr>
          </w:pPr>
          <w:r w:rsidRPr="00E2471C">
            <w:rPr>
              <w:rFonts w:ascii="Times New Roman" w:eastAsia="MS Mincho" w:hAnsi="Times New Roman"/>
              <w:sz w:val="24"/>
              <w:szCs w:val="22"/>
              <w:lang w:eastAsia="ja-JP"/>
            </w:rPr>
            <w:t>020623-АТХ.1</w:t>
          </w:r>
          <w:r w:rsidR="00EC568A">
            <w:rPr>
              <w:rFonts w:ascii="Times New Roman" w:eastAsia="MS Mincho" w:hAnsi="Times New Roman"/>
              <w:sz w:val="24"/>
              <w:szCs w:val="22"/>
              <w:lang w:eastAsia="ja-JP"/>
            </w:rPr>
            <w:t>.ОЛ4</w:t>
          </w:r>
          <w:r w:rsidR="003D54AC">
            <w:rPr>
              <w:rFonts w:ascii="Times New Roman" w:eastAsia="MS Mincho" w:hAnsi="Times New Roman"/>
              <w:sz w:val="24"/>
              <w:szCs w:val="22"/>
              <w:lang w:eastAsia="ja-JP"/>
            </w:rPr>
            <w:t>.1</w:t>
          </w: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  <w:noProof/>
              <w:sz w:val="16"/>
              <w:szCs w:val="16"/>
              <w:lang w:eastAsia="ru-RU"/>
            </w:rPr>
          </w:pPr>
        </w:p>
      </w:tc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FA5B40" w:rsidRDefault="00B61E9F" w:rsidP="00160AE5">
          <w:pPr>
            <w:pStyle w:val="aa"/>
            <w:jc w:val="center"/>
            <w:rPr>
              <w:rFonts w:ascii="Times New Roman" w:hAnsi="Times New Roman"/>
              <w:bCs/>
              <w:color w:val="000000"/>
              <w:sz w:val="24"/>
            </w:rPr>
          </w:pP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847216" w:rsidRDefault="00E2471C" w:rsidP="00AA7EAB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E2471C">
            <w:rPr>
              <w:rFonts w:ascii="Times New Roman" w:hAnsi="Times New Roman"/>
              <w:sz w:val="24"/>
            </w:rPr>
            <w:t>ООО "Блэк-Стрим"</w:t>
          </w: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Изм</w:t>
          </w:r>
          <w:r w:rsidRPr="00D729B8">
            <w:rPr>
              <w:rFonts w:ascii="Times New Roman" w:hAnsi="Times New Roman"/>
              <w:sz w:val="16"/>
              <w:szCs w:val="16"/>
              <w:lang w:val="en-US"/>
            </w:rPr>
            <w:t>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pacing w:val="-6"/>
              <w:sz w:val="16"/>
              <w:szCs w:val="16"/>
            </w:rPr>
          </w:pPr>
          <w:r w:rsidRPr="00D729B8">
            <w:rPr>
              <w:rFonts w:ascii="Times New Roman" w:hAnsi="Times New Roman"/>
              <w:spacing w:val="-6"/>
              <w:sz w:val="16"/>
              <w:szCs w:val="16"/>
            </w:rPr>
            <w:t>Кол.уч.</w:t>
          </w: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ind w:right="-23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Лист</w:t>
          </w: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№ док.</w:t>
          </w:r>
        </w:p>
      </w:tc>
      <w:tc>
        <w:tcPr>
          <w:tcW w:w="8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Подп.</w:t>
          </w:r>
        </w:p>
      </w:tc>
      <w:tc>
        <w:tcPr>
          <w:tcW w:w="58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Дата</w:t>
          </w:r>
        </w:p>
      </w:tc>
      <w:tc>
        <w:tcPr>
          <w:tcW w:w="6771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</w:tr>
    <w:tr w:rsidR="00B61E9F" w:rsidRPr="00CD3B6C" w:rsidTr="00CD3B6C">
      <w:trPr>
        <w:trHeight w:hRule="exact" w:val="284"/>
      </w:trPr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B61E9F" w:rsidRPr="00847216" w:rsidRDefault="00847216" w:rsidP="00847216">
          <w:pPr>
            <w:pStyle w:val="aa"/>
            <w:rPr>
              <w:rFonts w:ascii="Times New Roman" w:hAnsi="Times New Roman"/>
              <w:sz w:val="18"/>
              <w:szCs w:val="18"/>
            </w:rPr>
          </w:pPr>
          <w:r w:rsidRPr="00847216">
            <w:rPr>
              <w:rFonts w:ascii="Times New Roman" w:hAnsi="Times New Roman"/>
              <w:sz w:val="18"/>
              <w:szCs w:val="18"/>
            </w:rPr>
            <w:t>Разраб.</w:t>
          </w:r>
        </w:p>
      </w:tc>
      <w:tc>
        <w:tcPr>
          <w:tcW w:w="1138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847216" w:rsidRDefault="00AA7EAB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  <w:r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  <w:t>Афанасьев</w:t>
          </w:r>
        </w:p>
      </w:tc>
      <w:tc>
        <w:tcPr>
          <w:tcW w:w="8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FB6399" w:rsidRDefault="00B61E9F" w:rsidP="003F77E1">
          <w:pPr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B61E9F" w:rsidRPr="00847216" w:rsidRDefault="00AA7EAB" w:rsidP="00431ED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10.2</w:t>
          </w:r>
          <w:r w:rsidR="009169B6">
            <w:rPr>
              <w:rFonts w:ascii="Times New Roman" w:hAnsi="Times New Roman"/>
              <w:sz w:val="16"/>
              <w:szCs w:val="16"/>
            </w:rPr>
            <w:t>4</w:t>
          </w:r>
        </w:p>
      </w:tc>
      <w:tc>
        <w:tcPr>
          <w:tcW w:w="3933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2471C" w:rsidRPr="00E2471C" w:rsidRDefault="00E2471C" w:rsidP="00E2471C">
          <w:pPr>
            <w:pStyle w:val="aa"/>
            <w:jc w:val="center"/>
            <w:rPr>
              <w:rFonts w:ascii="Times New Roman" w:hAnsi="Times New Roman"/>
              <w:spacing w:val="-2"/>
              <w:sz w:val="18"/>
              <w:szCs w:val="10"/>
            </w:rPr>
          </w:pPr>
          <w:r w:rsidRPr="00E2471C">
            <w:rPr>
              <w:rFonts w:ascii="Times New Roman" w:hAnsi="Times New Roman"/>
              <w:spacing w:val="-2"/>
              <w:sz w:val="18"/>
              <w:szCs w:val="10"/>
            </w:rPr>
            <w:t xml:space="preserve">"Техническое перевооружение установки производства битумов ООО "Блэк Стрим". </w:t>
          </w:r>
        </w:p>
        <w:p w:rsidR="00B61E9F" w:rsidRPr="009169B6" w:rsidRDefault="00E2471C" w:rsidP="00E2471C">
          <w:pPr>
            <w:pStyle w:val="aa"/>
            <w:jc w:val="center"/>
            <w:rPr>
              <w:rFonts w:ascii="Times New Roman" w:hAnsi="Times New Roman"/>
              <w:b/>
              <w:sz w:val="18"/>
              <w:szCs w:val="10"/>
            </w:rPr>
          </w:pPr>
          <w:r w:rsidRPr="00E2471C">
            <w:rPr>
              <w:rFonts w:ascii="Times New Roman" w:hAnsi="Times New Roman"/>
              <w:spacing w:val="-2"/>
              <w:sz w:val="18"/>
              <w:szCs w:val="10"/>
            </w:rPr>
            <w:t>1 этап</w:t>
          </w:r>
        </w:p>
      </w:tc>
      <w:tc>
        <w:tcPr>
          <w:tcW w:w="84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3F77E1">
          <w:pPr>
            <w:pStyle w:val="aa"/>
            <w:jc w:val="center"/>
            <w:rPr>
              <w:rFonts w:ascii="Times New Roman" w:hAnsi="Times New Roman"/>
              <w:sz w:val="18"/>
              <w:szCs w:val="18"/>
            </w:rPr>
          </w:pPr>
          <w:r w:rsidRPr="00CD3B6C">
            <w:rPr>
              <w:rFonts w:ascii="Times New Roman" w:hAnsi="Times New Roman"/>
              <w:sz w:val="18"/>
              <w:szCs w:val="18"/>
            </w:rPr>
            <w:t>Стадия</w:t>
          </w:r>
        </w:p>
      </w:tc>
      <w:tc>
        <w:tcPr>
          <w:tcW w:w="839" w:type="dxa"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3F77E1">
          <w:pPr>
            <w:pStyle w:val="aa"/>
            <w:jc w:val="center"/>
            <w:rPr>
              <w:rFonts w:ascii="Times New Roman" w:hAnsi="Times New Roman"/>
              <w:sz w:val="18"/>
              <w:szCs w:val="18"/>
            </w:rPr>
          </w:pPr>
          <w:r w:rsidRPr="00CD3B6C">
            <w:rPr>
              <w:rFonts w:ascii="Times New Roman" w:hAnsi="Times New Roman"/>
              <w:sz w:val="18"/>
              <w:szCs w:val="18"/>
            </w:rPr>
            <w:t>Лист</w:t>
          </w:r>
        </w:p>
      </w:tc>
      <w:tc>
        <w:tcPr>
          <w:tcW w:w="115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3F77E1">
          <w:pPr>
            <w:pStyle w:val="aa"/>
            <w:jc w:val="center"/>
            <w:rPr>
              <w:rFonts w:ascii="Times New Roman" w:hAnsi="Times New Roman"/>
              <w:sz w:val="18"/>
              <w:szCs w:val="18"/>
            </w:rPr>
          </w:pPr>
          <w:r w:rsidRPr="00CD3B6C">
            <w:rPr>
              <w:rFonts w:ascii="Times New Roman" w:hAnsi="Times New Roman"/>
              <w:sz w:val="18"/>
              <w:szCs w:val="18"/>
            </w:rPr>
            <w:t>Листов</w:t>
          </w:r>
        </w:p>
      </w:tc>
    </w:tr>
    <w:tr w:rsidR="00B61E9F" w:rsidRPr="00CD3B6C" w:rsidTr="00CD3B6C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B61E9F" w:rsidRPr="00847216" w:rsidRDefault="00B61E9F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847216" w:rsidRDefault="00B61E9F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FB6399" w:rsidRDefault="00B61E9F" w:rsidP="003F77E1">
          <w:pPr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B61E9F" w:rsidRPr="00847216" w:rsidRDefault="00B61E9F" w:rsidP="003F77E1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3933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D264E2" w:rsidRDefault="00B61E9F" w:rsidP="003F77E1">
          <w:pPr>
            <w:pStyle w:val="aa"/>
            <w:rPr>
              <w:rFonts w:ascii="Times New Roman" w:hAnsi="Times New Roman"/>
              <w:sz w:val="18"/>
            </w:rPr>
          </w:pPr>
        </w:p>
      </w:tc>
      <w:tc>
        <w:tcPr>
          <w:tcW w:w="842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3F77E1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D729B8">
            <w:rPr>
              <w:rFonts w:ascii="Times New Roman" w:hAnsi="Times New Roman"/>
              <w:sz w:val="20"/>
              <w:szCs w:val="20"/>
            </w:rPr>
            <w:t>Р</w:t>
          </w:r>
        </w:p>
      </w:tc>
      <w:tc>
        <w:tcPr>
          <w:tcW w:w="839" w:type="dxa"/>
          <w:vMerge w:val="restart"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060566" w:rsidP="003F77E1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D729B8">
            <w:rPr>
              <w:rStyle w:val="afb"/>
              <w:rFonts w:ascii="Times New Roman" w:hAnsi="Times New Roman"/>
              <w:sz w:val="20"/>
              <w:szCs w:val="20"/>
            </w:rPr>
            <w:fldChar w:fldCharType="begin"/>
          </w:r>
          <w:r w:rsidR="00B61E9F" w:rsidRPr="00D729B8">
            <w:rPr>
              <w:rStyle w:val="afb"/>
              <w:rFonts w:ascii="Times New Roman" w:hAnsi="Times New Roman"/>
              <w:sz w:val="20"/>
              <w:szCs w:val="20"/>
            </w:rPr>
            <w:instrText xml:space="preserve"> PAGE </w:instrText>
          </w:r>
          <w:r w:rsidRPr="00D729B8">
            <w:rPr>
              <w:rStyle w:val="afb"/>
              <w:rFonts w:ascii="Times New Roman" w:hAnsi="Times New Roman"/>
              <w:sz w:val="20"/>
              <w:szCs w:val="20"/>
            </w:rPr>
            <w:fldChar w:fldCharType="separate"/>
          </w:r>
          <w:r w:rsidR="006374DD">
            <w:rPr>
              <w:rStyle w:val="afb"/>
              <w:rFonts w:ascii="Times New Roman" w:hAnsi="Times New Roman"/>
              <w:noProof/>
              <w:sz w:val="20"/>
              <w:szCs w:val="20"/>
            </w:rPr>
            <w:t>1</w:t>
          </w:r>
          <w:r w:rsidRPr="00D729B8">
            <w:rPr>
              <w:rStyle w:val="afb"/>
              <w:rFonts w:ascii="Times New Roman" w:hAnsi="Times New Roman"/>
              <w:sz w:val="20"/>
              <w:szCs w:val="20"/>
            </w:rPr>
            <w:fldChar w:fldCharType="end"/>
          </w:r>
        </w:p>
      </w:tc>
      <w:tc>
        <w:tcPr>
          <w:tcW w:w="115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060566" w:rsidP="003F77E1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fldSimple w:instr=" NUMPAGES   \* MERGEFORMAT ">
            <w:r w:rsidR="006374DD" w:rsidRPr="006374DD">
              <w:rPr>
                <w:rFonts w:ascii="Times New Roman" w:hAnsi="Times New Roman"/>
                <w:noProof/>
                <w:sz w:val="20"/>
                <w:szCs w:val="20"/>
              </w:rPr>
              <w:t>3</w:t>
            </w:r>
          </w:fldSimple>
        </w:p>
      </w:tc>
    </w:tr>
    <w:tr w:rsidR="00B61E9F" w:rsidRPr="00CD3B6C" w:rsidTr="00CD3B6C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B61E9F" w:rsidRPr="00847216" w:rsidRDefault="00B61E9F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847216" w:rsidRDefault="00B61E9F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FB6399" w:rsidRDefault="00B61E9F" w:rsidP="003F77E1">
          <w:pPr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B61E9F" w:rsidRPr="00847216" w:rsidRDefault="00B61E9F" w:rsidP="00066DFE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3933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D264E2" w:rsidRDefault="00B61E9F" w:rsidP="003F77E1">
          <w:pPr>
            <w:pStyle w:val="aa"/>
            <w:rPr>
              <w:rFonts w:ascii="Times New Roman" w:hAnsi="Times New Roman"/>
              <w:sz w:val="18"/>
            </w:rPr>
          </w:pPr>
        </w:p>
      </w:tc>
      <w:tc>
        <w:tcPr>
          <w:tcW w:w="842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3F77E1">
          <w:pPr>
            <w:pStyle w:val="aa"/>
            <w:spacing w:line="312" w:lineRule="auto"/>
            <w:ind w:left="567" w:firstLine="11"/>
            <w:jc w:val="center"/>
            <w:rPr>
              <w:rFonts w:ascii="Times New Roman" w:hAnsi="Times New Roman"/>
              <w:b/>
              <w:sz w:val="16"/>
            </w:rPr>
          </w:pPr>
        </w:p>
      </w:tc>
      <w:tc>
        <w:tcPr>
          <w:tcW w:w="839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3F77E1">
          <w:pPr>
            <w:pStyle w:val="aa"/>
            <w:spacing w:line="312" w:lineRule="auto"/>
            <w:ind w:left="567" w:firstLine="11"/>
            <w:jc w:val="center"/>
            <w:rPr>
              <w:rFonts w:ascii="Times New Roman" w:hAnsi="Times New Roman"/>
              <w:b/>
              <w:sz w:val="16"/>
            </w:rPr>
          </w:pPr>
        </w:p>
      </w:tc>
      <w:tc>
        <w:tcPr>
          <w:tcW w:w="115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3F77E1">
          <w:pPr>
            <w:pStyle w:val="aa"/>
            <w:spacing w:line="312" w:lineRule="auto"/>
            <w:ind w:left="567" w:firstLine="11"/>
            <w:jc w:val="center"/>
            <w:rPr>
              <w:rFonts w:ascii="Times New Roman" w:hAnsi="Times New Roman"/>
              <w:b/>
              <w:sz w:val="16"/>
            </w:rPr>
          </w:pPr>
        </w:p>
      </w:tc>
    </w:tr>
    <w:tr w:rsidR="00847216" w:rsidRPr="00CD3B6C" w:rsidTr="00E207C9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847216" w:rsidRPr="00847216" w:rsidRDefault="00847216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7216" w:rsidRPr="00847216" w:rsidRDefault="00847216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7216" w:rsidRPr="00FB6399" w:rsidRDefault="00847216" w:rsidP="003F77E1">
          <w:pPr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847216" w:rsidRPr="00847216" w:rsidRDefault="00847216" w:rsidP="004208B6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3933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A7EAB" w:rsidRDefault="00411597" w:rsidP="00AA7EAB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Преобразователь уровня</w:t>
          </w:r>
          <w:r w:rsidR="00AA7EAB">
            <w:rPr>
              <w:rFonts w:ascii="Times New Roman" w:hAnsi="Times New Roman"/>
              <w:sz w:val="20"/>
              <w:szCs w:val="20"/>
            </w:rPr>
            <w:t>.</w:t>
          </w:r>
          <w:r w:rsidR="00E2471C">
            <w:rPr>
              <w:rFonts w:ascii="Times New Roman" w:hAnsi="Times New Roman"/>
              <w:sz w:val="20"/>
              <w:szCs w:val="20"/>
            </w:rPr>
            <w:t xml:space="preserve"> Тип 1</w:t>
          </w:r>
          <w:r w:rsidR="003D54AC">
            <w:rPr>
              <w:rFonts w:ascii="Times New Roman" w:hAnsi="Times New Roman"/>
              <w:sz w:val="20"/>
              <w:szCs w:val="20"/>
            </w:rPr>
            <w:t>.1</w:t>
          </w:r>
        </w:p>
        <w:p w:rsidR="00847216" w:rsidRPr="00FA5B40" w:rsidRDefault="00847216" w:rsidP="00AA7EAB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Опросный лист</w:t>
          </w:r>
        </w:p>
      </w:tc>
      <w:tc>
        <w:tcPr>
          <w:tcW w:w="2838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E2EA6" w:rsidRPr="00AE2EA6" w:rsidRDefault="00AE2EA6" w:rsidP="00AE2EA6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AE2EA6">
            <w:rPr>
              <w:rFonts w:ascii="Times New Roman" w:hAnsi="Times New Roman"/>
              <w:sz w:val="20"/>
              <w:szCs w:val="20"/>
            </w:rPr>
            <w:t>ООО "ПриволжскНИПИнефть"</w:t>
          </w:r>
        </w:p>
        <w:p w:rsidR="00847216" w:rsidRPr="00D729B8" w:rsidRDefault="00AE2EA6" w:rsidP="00AE2EA6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AE2EA6">
            <w:rPr>
              <w:rFonts w:ascii="Times New Roman" w:hAnsi="Times New Roman"/>
              <w:sz w:val="20"/>
              <w:szCs w:val="20"/>
            </w:rPr>
            <w:t>г.Самара</w:t>
          </w:r>
        </w:p>
      </w:tc>
    </w:tr>
    <w:tr w:rsidR="00847216" w:rsidRPr="00CD3B6C" w:rsidTr="00E207C9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847216" w:rsidRPr="00847216" w:rsidRDefault="00847216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  <w:r w:rsidRPr="00847216">
            <w:rPr>
              <w:rFonts w:ascii="Times New Roman" w:hAnsi="Times New Roman"/>
              <w:sz w:val="18"/>
              <w:szCs w:val="18"/>
            </w:rPr>
            <w:t>Н. контр.</w:t>
          </w: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7216" w:rsidRPr="00847216" w:rsidRDefault="00EC568A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  <w:r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  <w:t>Тихонов</w:t>
          </w: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7216" w:rsidRPr="00FB6399" w:rsidRDefault="00847216" w:rsidP="003F77E1">
          <w:pPr>
            <w:pStyle w:val="aa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847216" w:rsidRPr="00847216" w:rsidRDefault="00AA7EAB" w:rsidP="004208B6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10.2</w:t>
          </w:r>
          <w:r w:rsidR="009169B6">
            <w:rPr>
              <w:rFonts w:ascii="Times New Roman" w:hAnsi="Times New Roman"/>
              <w:sz w:val="16"/>
              <w:szCs w:val="16"/>
            </w:rPr>
            <w:t>4</w:t>
          </w:r>
        </w:p>
      </w:tc>
      <w:tc>
        <w:tcPr>
          <w:tcW w:w="3933" w:type="dxa"/>
          <w:vMerge/>
          <w:tcBorders>
            <w:left w:val="single" w:sz="12" w:space="0" w:color="auto"/>
            <w:right w:val="single" w:sz="12" w:space="0" w:color="auto"/>
          </w:tcBorders>
        </w:tcPr>
        <w:p w:rsidR="00847216" w:rsidRPr="00CD3B6C" w:rsidRDefault="00847216" w:rsidP="003F77E1">
          <w:pPr>
            <w:pStyle w:val="aa"/>
            <w:jc w:val="center"/>
            <w:rPr>
              <w:rFonts w:ascii="Times New Roman" w:hAnsi="Times New Roman"/>
            </w:rPr>
          </w:pPr>
        </w:p>
      </w:tc>
      <w:tc>
        <w:tcPr>
          <w:tcW w:w="2838" w:type="dxa"/>
          <w:gridSpan w:val="3"/>
          <w:vMerge/>
          <w:tcBorders>
            <w:left w:val="single" w:sz="12" w:space="0" w:color="auto"/>
            <w:right w:val="single" w:sz="12" w:space="0" w:color="auto"/>
          </w:tcBorders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</w:rPr>
          </w:pPr>
        </w:p>
      </w:tc>
    </w:tr>
    <w:tr w:rsidR="00847216" w:rsidRPr="00CD3B6C" w:rsidTr="00E207C9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  <w:r w:rsidRPr="00847216">
            <w:rPr>
              <w:rFonts w:ascii="Times New Roman" w:hAnsi="Times New Roman"/>
              <w:sz w:val="18"/>
              <w:szCs w:val="18"/>
            </w:rPr>
            <w:t>ГИП</w:t>
          </w: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47216" w:rsidRPr="00CD3B6C" w:rsidRDefault="00AA7EAB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  <w:t>Евграфов</w:t>
          </w: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847216" w:rsidRPr="00847216" w:rsidRDefault="00AA7EAB" w:rsidP="003F77E1">
          <w:pPr>
            <w:pStyle w:val="--"/>
            <w:framePr w:hSpace="0" w:wrap="auto" w:vAnchor="margin" w:hAnchor="text" w:xAlign="left" w:yAlign="inline"/>
            <w:rPr>
              <w:rFonts w:ascii="Times New Roman" w:hAnsi="Times New Roman" w:cs="Times New Roman"/>
            </w:rPr>
          </w:pPr>
          <w:r>
            <w:rPr>
              <w:rFonts w:ascii="Times New Roman" w:hAnsi="Times New Roman"/>
            </w:rPr>
            <w:t>10.2</w:t>
          </w:r>
          <w:r w:rsidR="009169B6">
            <w:rPr>
              <w:rFonts w:ascii="Times New Roman" w:hAnsi="Times New Roman"/>
            </w:rPr>
            <w:t>4</w:t>
          </w:r>
        </w:p>
      </w:tc>
      <w:tc>
        <w:tcPr>
          <w:tcW w:w="3933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</w:rPr>
          </w:pPr>
        </w:p>
      </w:tc>
      <w:tc>
        <w:tcPr>
          <w:tcW w:w="2838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</w:rPr>
          </w:pPr>
        </w:p>
      </w:tc>
    </w:tr>
  </w:tbl>
  <w:p w:rsidR="00B61E9F" w:rsidRPr="00CD3B6C" w:rsidRDefault="00060566">
    <w:pPr>
      <w:pStyle w:val="aa"/>
      <w:rPr>
        <w:rFonts w:ascii="Times New Roman" w:hAnsi="Times New Roman"/>
        <w:sz w:val="6"/>
        <w:szCs w:val="6"/>
      </w:rPr>
    </w:pPr>
    <w:r w:rsidRPr="00060566">
      <w:rPr>
        <w:rFonts w:ascii="Times New Roman" w:hAnsi="Times New Roman"/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76.25pt;margin-top:91.25pt;width:31.4pt;height:31.35pt;z-index:251654144;mso-position-horizontal-relative:text;mso-position-vertical-relative:text">
          <v:imagedata r:id="rId1" o:title=""/>
        </v:shape>
        <o:OLEObject Type="Embed" ProgID="CorelDRAW.Graphic.9" ShapeID="_x0000_s2049" DrawAspect="Content" ObjectID="_1804425289" r:id="rId2"/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-74" w:type="dxa"/>
      <w:tblLayout w:type="fixed"/>
      <w:tblLook w:val="01E0"/>
    </w:tblPr>
    <w:tblGrid>
      <w:gridCol w:w="424"/>
      <w:gridCol w:w="606"/>
      <w:gridCol w:w="682"/>
      <w:gridCol w:w="683"/>
      <w:gridCol w:w="888"/>
      <w:gridCol w:w="606"/>
      <w:gridCol w:w="6013"/>
      <w:gridCol w:w="588"/>
    </w:tblGrid>
    <w:tr w:rsidR="00B61E9F" w:rsidRPr="00160AE5" w:rsidTr="004C7EFB">
      <w:trPr>
        <w:trHeight w:hRule="exact" w:val="284"/>
      </w:trPr>
      <w:tc>
        <w:tcPr>
          <w:tcW w:w="424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8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8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88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013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E2471C" w:rsidP="00E85133">
          <w:pPr>
            <w:pStyle w:val="aa"/>
            <w:jc w:val="center"/>
            <w:rPr>
              <w:rFonts w:ascii="Times New Roman" w:hAnsi="Times New Roman"/>
              <w:sz w:val="22"/>
              <w:szCs w:val="22"/>
            </w:rPr>
          </w:pPr>
          <w:r w:rsidRPr="00E2471C">
            <w:rPr>
              <w:rFonts w:ascii="Times New Roman" w:eastAsia="MS Mincho" w:hAnsi="Times New Roman"/>
              <w:sz w:val="24"/>
              <w:szCs w:val="22"/>
              <w:lang w:eastAsia="ja-JP"/>
            </w:rPr>
            <w:t>020623-АТХ.1</w:t>
          </w:r>
          <w:r w:rsidR="00EC568A">
            <w:rPr>
              <w:rFonts w:ascii="Times New Roman" w:eastAsia="MS Mincho" w:hAnsi="Times New Roman"/>
              <w:sz w:val="24"/>
              <w:szCs w:val="22"/>
              <w:lang w:eastAsia="ja-JP"/>
            </w:rPr>
            <w:t>.ОЛ4</w:t>
          </w:r>
          <w:r w:rsidR="00044B5D">
            <w:rPr>
              <w:rFonts w:ascii="Times New Roman" w:eastAsia="MS Mincho" w:hAnsi="Times New Roman"/>
              <w:sz w:val="24"/>
              <w:szCs w:val="22"/>
              <w:lang w:eastAsia="ja-JP"/>
            </w:rPr>
            <w:t>.1</w:t>
          </w:r>
        </w:p>
      </w:tc>
      <w:tc>
        <w:tcPr>
          <w:tcW w:w="58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B61E9F" w:rsidRPr="00160AE5" w:rsidRDefault="00B61E9F" w:rsidP="00160AE5">
          <w:pPr>
            <w:pStyle w:val="aa"/>
            <w:ind w:right="-60" w:hanging="108"/>
            <w:jc w:val="center"/>
            <w:rPr>
              <w:rFonts w:ascii="Times New Roman" w:hAnsi="Times New Roman"/>
              <w:sz w:val="18"/>
              <w:szCs w:val="18"/>
            </w:rPr>
          </w:pPr>
          <w:r w:rsidRPr="00160AE5">
            <w:rPr>
              <w:rFonts w:ascii="Times New Roman" w:hAnsi="Times New Roman"/>
              <w:sz w:val="18"/>
              <w:szCs w:val="18"/>
              <w:lang w:val="en-US"/>
            </w:rPr>
            <w:t>Лист</w:t>
          </w:r>
        </w:p>
      </w:tc>
    </w:tr>
    <w:tr w:rsidR="00B61E9F" w:rsidRPr="00160AE5" w:rsidTr="004C7EFB">
      <w:trPr>
        <w:trHeight w:hRule="exact" w:val="284"/>
      </w:trPr>
      <w:tc>
        <w:tcPr>
          <w:tcW w:w="424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8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8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888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013" w:type="dxa"/>
          <w:vMerge/>
          <w:tcBorders>
            <w:lef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588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B61E9F" w:rsidRPr="00D729B8" w:rsidRDefault="00060566" w:rsidP="00160AE5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D729B8">
            <w:rPr>
              <w:rFonts w:ascii="Times New Roman" w:hAnsi="Times New Roman"/>
              <w:sz w:val="20"/>
              <w:szCs w:val="20"/>
            </w:rPr>
            <w:fldChar w:fldCharType="begin"/>
          </w:r>
          <w:r w:rsidR="00B61E9F" w:rsidRPr="00D729B8">
            <w:rPr>
              <w:rFonts w:ascii="Times New Roman" w:hAnsi="Times New Roman"/>
              <w:sz w:val="20"/>
              <w:szCs w:val="20"/>
            </w:rPr>
            <w:instrText xml:space="preserve"> PAGE   \* MERGEFORMAT </w:instrText>
          </w:r>
          <w:r w:rsidRPr="00D729B8">
            <w:rPr>
              <w:rFonts w:ascii="Times New Roman" w:hAnsi="Times New Roman"/>
              <w:sz w:val="20"/>
              <w:szCs w:val="20"/>
            </w:rPr>
            <w:fldChar w:fldCharType="separate"/>
          </w:r>
          <w:r w:rsidR="006374DD">
            <w:rPr>
              <w:rFonts w:ascii="Times New Roman" w:hAnsi="Times New Roman"/>
              <w:noProof/>
              <w:sz w:val="20"/>
              <w:szCs w:val="20"/>
            </w:rPr>
            <w:t>2</w:t>
          </w:r>
          <w:r w:rsidRPr="00D729B8">
            <w:rPr>
              <w:rFonts w:ascii="Times New Roman" w:hAnsi="Times New Roman"/>
              <w:sz w:val="20"/>
              <w:szCs w:val="20"/>
            </w:rPr>
            <w:fldChar w:fldCharType="end"/>
          </w:r>
        </w:p>
      </w:tc>
    </w:tr>
    <w:tr w:rsidR="00B61E9F" w:rsidRPr="00160AE5" w:rsidTr="004C7EFB">
      <w:trPr>
        <w:trHeight w:hRule="exact" w:val="284"/>
      </w:trPr>
      <w:tc>
        <w:tcPr>
          <w:tcW w:w="42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Изм</w:t>
          </w:r>
          <w:r w:rsidRPr="00D729B8">
            <w:rPr>
              <w:rFonts w:ascii="Times New Roman" w:hAnsi="Times New Roman"/>
              <w:sz w:val="16"/>
              <w:szCs w:val="16"/>
              <w:lang w:val="en-US"/>
            </w:rPr>
            <w:t>.</w:t>
          </w: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Кол.уч.</w:t>
          </w:r>
        </w:p>
      </w:tc>
      <w:tc>
        <w:tcPr>
          <w:tcW w:w="68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Лист</w:t>
          </w:r>
        </w:p>
      </w:tc>
      <w:tc>
        <w:tcPr>
          <w:tcW w:w="68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№ док.</w:t>
          </w:r>
        </w:p>
      </w:tc>
      <w:tc>
        <w:tcPr>
          <w:tcW w:w="88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Подп.</w:t>
          </w: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Дата</w:t>
          </w:r>
        </w:p>
      </w:tc>
      <w:tc>
        <w:tcPr>
          <w:tcW w:w="6013" w:type="dxa"/>
          <w:vMerge/>
          <w:tcBorders>
            <w:left w:val="single" w:sz="12" w:space="0" w:color="auto"/>
            <w:bottom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5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B61E9F" w:rsidRPr="00015955" w:rsidRDefault="00B61E9F" w:rsidP="001B34A1">
          <w:pPr>
            <w:pStyle w:val="aa"/>
          </w:pPr>
        </w:p>
      </w:tc>
    </w:tr>
  </w:tbl>
  <w:p w:rsidR="00B61E9F" w:rsidRPr="00A761D7" w:rsidRDefault="00060566">
    <w:pPr>
      <w:pStyle w:val="aa"/>
      <w:rPr>
        <w:sz w:val="6"/>
        <w:szCs w:val="6"/>
      </w:rPr>
    </w:pPr>
    <w:r w:rsidRPr="0006056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-46.9pt;margin-top:-247.8pt;width:45pt;height:256.9pt;z-index:-251659264;mso-position-horizontal-relative:text;mso-position-vertical-relative:text" stroked="f">
          <v:textbox style="mso-next-textbox:#_x0000_s2056">
            <w:txbxContent>
              <w:tbl>
                <w:tblPr>
                  <w:tblW w:w="681" w:type="dxa"/>
                  <w:jc w:val="right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insideH w:val="single" w:sz="12" w:space="0" w:color="auto"/>
                    <w:insideV w:val="single" w:sz="12" w:space="0" w:color="auto"/>
                  </w:tblBorders>
                  <w:tblLayout w:type="fixed"/>
                  <w:tblLook w:val="0000"/>
                </w:tblPr>
                <w:tblGrid>
                  <w:gridCol w:w="284"/>
                  <w:gridCol w:w="397"/>
                </w:tblGrid>
                <w:tr w:rsidR="00B61E9F" w:rsidRPr="009C59B0" w:rsidTr="00A5568E">
                  <w:trPr>
                    <w:cantSplit/>
                    <w:trHeight w:val="1418"/>
                    <w:jc w:val="right"/>
                  </w:trPr>
                  <w:tc>
                    <w:tcPr>
                      <w:tcW w:w="284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Взам. инв. №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9C59B0" w:rsidTr="00A5568E">
                  <w:trPr>
                    <w:cantSplit/>
                    <w:trHeight w:hRule="exact" w:val="1985"/>
                    <w:jc w:val="right"/>
                  </w:trPr>
                  <w:tc>
                    <w:tcPr>
                      <w:tcW w:w="284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Подп. и дата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5522C2" w:rsidTr="00A5568E">
                  <w:trPr>
                    <w:cantSplit/>
                    <w:trHeight w:hRule="exact" w:val="1418"/>
                    <w:jc w:val="right"/>
                  </w:trPr>
                  <w:tc>
                    <w:tcPr>
                      <w:tcW w:w="284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Инв. № подп.</w:t>
                      </w:r>
                    </w:p>
                  </w:tc>
                  <w:tc>
                    <w:tcPr>
                      <w:tcW w:w="397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3B6289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</w:p>
                  </w:tc>
                </w:tr>
              </w:tbl>
              <w:p w:rsidR="00B61E9F" w:rsidRPr="005522C2" w:rsidRDefault="00B61E9F" w:rsidP="000B59DA">
                <w:pPr>
                  <w:pStyle w:val="aa"/>
                  <w:ind w:left="113"/>
                  <w:rPr>
                    <w:lang w:val="en-US"/>
                  </w:rPr>
                </w:pPr>
              </w:p>
            </w:txbxContent>
          </v:textbox>
        </v:shape>
      </w:pict>
    </w:r>
    <w:r w:rsidRPr="00060566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76.25pt;margin-top:91.25pt;width:31.4pt;height:31.35pt;z-index:251656192;mso-position-horizontal-relative:text;mso-position-vertical-relative:text">
          <v:imagedata r:id="rId1" o:title=""/>
        </v:shape>
        <o:OLEObject Type="Embed" ProgID="CorelDRAW.Graphic.9" ShapeID="_x0000_s2055" DrawAspect="Content" ObjectID="_1804425290" r:id="rId2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5D1" w:rsidRDefault="004025D1">
      <w:r>
        <w:separator/>
      </w:r>
    </w:p>
    <w:p w:rsidR="004025D1" w:rsidRDefault="004025D1"/>
  </w:footnote>
  <w:footnote w:type="continuationSeparator" w:id="1">
    <w:p w:rsidR="004025D1" w:rsidRDefault="004025D1">
      <w:r>
        <w:continuationSeparator/>
      </w:r>
    </w:p>
    <w:p w:rsidR="004025D1" w:rsidRDefault="004025D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216" w:rsidRPr="00AE2EA6" w:rsidRDefault="00060566" w:rsidP="00AE2EA6">
    <w:pPr>
      <w:pStyle w:val="af2"/>
      <w:spacing w:after="0"/>
      <w:ind w:firstLine="7229"/>
      <w:rPr>
        <w:sz w:val="10"/>
        <w:szCs w:val="10"/>
      </w:rPr>
    </w:pPr>
    <w:r w:rsidRPr="00060566">
      <w:rPr>
        <w:rFonts w:ascii="Times New Roman" w:hAnsi="Times New Roman"/>
        <w:noProof/>
        <w:sz w:val="16"/>
        <w:szCs w:val="16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left:0;text-align:left;margin-left:-52.85pt;margin-top:377.9pt;width:45pt;height:449.75pt;z-index:-251657216" stroked="f">
          <v:textbox style="mso-next-textbox:#_x0000_s2075">
            <w:txbxContent>
              <w:tbl>
                <w:tblPr>
                  <w:tblOverlap w:val="never"/>
                  <w:tblW w:w="839" w:type="dxa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insideH w:val="single" w:sz="12" w:space="0" w:color="auto"/>
                    <w:insideV w:val="single" w:sz="12" w:space="0" w:color="auto"/>
                  </w:tblBorders>
                  <w:tblLayout w:type="fixed"/>
                  <w:tblLook w:val="0000"/>
                </w:tblPr>
                <w:tblGrid>
                  <w:gridCol w:w="158"/>
                  <w:gridCol w:w="122"/>
                  <w:gridCol w:w="188"/>
                  <w:gridCol w:w="92"/>
                  <w:gridCol w:w="279"/>
                </w:tblGrid>
                <w:tr w:rsidR="00B61E9F" w:rsidRPr="005711B5" w:rsidTr="00A438D2">
                  <w:trPr>
                    <w:cantSplit/>
                    <w:trHeight w:val="567"/>
                  </w:trPr>
                  <w:tc>
                    <w:tcPr>
                      <w:tcW w:w="280" w:type="dxa"/>
                      <w:gridSpan w:val="2"/>
                      <w:vMerge w:val="restart"/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  <w:t>Согласовано</w:t>
                      </w:r>
                    </w:p>
                  </w:tc>
                  <w:tc>
                    <w:tcPr>
                      <w:tcW w:w="280" w:type="dxa"/>
                      <w:gridSpan w:val="2"/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jc w:val="center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5711B5" w:rsidTr="00A438D2">
                  <w:trPr>
                    <w:cantSplit/>
                    <w:trHeight w:val="851"/>
                  </w:trPr>
                  <w:tc>
                    <w:tcPr>
                      <w:tcW w:w="280" w:type="dxa"/>
                      <w:gridSpan w:val="2"/>
                      <w:vMerge/>
                      <w:textDirection w:val="btL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80" w:type="dxa"/>
                      <w:gridSpan w:val="2"/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ind w:left="113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5711B5" w:rsidTr="00A438D2">
                  <w:trPr>
                    <w:cantSplit/>
                    <w:trHeight w:val="1134"/>
                  </w:trPr>
                  <w:tc>
                    <w:tcPr>
                      <w:tcW w:w="280" w:type="dxa"/>
                      <w:gridSpan w:val="2"/>
                      <w:vMerge/>
                      <w:textDirection w:val="btL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8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ind w:left="113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5711B5" w:rsidTr="00A438D2">
                  <w:trPr>
                    <w:cantSplit/>
                    <w:trHeight w:val="1134"/>
                  </w:trPr>
                  <w:tc>
                    <w:tcPr>
                      <w:tcW w:w="280" w:type="dxa"/>
                      <w:gridSpan w:val="2"/>
                      <w:vMerge/>
                      <w:textDirection w:val="btL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8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ind w:left="113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9C59B0" w:rsidTr="00A438D2">
                  <w:trPr>
                    <w:gridBefore w:val="1"/>
                    <w:wBefore w:w="158" w:type="dxa"/>
                    <w:cantSplit/>
                    <w:trHeight w:val="1418"/>
                  </w:trPr>
                  <w:tc>
                    <w:tcPr>
                      <w:tcW w:w="31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Взам. инв. №</w:t>
                      </w:r>
                    </w:p>
                  </w:tc>
                  <w:tc>
                    <w:tcPr>
                      <w:tcW w:w="371" w:type="dxa"/>
                      <w:gridSpan w:val="2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9C59B0" w:rsidTr="00A438D2">
                  <w:trPr>
                    <w:gridBefore w:val="1"/>
                    <w:wBefore w:w="158" w:type="dxa"/>
                    <w:cantSplit/>
                    <w:trHeight w:hRule="exact" w:val="1985"/>
                  </w:trPr>
                  <w:tc>
                    <w:tcPr>
                      <w:tcW w:w="31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Подп. и дата</w:t>
                      </w:r>
                    </w:p>
                  </w:tc>
                  <w:tc>
                    <w:tcPr>
                      <w:tcW w:w="371" w:type="dxa"/>
                      <w:gridSpan w:val="2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5522C2" w:rsidTr="00A438D2">
                  <w:trPr>
                    <w:gridBefore w:val="1"/>
                    <w:wBefore w:w="158" w:type="dxa"/>
                    <w:cantSplit/>
                    <w:trHeight w:hRule="exact" w:val="1418"/>
                  </w:trPr>
                  <w:tc>
                    <w:tcPr>
                      <w:tcW w:w="31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Инв. № подп.</w:t>
                      </w:r>
                    </w:p>
                  </w:tc>
                  <w:tc>
                    <w:tcPr>
                      <w:tcW w:w="371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3B6289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</w:p>
                  </w:tc>
                </w:tr>
              </w:tbl>
              <w:p w:rsidR="00B61E9F" w:rsidRPr="005522C2" w:rsidRDefault="00B61E9F" w:rsidP="00DB193C">
                <w:pPr>
                  <w:pStyle w:val="aa"/>
                  <w:ind w:left="113"/>
                  <w:rPr>
                    <w:lang w:val="en-US"/>
                  </w:rPr>
                </w:pPr>
              </w:p>
              <w:p w:rsidR="00B61E9F" w:rsidRPr="00731C2A" w:rsidRDefault="00B61E9F" w:rsidP="00DB193C"/>
            </w:txbxContent>
          </v:textbox>
        </v:shape>
      </w:pict>
    </w:r>
    <w:r w:rsidRPr="00060566">
      <w:rPr>
        <w:noProof/>
        <w:sz w:val="6"/>
        <w:szCs w:val="6"/>
        <w:lang w:eastAsia="ru-RU"/>
      </w:rPr>
      <w:pict>
        <v:group id="_x0000_s2051" style="position:absolute;left:0;text-align:left;margin-left:-9.05pt;margin-top:5.45pt;width:524.5pt;height:809.2pt;z-index:251655168" coordorigin="1787,4557" coordsize="9720,360">
          <v:line id="_x0000_s2052" style="position:absolute" from="1787,4557" to="11507,4557" strokeweight="1.5pt"/>
          <v:line id="_x0000_s2053" style="position:absolute" from="1787,4557" to="1787,4917" strokeweight="1.5pt"/>
          <v:line id="_x0000_s2054" style="position:absolute" from="11507,4557" to="11507,4917" strokeweight="1.5pt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E9F" w:rsidRPr="00354F39" w:rsidRDefault="00060566" w:rsidP="004D44F1">
    <w:pPr>
      <w:pStyle w:val="af2"/>
      <w:spacing w:after="0"/>
      <w:rPr>
        <w:sz w:val="6"/>
        <w:szCs w:val="6"/>
        <w:lang w:val="en-US"/>
      </w:rPr>
    </w:pPr>
    <w:r>
      <w:rPr>
        <w:noProof/>
        <w:sz w:val="6"/>
        <w:szCs w:val="6"/>
        <w:lang w:eastAsia="ru-RU"/>
      </w:rPr>
      <w:pict>
        <v:group id="_x0000_s2061" style="position:absolute;left:0;text-align:left;margin-left:-9.05pt;margin-top:4.9pt;width:524.5pt;height:809.3pt;z-index:251658240" coordorigin="1787,4557" coordsize="9720,360">
          <v:line id="_x0000_s2062" style="position:absolute" from="1787,4557" to="11507,4557" strokeweight="1.5pt"/>
          <v:line id="_x0000_s2063" style="position:absolute" from="1787,4557" to="1787,4917" strokeweight="1.5pt"/>
          <v:line id="_x0000_s2064" style="position:absolute" from="11507,4557" to="11507,4917" strokeweight="1.5pt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EB25E4A"/>
    <w:lvl w:ilvl="0">
      <w:start w:val="1"/>
      <w:numFmt w:val="decimal"/>
      <w:pStyle w:val="1"/>
      <w:lvlText w:val="%1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1">
      <w:start w:val="1"/>
      <w:numFmt w:val="decimal"/>
      <w:pStyle w:val="2"/>
      <w:lvlText w:val="%1.%2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2">
      <w:start w:val="1"/>
      <w:numFmt w:val="decimal"/>
      <w:pStyle w:val="3"/>
      <w:lvlText w:val="%1.%2.%3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343"/>
        </w:tabs>
        <w:ind w:left="1343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03"/>
        </w:tabs>
        <w:ind w:left="1403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23"/>
        </w:tabs>
        <w:ind w:left="1823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83"/>
        </w:tabs>
        <w:ind w:left="188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303"/>
        </w:tabs>
        <w:ind w:left="2303" w:hanging="1800"/>
      </w:pPr>
      <w:rPr>
        <w:rFonts w:hint="default"/>
        <w:b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"/>
      <w:lvlJc w:val="left"/>
      <w:pPr>
        <w:tabs>
          <w:tab w:val="num" w:pos="1593"/>
        </w:tabs>
        <w:ind w:left="1593" w:hanging="402"/>
      </w:pPr>
      <w:rPr>
        <w:rFonts w:ascii="Wingdings 2" w:hAnsi="Wingdings 2"/>
        <w:color w:val="00000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395"/>
        </w:tabs>
        <w:ind w:left="1395" w:hanging="402"/>
      </w:pPr>
      <w:rPr>
        <w:rFonts w:ascii="Courier New" w:hAnsi="Courier New"/>
        <w:color w:val="000000"/>
      </w:rPr>
    </w:lvl>
  </w:abstractNum>
  <w:abstractNum w:abstractNumId="3">
    <w:nsid w:val="035348F9"/>
    <w:multiLevelType w:val="singleLevel"/>
    <w:tmpl w:val="3296FE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61C0AD8"/>
    <w:multiLevelType w:val="hybridMultilevel"/>
    <w:tmpl w:val="D5CEE16C"/>
    <w:lvl w:ilvl="0" w:tplc="4BE88A44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5">
    <w:nsid w:val="075206D3"/>
    <w:multiLevelType w:val="hybridMultilevel"/>
    <w:tmpl w:val="D5CEE16C"/>
    <w:lvl w:ilvl="0" w:tplc="4BE88A44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6">
    <w:nsid w:val="0E0766B1"/>
    <w:multiLevelType w:val="hybridMultilevel"/>
    <w:tmpl w:val="3A183DD0"/>
    <w:lvl w:ilvl="0" w:tplc="A24A9E7A">
      <w:start w:val="1"/>
      <w:numFmt w:val="bullet"/>
      <w:pStyle w:val="a0"/>
      <w:lvlText w:val=""/>
      <w:lvlJc w:val="left"/>
      <w:pPr>
        <w:tabs>
          <w:tab w:val="num" w:pos="1247"/>
        </w:tabs>
        <w:ind w:left="1247" w:hanging="226"/>
      </w:pPr>
      <w:rPr>
        <w:rFonts w:ascii="Wingdings 2" w:hAnsi="Wingdings 2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E82D3C"/>
    <w:multiLevelType w:val="hybridMultilevel"/>
    <w:tmpl w:val="AF68D1D2"/>
    <w:lvl w:ilvl="0" w:tplc="C0F27794">
      <w:start w:val="1"/>
      <w:numFmt w:val="decimal"/>
      <w:lvlText w:val="%1"/>
      <w:lvlJc w:val="center"/>
      <w:pPr>
        <w:ind w:left="6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8">
    <w:nsid w:val="12B1505B"/>
    <w:multiLevelType w:val="hybridMultilevel"/>
    <w:tmpl w:val="169E11E4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13DB65B6"/>
    <w:multiLevelType w:val="hybridMultilevel"/>
    <w:tmpl w:val="A81E27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658586F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11">
    <w:nsid w:val="1694704B"/>
    <w:multiLevelType w:val="hybridMultilevel"/>
    <w:tmpl w:val="6D747870"/>
    <w:lvl w:ilvl="0" w:tplc="DD6C3B68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2">
    <w:nsid w:val="169B78B9"/>
    <w:multiLevelType w:val="singleLevel"/>
    <w:tmpl w:val="98A09D18"/>
    <w:lvl w:ilvl="0">
      <w:start w:val="1"/>
      <w:numFmt w:val="bullet"/>
      <w:pStyle w:val="a1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</w:abstractNum>
  <w:abstractNum w:abstractNumId="13">
    <w:nsid w:val="1734596F"/>
    <w:multiLevelType w:val="hybridMultilevel"/>
    <w:tmpl w:val="85069EEC"/>
    <w:lvl w:ilvl="0" w:tplc="F8709EE6">
      <w:start w:val="5"/>
      <w:numFmt w:val="decimal"/>
      <w:lvlText w:val="%1."/>
      <w:lvlJc w:val="left"/>
      <w:pPr>
        <w:ind w:left="1069" w:hanging="360"/>
      </w:pPr>
      <w:rPr>
        <w:rFonts w:cs="Arial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B9313A9"/>
    <w:multiLevelType w:val="hybridMultilevel"/>
    <w:tmpl w:val="C05C1CA6"/>
    <w:lvl w:ilvl="0" w:tplc="E3CCB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A77B15"/>
    <w:multiLevelType w:val="hybridMultilevel"/>
    <w:tmpl w:val="FFAC0E1C"/>
    <w:lvl w:ilvl="0" w:tplc="ACD0584E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16">
    <w:nsid w:val="1F6525F1"/>
    <w:multiLevelType w:val="hybridMultilevel"/>
    <w:tmpl w:val="90C8EDE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1F7C22DE"/>
    <w:multiLevelType w:val="hybridMultilevel"/>
    <w:tmpl w:val="C1F2E594"/>
    <w:lvl w:ilvl="0" w:tplc="E3CCBADE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8">
    <w:nsid w:val="22C46951"/>
    <w:multiLevelType w:val="hybridMultilevel"/>
    <w:tmpl w:val="2E3E5AE0"/>
    <w:lvl w:ilvl="0" w:tplc="E3CCB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FC0A2B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20">
    <w:nsid w:val="2E3E357A"/>
    <w:multiLevelType w:val="hybridMultilevel"/>
    <w:tmpl w:val="F7F2B8C6"/>
    <w:lvl w:ilvl="0" w:tplc="6C78CC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1596460"/>
    <w:multiLevelType w:val="hybridMultilevel"/>
    <w:tmpl w:val="85FC9B8E"/>
    <w:lvl w:ilvl="0" w:tplc="7EB0B35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4D636E3"/>
    <w:multiLevelType w:val="hybridMultilevel"/>
    <w:tmpl w:val="BE08F15C"/>
    <w:lvl w:ilvl="0" w:tplc="E3CCB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1E424B"/>
    <w:multiLevelType w:val="singleLevel"/>
    <w:tmpl w:val="FB4E7C8A"/>
    <w:lvl w:ilvl="0">
      <w:start w:val="1"/>
      <w:numFmt w:val="decimal"/>
      <w:lvlText w:val="%1"/>
      <w:legacy w:legacy="1" w:legacySpace="0" w:legacyIndent="0"/>
      <w:lvlJc w:val="left"/>
      <w:rPr>
        <w:rFonts w:ascii="Arial" w:hAnsi="Arial" w:cs="Arial" w:hint="default"/>
        <w:b w:val="0"/>
        <w:i w:val="0"/>
        <w:strike w:val="0"/>
        <w:sz w:val="24"/>
      </w:rPr>
    </w:lvl>
  </w:abstractNum>
  <w:abstractNum w:abstractNumId="24">
    <w:nsid w:val="3F113757"/>
    <w:multiLevelType w:val="multilevel"/>
    <w:tmpl w:val="67743928"/>
    <w:lvl w:ilvl="0">
      <w:start w:val="1"/>
      <w:numFmt w:val="bullet"/>
      <w:pStyle w:val="a2"/>
      <w:lvlText w:val=""/>
      <w:lvlJc w:val="left"/>
      <w:pPr>
        <w:tabs>
          <w:tab w:val="num" w:pos="992"/>
        </w:tabs>
        <w:ind w:left="0" w:firstLine="709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"/>
      <w:lvlJc w:val="left"/>
      <w:pPr>
        <w:tabs>
          <w:tab w:val="num" w:pos="992"/>
        </w:tabs>
        <w:ind w:left="1276" w:hanging="284"/>
      </w:pPr>
      <w:rPr>
        <w:rFonts w:ascii="Wingdings" w:hAnsi="Wingdings" w:cs="Times New Roman" w:hint="default"/>
        <w:sz w:val="16"/>
        <w:szCs w:val="16"/>
      </w:rPr>
    </w:lvl>
    <w:lvl w:ilvl="2">
      <w:start w:val="1"/>
      <w:numFmt w:val="bullet"/>
      <w:lvlText w:val="–"/>
      <w:lvlJc w:val="left"/>
      <w:pPr>
        <w:tabs>
          <w:tab w:val="num" w:pos="1276"/>
        </w:tabs>
        <w:ind w:left="1758" w:hanging="340"/>
      </w:pPr>
      <w:rPr>
        <w:rFonts w:ascii="Verdana" w:hAnsi="Verdana" w:cs="Times New Roman" w:hint="default"/>
        <w:b/>
        <w:i w:val="0"/>
        <w:sz w:val="24"/>
        <w:szCs w:val="2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407C03D7"/>
    <w:multiLevelType w:val="hybridMultilevel"/>
    <w:tmpl w:val="372AC96A"/>
    <w:lvl w:ilvl="0" w:tplc="C330BC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51A483D"/>
    <w:multiLevelType w:val="hybridMultilevel"/>
    <w:tmpl w:val="11149376"/>
    <w:lvl w:ilvl="0" w:tplc="0419000F">
      <w:start w:val="1"/>
      <w:numFmt w:val="decimal"/>
      <w:lvlText w:val="%1."/>
      <w:lvlJc w:val="left"/>
      <w:pPr>
        <w:ind w:left="652" w:hanging="360"/>
      </w:p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27">
    <w:nsid w:val="4FE71B0E"/>
    <w:multiLevelType w:val="hybridMultilevel"/>
    <w:tmpl w:val="2D1A852E"/>
    <w:lvl w:ilvl="0" w:tplc="2220A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540040E1"/>
    <w:multiLevelType w:val="hybridMultilevel"/>
    <w:tmpl w:val="578E482E"/>
    <w:lvl w:ilvl="0" w:tplc="E92E0F38">
      <w:start w:val="1"/>
      <w:numFmt w:val="decimal"/>
      <w:lvlText w:val="%1"/>
      <w:lvlJc w:val="center"/>
      <w:pPr>
        <w:tabs>
          <w:tab w:val="num" w:pos="816"/>
        </w:tabs>
        <w:ind w:left="816" w:hanging="53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B32E03"/>
    <w:multiLevelType w:val="multilevel"/>
    <w:tmpl w:val="5F8C0A46"/>
    <w:lvl w:ilvl="0">
      <w:start w:val="1"/>
      <w:numFmt w:val="decimal"/>
      <w:suff w:val="space"/>
      <w:lvlText w:val="%1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hint="default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992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992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992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992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992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992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992" w:firstLine="0"/>
      </w:pPr>
      <w:rPr>
        <w:rFonts w:hint="default"/>
      </w:rPr>
    </w:lvl>
  </w:abstractNum>
  <w:abstractNum w:abstractNumId="30">
    <w:nsid w:val="579A0555"/>
    <w:multiLevelType w:val="hybridMultilevel"/>
    <w:tmpl w:val="7EBA43FA"/>
    <w:lvl w:ilvl="0" w:tplc="0419000F">
      <w:start w:val="1"/>
      <w:numFmt w:val="decimal"/>
      <w:lvlText w:val="%1."/>
      <w:lvlJc w:val="left"/>
      <w:pPr>
        <w:ind w:left="1008" w:hanging="360"/>
      </w:p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1">
    <w:nsid w:val="57A10EFB"/>
    <w:multiLevelType w:val="hybridMultilevel"/>
    <w:tmpl w:val="B400F46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5DB22CE3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33">
    <w:nsid w:val="61E56393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34">
    <w:nsid w:val="641964F3"/>
    <w:multiLevelType w:val="hybridMultilevel"/>
    <w:tmpl w:val="98B60AA2"/>
    <w:lvl w:ilvl="0" w:tplc="9ABA7F9A">
      <w:start w:val="1"/>
      <w:numFmt w:val="decimal"/>
      <w:pStyle w:val="a3"/>
      <w:lvlText w:val="%1"/>
      <w:lvlJc w:val="right"/>
      <w:pPr>
        <w:tabs>
          <w:tab w:val="num" w:pos="1021"/>
        </w:tabs>
        <w:ind w:left="1021" w:hanging="11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BB75E8"/>
    <w:multiLevelType w:val="hybridMultilevel"/>
    <w:tmpl w:val="047685C6"/>
    <w:lvl w:ilvl="0" w:tplc="7C449FEE">
      <w:start w:val="1"/>
      <w:numFmt w:val="bullet"/>
      <w:pStyle w:val="a4"/>
      <w:lvlText w:val="-"/>
      <w:lvlJc w:val="left"/>
      <w:pPr>
        <w:tabs>
          <w:tab w:val="num" w:pos="1021"/>
        </w:tabs>
        <w:ind w:left="1021" w:hanging="227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3C18F8"/>
    <w:multiLevelType w:val="hybridMultilevel"/>
    <w:tmpl w:val="65E0C774"/>
    <w:lvl w:ilvl="0" w:tplc="C0F27794">
      <w:start w:val="1"/>
      <w:numFmt w:val="decimal"/>
      <w:lvlText w:val="%1"/>
      <w:lvlJc w:val="center"/>
      <w:pPr>
        <w:ind w:left="6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37">
    <w:nsid w:val="7BAE085C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38">
    <w:nsid w:val="7BFE017D"/>
    <w:multiLevelType w:val="hybridMultilevel"/>
    <w:tmpl w:val="D5CEE16C"/>
    <w:lvl w:ilvl="0" w:tplc="4BE88A44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num w:numId="1">
    <w:abstractNumId w:val="35"/>
  </w:num>
  <w:num w:numId="2">
    <w:abstractNumId w:val="34"/>
  </w:num>
  <w:num w:numId="3">
    <w:abstractNumId w:val="6"/>
  </w:num>
  <w:num w:numId="4">
    <w:abstractNumId w:val="0"/>
  </w:num>
  <w:num w:numId="5">
    <w:abstractNumId w:val="21"/>
  </w:num>
  <w:num w:numId="6">
    <w:abstractNumId w:val="10"/>
  </w:num>
  <w:num w:numId="7">
    <w:abstractNumId w:val="33"/>
  </w:num>
  <w:num w:numId="8">
    <w:abstractNumId w:val="8"/>
  </w:num>
  <w:num w:numId="9">
    <w:abstractNumId w:val="15"/>
  </w:num>
  <w:num w:numId="10">
    <w:abstractNumId w:val="37"/>
  </w:num>
  <w:num w:numId="11">
    <w:abstractNumId w:val="19"/>
  </w:num>
  <w:num w:numId="12">
    <w:abstractNumId w:val="32"/>
  </w:num>
  <w:num w:numId="13">
    <w:abstractNumId w:val="3"/>
  </w:num>
  <w:num w:numId="14">
    <w:abstractNumId w:val="0"/>
  </w:num>
  <w:num w:numId="15">
    <w:abstractNumId w:val="24"/>
  </w:num>
  <w:num w:numId="16">
    <w:abstractNumId w:val="23"/>
  </w:num>
  <w:num w:numId="17">
    <w:abstractNumId w:val="38"/>
  </w:num>
  <w:num w:numId="18">
    <w:abstractNumId w:val="30"/>
  </w:num>
  <w:num w:numId="19">
    <w:abstractNumId w:val="26"/>
  </w:num>
  <w:num w:numId="20">
    <w:abstractNumId w:val="7"/>
  </w:num>
  <w:num w:numId="21">
    <w:abstractNumId w:val="36"/>
  </w:num>
  <w:num w:numId="22">
    <w:abstractNumId w:val="0"/>
  </w:num>
  <w:num w:numId="23">
    <w:abstractNumId w:val="5"/>
  </w:num>
  <w:num w:numId="24">
    <w:abstractNumId w:val="16"/>
  </w:num>
  <w:num w:numId="25">
    <w:abstractNumId w:val="9"/>
  </w:num>
  <w:num w:numId="26">
    <w:abstractNumId w:val="28"/>
  </w:num>
  <w:num w:numId="27">
    <w:abstractNumId w:val="4"/>
  </w:num>
  <w:num w:numId="28">
    <w:abstractNumId w:val="25"/>
  </w:num>
  <w:num w:numId="29">
    <w:abstractNumId w:val="11"/>
  </w:num>
  <w:num w:numId="30">
    <w:abstractNumId w:val="17"/>
  </w:num>
  <w:num w:numId="31">
    <w:abstractNumId w:val="20"/>
  </w:num>
  <w:num w:numId="32">
    <w:abstractNumId w:val="14"/>
  </w:num>
  <w:num w:numId="33">
    <w:abstractNumId w:val="22"/>
  </w:num>
  <w:num w:numId="34">
    <w:abstractNumId w:val="18"/>
  </w:num>
  <w:num w:numId="35">
    <w:abstractNumId w:val="31"/>
  </w:num>
  <w:num w:numId="3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29"/>
  </w:num>
  <w:num w:numId="39">
    <w:abstractNumId w:val="2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001"/>
  <w:doNotTrackFormatting/>
  <w:defaultTabStop w:val="709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148E6"/>
    <w:rsid w:val="0000022A"/>
    <w:rsid w:val="00003548"/>
    <w:rsid w:val="00003771"/>
    <w:rsid w:val="00004560"/>
    <w:rsid w:val="0000549D"/>
    <w:rsid w:val="00006330"/>
    <w:rsid w:val="000069B7"/>
    <w:rsid w:val="00006B42"/>
    <w:rsid w:val="00006B53"/>
    <w:rsid w:val="000071DD"/>
    <w:rsid w:val="00007AC6"/>
    <w:rsid w:val="00010469"/>
    <w:rsid w:val="0001084C"/>
    <w:rsid w:val="00010AED"/>
    <w:rsid w:val="000115E3"/>
    <w:rsid w:val="00011B83"/>
    <w:rsid w:val="00012798"/>
    <w:rsid w:val="00012DFB"/>
    <w:rsid w:val="00012F10"/>
    <w:rsid w:val="000130F0"/>
    <w:rsid w:val="000138A7"/>
    <w:rsid w:val="00013C1B"/>
    <w:rsid w:val="0001413A"/>
    <w:rsid w:val="000148E6"/>
    <w:rsid w:val="00014D68"/>
    <w:rsid w:val="000152A4"/>
    <w:rsid w:val="0001532B"/>
    <w:rsid w:val="00015617"/>
    <w:rsid w:val="00015955"/>
    <w:rsid w:val="00016877"/>
    <w:rsid w:val="000202F3"/>
    <w:rsid w:val="00020711"/>
    <w:rsid w:val="0002092B"/>
    <w:rsid w:val="00021472"/>
    <w:rsid w:val="00021A9B"/>
    <w:rsid w:val="0002257A"/>
    <w:rsid w:val="00022B0F"/>
    <w:rsid w:val="000233E4"/>
    <w:rsid w:val="00023501"/>
    <w:rsid w:val="00023CCF"/>
    <w:rsid w:val="0002443E"/>
    <w:rsid w:val="000245BB"/>
    <w:rsid w:val="000262D8"/>
    <w:rsid w:val="000262ED"/>
    <w:rsid w:val="000268DC"/>
    <w:rsid w:val="00026FFA"/>
    <w:rsid w:val="000271D2"/>
    <w:rsid w:val="00027736"/>
    <w:rsid w:val="0003118D"/>
    <w:rsid w:val="00031DC0"/>
    <w:rsid w:val="00032045"/>
    <w:rsid w:val="00032422"/>
    <w:rsid w:val="00033126"/>
    <w:rsid w:val="0003333E"/>
    <w:rsid w:val="00033829"/>
    <w:rsid w:val="0003394C"/>
    <w:rsid w:val="00033B2A"/>
    <w:rsid w:val="00033D30"/>
    <w:rsid w:val="00034272"/>
    <w:rsid w:val="000343BE"/>
    <w:rsid w:val="00034DBF"/>
    <w:rsid w:val="0003508A"/>
    <w:rsid w:val="00035283"/>
    <w:rsid w:val="000361BB"/>
    <w:rsid w:val="00036206"/>
    <w:rsid w:val="000364C4"/>
    <w:rsid w:val="00036CAE"/>
    <w:rsid w:val="0003706C"/>
    <w:rsid w:val="00037399"/>
    <w:rsid w:val="0003789A"/>
    <w:rsid w:val="000401D8"/>
    <w:rsid w:val="000405C1"/>
    <w:rsid w:val="00040952"/>
    <w:rsid w:val="0004104A"/>
    <w:rsid w:val="000412B1"/>
    <w:rsid w:val="00042924"/>
    <w:rsid w:val="00043B33"/>
    <w:rsid w:val="000445F7"/>
    <w:rsid w:val="00044B5D"/>
    <w:rsid w:val="00045069"/>
    <w:rsid w:val="000460A0"/>
    <w:rsid w:val="0005002F"/>
    <w:rsid w:val="00050F0C"/>
    <w:rsid w:val="000510F3"/>
    <w:rsid w:val="0005137E"/>
    <w:rsid w:val="00051B7D"/>
    <w:rsid w:val="0005343B"/>
    <w:rsid w:val="00053D40"/>
    <w:rsid w:val="00053F3D"/>
    <w:rsid w:val="00054919"/>
    <w:rsid w:val="0005582E"/>
    <w:rsid w:val="00055B51"/>
    <w:rsid w:val="00055C8A"/>
    <w:rsid w:val="00055D09"/>
    <w:rsid w:val="000562CC"/>
    <w:rsid w:val="00056A5F"/>
    <w:rsid w:val="00056DCA"/>
    <w:rsid w:val="0005744A"/>
    <w:rsid w:val="00057BFF"/>
    <w:rsid w:val="00060566"/>
    <w:rsid w:val="0006087A"/>
    <w:rsid w:val="000610B8"/>
    <w:rsid w:val="00062EF4"/>
    <w:rsid w:val="000632B0"/>
    <w:rsid w:val="000636FC"/>
    <w:rsid w:val="000646F3"/>
    <w:rsid w:val="00065075"/>
    <w:rsid w:val="000652E0"/>
    <w:rsid w:val="00066DFE"/>
    <w:rsid w:val="000702E1"/>
    <w:rsid w:val="00070F07"/>
    <w:rsid w:val="00071547"/>
    <w:rsid w:val="000715D0"/>
    <w:rsid w:val="000719A7"/>
    <w:rsid w:val="00071DB8"/>
    <w:rsid w:val="00072D49"/>
    <w:rsid w:val="0007309A"/>
    <w:rsid w:val="000733AD"/>
    <w:rsid w:val="00073665"/>
    <w:rsid w:val="000743F8"/>
    <w:rsid w:val="00074BAE"/>
    <w:rsid w:val="000753A7"/>
    <w:rsid w:val="00076113"/>
    <w:rsid w:val="00077AD8"/>
    <w:rsid w:val="00077CEF"/>
    <w:rsid w:val="00077D25"/>
    <w:rsid w:val="00080633"/>
    <w:rsid w:val="0008074F"/>
    <w:rsid w:val="00080933"/>
    <w:rsid w:val="000815CD"/>
    <w:rsid w:val="0008167E"/>
    <w:rsid w:val="0008212E"/>
    <w:rsid w:val="0008266F"/>
    <w:rsid w:val="000828BE"/>
    <w:rsid w:val="00082ED2"/>
    <w:rsid w:val="00083DC0"/>
    <w:rsid w:val="0008433A"/>
    <w:rsid w:val="00084525"/>
    <w:rsid w:val="00084679"/>
    <w:rsid w:val="000857E5"/>
    <w:rsid w:val="000858D7"/>
    <w:rsid w:val="00087127"/>
    <w:rsid w:val="000873A1"/>
    <w:rsid w:val="00087E4E"/>
    <w:rsid w:val="00087EC7"/>
    <w:rsid w:val="00087EDB"/>
    <w:rsid w:val="000903AA"/>
    <w:rsid w:val="0009100C"/>
    <w:rsid w:val="00091725"/>
    <w:rsid w:val="0009177F"/>
    <w:rsid w:val="00091F48"/>
    <w:rsid w:val="000925B8"/>
    <w:rsid w:val="00092924"/>
    <w:rsid w:val="000929A5"/>
    <w:rsid w:val="00092A26"/>
    <w:rsid w:val="00092FBB"/>
    <w:rsid w:val="0009310E"/>
    <w:rsid w:val="00093BED"/>
    <w:rsid w:val="000945C9"/>
    <w:rsid w:val="00094EB7"/>
    <w:rsid w:val="000955E3"/>
    <w:rsid w:val="00095EF9"/>
    <w:rsid w:val="00096A68"/>
    <w:rsid w:val="000A01F0"/>
    <w:rsid w:val="000A02F8"/>
    <w:rsid w:val="000A0789"/>
    <w:rsid w:val="000A178E"/>
    <w:rsid w:val="000A258B"/>
    <w:rsid w:val="000A2665"/>
    <w:rsid w:val="000A2ADA"/>
    <w:rsid w:val="000A390F"/>
    <w:rsid w:val="000A4A10"/>
    <w:rsid w:val="000A4CB2"/>
    <w:rsid w:val="000A4DC9"/>
    <w:rsid w:val="000A5E23"/>
    <w:rsid w:val="000A61DD"/>
    <w:rsid w:val="000B00CE"/>
    <w:rsid w:val="000B0411"/>
    <w:rsid w:val="000B05B7"/>
    <w:rsid w:val="000B130B"/>
    <w:rsid w:val="000B3525"/>
    <w:rsid w:val="000B369B"/>
    <w:rsid w:val="000B46B4"/>
    <w:rsid w:val="000B4C04"/>
    <w:rsid w:val="000B5237"/>
    <w:rsid w:val="000B59DA"/>
    <w:rsid w:val="000B6663"/>
    <w:rsid w:val="000B67AF"/>
    <w:rsid w:val="000B779C"/>
    <w:rsid w:val="000B7E42"/>
    <w:rsid w:val="000C0247"/>
    <w:rsid w:val="000C0AD2"/>
    <w:rsid w:val="000C2047"/>
    <w:rsid w:val="000C21CE"/>
    <w:rsid w:val="000C255E"/>
    <w:rsid w:val="000C3173"/>
    <w:rsid w:val="000C3538"/>
    <w:rsid w:val="000C359A"/>
    <w:rsid w:val="000C403E"/>
    <w:rsid w:val="000C55A5"/>
    <w:rsid w:val="000C55B0"/>
    <w:rsid w:val="000C696C"/>
    <w:rsid w:val="000C7A85"/>
    <w:rsid w:val="000C7ECD"/>
    <w:rsid w:val="000D0541"/>
    <w:rsid w:val="000D187C"/>
    <w:rsid w:val="000D2D93"/>
    <w:rsid w:val="000D35C4"/>
    <w:rsid w:val="000D3699"/>
    <w:rsid w:val="000D3CA9"/>
    <w:rsid w:val="000D3D44"/>
    <w:rsid w:val="000D404A"/>
    <w:rsid w:val="000D479B"/>
    <w:rsid w:val="000D480D"/>
    <w:rsid w:val="000D4D74"/>
    <w:rsid w:val="000D5215"/>
    <w:rsid w:val="000D5BAB"/>
    <w:rsid w:val="000D6142"/>
    <w:rsid w:val="000D6845"/>
    <w:rsid w:val="000D6927"/>
    <w:rsid w:val="000D6EFA"/>
    <w:rsid w:val="000D70B4"/>
    <w:rsid w:val="000D7808"/>
    <w:rsid w:val="000D7D60"/>
    <w:rsid w:val="000E00BA"/>
    <w:rsid w:val="000E159E"/>
    <w:rsid w:val="000E2EC3"/>
    <w:rsid w:val="000E2FB6"/>
    <w:rsid w:val="000E330A"/>
    <w:rsid w:val="000E350C"/>
    <w:rsid w:val="000E3793"/>
    <w:rsid w:val="000E6301"/>
    <w:rsid w:val="000E6AE1"/>
    <w:rsid w:val="000E6C2A"/>
    <w:rsid w:val="000F00B2"/>
    <w:rsid w:val="000F0465"/>
    <w:rsid w:val="000F0616"/>
    <w:rsid w:val="000F0A0C"/>
    <w:rsid w:val="000F158B"/>
    <w:rsid w:val="000F251F"/>
    <w:rsid w:val="000F2810"/>
    <w:rsid w:val="000F2F3B"/>
    <w:rsid w:val="000F33E5"/>
    <w:rsid w:val="000F34C7"/>
    <w:rsid w:val="000F3A97"/>
    <w:rsid w:val="000F5784"/>
    <w:rsid w:val="000F6504"/>
    <w:rsid w:val="000F69DF"/>
    <w:rsid w:val="000F69FB"/>
    <w:rsid w:val="000F7244"/>
    <w:rsid w:val="00100562"/>
    <w:rsid w:val="00101ABD"/>
    <w:rsid w:val="00101B1F"/>
    <w:rsid w:val="00103B23"/>
    <w:rsid w:val="0010450D"/>
    <w:rsid w:val="00104E59"/>
    <w:rsid w:val="00105C2A"/>
    <w:rsid w:val="00106497"/>
    <w:rsid w:val="00106CB7"/>
    <w:rsid w:val="0010702D"/>
    <w:rsid w:val="001079BE"/>
    <w:rsid w:val="00107A08"/>
    <w:rsid w:val="00107A49"/>
    <w:rsid w:val="0011005D"/>
    <w:rsid w:val="00111812"/>
    <w:rsid w:val="00112105"/>
    <w:rsid w:val="00113BF9"/>
    <w:rsid w:val="001144CB"/>
    <w:rsid w:val="0011538A"/>
    <w:rsid w:val="00116421"/>
    <w:rsid w:val="001165C5"/>
    <w:rsid w:val="001166F2"/>
    <w:rsid w:val="00116FAF"/>
    <w:rsid w:val="00116FFC"/>
    <w:rsid w:val="00117A12"/>
    <w:rsid w:val="00120319"/>
    <w:rsid w:val="0012095F"/>
    <w:rsid w:val="00120F3F"/>
    <w:rsid w:val="00121775"/>
    <w:rsid w:val="00122533"/>
    <w:rsid w:val="001227A6"/>
    <w:rsid w:val="0012323F"/>
    <w:rsid w:val="00123B1B"/>
    <w:rsid w:val="001241AA"/>
    <w:rsid w:val="0012424B"/>
    <w:rsid w:val="001242F7"/>
    <w:rsid w:val="001244C5"/>
    <w:rsid w:val="00124A0D"/>
    <w:rsid w:val="00124D04"/>
    <w:rsid w:val="00124ECB"/>
    <w:rsid w:val="00125080"/>
    <w:rsid w:val="00125B4D"/>
    <w:rsid w:val="00125C88"/>
    <w:rsid w:val="0012626F"/>
    <w:rsid w:val="001263B0"/>
    <w:rsid w:val="00126C71"/>
    <w:rsid w:val="00127532"/>
    <w:rsid w:val="00127FD7"/>
    <w:rsid w:val="00130540"/>
    <w:rsid w:val="00131303"/>
    <w:rsid w:val="00131D8D"/>
    <w:rsid w:val="0013217F"/>
    <w:rsid w:val="00132589"/>
    <w:rsid w:val="00132CC6"/>
    <w:rsid w:val="00133C79"/>
    <w:rsid w:val="00133DE2"/>
    <w:rsid w:val="00133DE4"/>
    <w:rsid w:val="00135FE0"/>
    <w:rsid w:val="001370F5"/>
    <w:rsid w:val="001377FF"/>
    <w:rsid w:val="00137A9B"/>
    <w:rsid w:val="00137B6B"/>
    <w:rsid w:val="001404F9"/>
    <w:rsid w:val="00140E89"/>
    <w:rsid w:val="00141116"/>
    <w:rsid w:val="0014157B"/>
    <w:rsid w:val="00141A1B"/>
    <w:rsid w:val="00142682"/>
    <w:rsid w:val="00142A64"/>
    <w:rsid w:val="00143D6B"/>
    <w:rsid w:val="00143E32"/>
    <w:rsid w:val="00143E86"/>
    <w:rsid w:val="001448A7"/>
    <w:rsid w:val="00144BBB"/>
    <w:rsid w:val="0014505A"/>
    <w:rsid w:val="001453A9"/>
    <w:rsid w:val="00145862"/>
    <w:rsid w:val="00145D71"/>
    <w:rsid w:val="00146E13"/>
    <w:rsid w:val="00146E5C"/>
    <w:rsid w:val="00147108"/>
    <w:rsid w:val="0014797A"/>
    <w:rsid w:val="00147CEA"/>
    <w:rsid w:val="00150434"/>
    <w:rsid w:val="00150658"/>
    <w:rsid w:val="001507B6"/>
    <w:rsid w:val="00150A70"/>
    <w:rsid w:val="0015118B"/>
    <w:rsid w:val="00151C05"/>
    <w:rsid w:val="00151FB0"/>
    <w:rsid w:val="0015341B"/>
    <w:rsid w:val="00153604"/>
    <w:rsid w:val="001536AD"/>
    <w:rsid w:val="001539FC"/>
    <w:rsid w:val="00153BA6"/>
    <w:rsid w:val="00153EC8"/>
    <w:rsid w:val="001540CE"/>
    <w:rsid w:val="0015415C"/>
    <w:rsid w:val="00154214"/>
    <w:rsid w:val="00154AE0"/>
    <w:rsid w:val="001557DD"/>
    <w:rsid w:val="001558DB"/>
    <w:rsid w:val="00155A72"/>
    <w:rsid w:val="001561FE"/>
    <w:rsid w:val="00156762"/>
    <w:rsid w:val="001567BB"/>
    <w:rsid w:val="0015686B"/>
    <w:rsid w:val="00156DB3"/>
    <w:rsid w:val="00156F4F"/>
    <w:rsid w:val="00157164"/>
    <w:rsid w:val="00157C70"/>
    <w:rsid w:val="00157ECE"/>
    <w:rsid w:val="0016014F"/>
    <w:rsid w:val="001608F0"/>
    <w:rsid w:val="00160AE5"/>
    <w:rsid w:val="00160B3A"/>
    <w:rsid w:val="00160C5C"/>
    <w:rsid w:val="00161053"/>
    <w:rsid w:val="00161922"/>
    <w:rsid w:val="00161F21"/>
    <w:rsid w:val="00162B63"/>
    <w:rsid w:val="00164597"/>
    <w:rsid w:val="00165B5F"/>
    <w:rsid w:val="001705DC"/>
    <w:rsid w:val="001707A0"/>
    <w:rsid w:val="00170F13"/>
    <w:rsid w:val="001721E9"/>
    <w:rsid w:val="0017294A"/>
    <w:rsid w:val="00172A54"/>
    <w:rsid w:val="00173541"/>
    <w:rsid w:val="001739B9"/>
    <w:rsid w:val="00173C57"/>
    <w:rsid w:val="00174F17"/>
    <w:rsid w:val="00175EC9"/>
    <w:rsid w:val="00175F90"/>
    <w:rsid w:val="00176708"/>
    <w:rsid w:val="00177BB1"/>
    <w:rsid w:val="001827AB"/>
    <w:rsid w:val="00182CA4"/>
    <w:rsid w:val="0018488A"/>
    <w:rsid w:val="00184D55"/>
    <w:rsid w:val="00185080"/>
    <w:rsid w:val="001855FD"/>
    <w:rsid w:val="0018583B"/>
    <w:rsid w:val="00185FEF"/>
    <w:rsid w:val="00186C34"/>
    <w:rsid w:val="00186E6A"/>
    <w:rsid w:val="00186EF0"/>
    <w:rsid w:val="00186F5C"/>
    <w:rsid w:val="001879BD"/>
    <w:rsid w:val="00187BAD"/>
    <w:rsid w:val="00190382"/>
    <w:rsid w:val="001914E4"/>
    <w:rsid w:val="0019202E"/>
    <w:rsid w:val="00192C57"/>
    <w:rsid w:val="001930D7"/>
    <w:rsid w:val="001933B6"/>
    <w:rsid w:val="001936AC"/>
    <w:rsid w:val="00193FCA"/>
    <w:rsid w:val="0019458C"/>
    <w:rsid w:val="00194E00"/>
    <w:rsid w:val="00195224"/>
    <w:rsid w:val="00195B01"/>
    <w:rsid w:val="00196220"/>
    <w:rsid w:val="00196826"/>
    <w:rsid w:val="00197907"/>
    <w:rsid w:val="00197ADD"/>
    <w:rsid w:val="00197D05"/>
    <w:rsid w:val="001A0C34"/>
    <w:rsid w:val="001A25C0"/>
    <w:rsid w:val="001A3958"/>
    <w:rsid w:val="001A3DC1"/>
    <w:rsid w:val="001A3F1A"/>
    <w:rsid w:val="001A4699"/>
    <w:rsid w:val="001A4F24"/>
    <w:rsid w:val="001A4F41"/>
    <w:rsid w:val="001A5287"/>
    <w:rsid w:val="001A5CA9"/>
    <w:rsid w:val="001A7401"/>
    <w:rsid w:val="001A7906"/>
    <w:rsid w:val="001A7DFC"/>
    <w:rsid w:val="001B04D5"/>
    <w:rsid w:val="001B0C17"/>
    <w:rsid w:val="001B1247"/>
    <w:rsid w:val="001B26B0"/>
    <w:rsid w:val="001B2D82"/>
    <w:rsid w:val="001B34A1"/>
    <w:rsid w:val="001B3750"/>
    <w:rsid w:val="001B39C9"/>
    <w:rsid w:val="001B3B40"/>
    <w:rsid w:val="001B3B6B"/>
    <w:rsid w:val="001B435F"/>
    <w:rsid w:val="001B4C86"/>
    <w:rsid w:val="001B4ED5"/>
    <w:rsid w:val="001B585C"/>
    <w:rsid w:val="001B5AD2"/>
    <w:rsid w:val="001B5FC4"/>
    <w:rsid w:val="001B627C"/>
    <w:rsid w:val="001B62AD"/>
    <w:rsid w:val="001B64F3"/>
    <w:rsid w:val="001B6B12"/>
    <w:rsid w:val="001B70E6"/>
    <w:rsid w:val="001B7B93"/>
    <w:rsid w:val="001B7DAD"/>
    <w:rsid w:val="001B7E35"/>
    <w:rsid w:val="001C00FB"/>
    <w:rsid w:val="001C0599"/>
    <w:rsid w:val="001C0626"/>
    <w:rsid w:val="001C0A21"/>
    <w:rsid w:val="001C0A78"/>
    <w:rsid w:val="001C1632"/>
    <w:rsid w:val="001C2C38"/>
    <w:rsid w:val="001C3733"/>
    <w:rsid w:val="001C394E"/>
    <w:rsid w:val="001C45F2"/>
    <w:rsid w:val="001C482D"/>
    <w:rsid w:val="001C4A36"/>
    <w:rsid w:val="001C750A"/>
    <w:rsid w:val="001C7918"/>
    <w:rsid w:val="001C7F88"/>
    <w:rsid w:val="001C7FBF"/>
    <w:rsid w:val="001D0DC3"/>
    <w:rsid w:val="001D1108"/>
    <w:rsid w:val="001D118B"/>
    <w:rsid w:val="001D1C45"/>
    <w:rsid w:val="001D1FD3"/>
    <w:rsid w:val="001D2B72"/>
    <w:rsid w:val="001D3C71"/>
    <w:rsid w:val="001D3FA4"/>
    <w:rsid w:val="001D43CF"/>
    <w:rsid w:val="001D4809"/>
    <w:rsid w:val="001D4DF9"/>
    <w:rsid w:val="001D5BD9"/>
    <w:rsid w:val="001D60CF"/>
    <w:rsid w:val="001D6300"/>
    <w:rsid w:val="001D6BED"/>
    <w:rsid w:val="001D6E91"/>
    <w:rsid w:val="001D788C"/>
    <w:rsid w:val="001D7DD2"/>
    <w:rsid w:val="001D7F15"/>
    <w:rsid w:val="001E09E1"/>
    <w:rsid w:val="001E0B47"/>
    <w:rsid w:val="001E0D12"/>
    <w:rsid w:val="001E0F46"/>
    <w:rsid w:val="001E1D69"/>
    <w:rsid w:val="001E21BC"/>
    <w:rsid w:val="001E252E"/>
    <w:rsid w:val="001E2713"/>
    <w:rsid w:val="001E37BA"/>
    <w:rsid w:val="001E5A9D"/>
    <w:rsid w:val="001E5FC5"/>
    <w:rsid w:val="001E67DC"/>
    <w:rsid w:val="001E6989"/>
    <w:rsid w:val="001E709F"/>
    <w:rsid w:val="001E7C8B"/>
    <w:rsid w:val="001F09EF"/>
    <w:rsid w:val="001F0E5C"/>
    <w:rsid w:val="001F2274"/>
    <w:rsid w:val="001F37F7"/>
    <w:rsid w:val="001F3C6A"/>
    <w:rsid w:val="001F3E22"/>
    <w:rsid w:val="001F41BC"/>
    <w:rsid w:val="001F4DE7"/>
    <w:rsid w:val="001F5291"/>
    <w:rsid w:val="001F52E2"/>
    <w:rsid w:val="001F633D"/>
    <w:rsid w:val="001F7061"/>
    <w:rsid w:val="001F75E7"/>
    <w:rsid w:val="002001A4"/>
    <w:rsid w:val="00200ED1"/>
    <w:rsid w:val="00201838"/>
    <w:rsid w:val="00201DF2"/>
    <w:rsid w:val="00203C82"/>
    <w:rsid w:val="00203E14"/>
    <w:rsid w:val="00204FE4"/>
    <w:rsid w:val="00205127"/>
    <w:rsid w:val="0020531D"/>
    <w:rsid w:val="002053C2"/>
    <w:rsid w:val="002056E9"/>
    <w:rsid w:val="002067AC"/>
    <w:rsid w:val="0020680D"/>
    <w:rsid w:val="00206C3C"/>
    <w:rsid w:val="00206EC2"/>
    <w:rsid w:val="00207206"/>
    <w:rsid w:val="00207528"/>
    <w:rsid w:val="002077D4"/>
    <w:rsid w:val="00207A43"/>
    <w:rsid w:val="00211116"/>
    <w:rsid w:val="00211CEE"/>
    <w:rsid w:val="002124A9"/>
    <w:rsid w:val="00213F7E"/>
    <w:rsid w:val="002144EF"/>
    <w:rsid w:val="00214D42"/>
    <w:rsid w:val="002159EE"/>
    <w:rsid w:val="00216CA3"/>
    <w:rsid w:val="00217555"/>
    <w:rsid w:val="00217F74"/>
    <w:rsid w:val="0022017A"/>
    <w:rsid w:val="002215CD"/>
    <w:rsid w:val="0022217F"/>
    <w:rsid w:val="00222BEB"/>
    <w:rsid w:val="00224300"/>
    <w:rsid w:val="002259C6"/>
    <w:rsid w:val="00225CB6"/>
    <w:rsid w:val="00226093"/>
    <w:rsid w:val="002261E9"/>
    <w:rsid w:val="00226982"/>
    <w:rsid w:val="002271FF"/>
    <w:rsid w:val="00227E08"/>
    <w:rsid w:val="00227F30"/>
    <w:rsid w:val="002307E1"/>
    <w:rsid w:val="0023156C"/>
    <w:rsid w:val="002322F0"/>
    <w:rsid w:val="0023266C"/>
    <w:rsid w:val="00232B57"/>
    <w:rsid w:val="002339C9"/>
    <w:rsid w:val="00233D0A"/>
    <w:rsid w:val="00234224"/>
    <w:rsid w:val="0023425E"/>
    <w:rsid w:val="00234C7B"/>
    <w:rsid w:val="002351D9"/>
    <w:rsid w:val="002359A5"/>
    <w:rsid w:val="00236058"/>
    <w:rsid w:val="00236AE7"/>
    <w:rsid w:val="002373F9"/>
    <w:rsid w:val="00240AEE"/>
    <w:rsid w:val="00240B38"/>
    <w:rsid w:val="00241AB1"/>
    <w:rsid w:val="00241FA5"/>
    <w:rsid w:val="00242A4D"/>
    <w:rsid w:val="002435C0"/>
    <w:rsid w:val="0024466C"/>
    <w:rsid w:val="00244A98"/>
    <w:rsid w:val="0024555B"/>
    <w:rsid w:val="0024651A"/>
    <w:rsid w:val="002475E1"/>
    <w:rsid w:val="002500F4"/>
    <w:rsid w:val="00250837"/>
    <w:rsid w:val="00251871"/>
    <w:rsid w:val="00251942"/>
    <w:rsid w:val="00253293"/>
    <w:rsid w:val="0025355D"/>
    <w:rsid w:val="00253D5A"/>
    <w:rsid w:val="00254300"/>
    <w:rsid w:val="002551D4"/>
    <w:rsid w:val="00255941"/>
    <w:rsid w:val="00255BFA"/>
    <w:rsid w:val="002571B8"/>
    <w:rsid w:val="0025747F"/>
    <w:rsid w:val="00257DF9"/>
    <w:rsid w:val="0026085D"/>
    <w:rsid w:val="00260A21"/>
    <w:rsid w:val="00260ABA"/>
    <w:rsid w:val="00261F2E"/>
    <w:rsid w:val="00264420"/>
    <w:rsid w:val="00264CDB"/>
    <w:rsid w:val="00264F56"/>
    <w:rsid w:val="002656CC"/>
    <w:rsid w:val="002666F7"/>
    <w:rsid w:val="002715DF"/>
    <w:rsid w:val="00271BC5"/>
    <w:rsid w:val="0027225C"/>
    <w:rsid w:val="002724A2"/>
    <w:rsid w:val="00272A3F"/>
    <w:rsid w:val="00274909"/>
    <w:rsid w:val="00275163"/>
    <w:rsid w:val="00275A37"/>
    <w:rsid w:val="00275ECB"/>
    <w:rsid w:val="00275FA8"/>
    <w:rsid w:val="00276C27"/>
    <w:rsid w:val="00277873"/>
    <w:rsid w:val="0028078D"/>
    <w:rsid w:val="00280B6C"/>
    <w:rsid w:val="002817A4"/>
    <w:rsid w:val="00281FA5"/>
    <w:rsid w:val="0028317C"/>
    <w:rsid w:val="00284C0B"/>
    <w:rsid w:val="00284DCB"/>
    <w:rsid w:val="002859E6"/>
    <w:rsid w:val="00285A4E"/>
    <w:rsid w:val="00285AFD"/>
    <w:rsid w:val="00285E5F"/>
    <w:rsid w:val="002866DA"/>
    <w:rsid w:val="0028685A"/>
    <w:rsid w:val="002869E6"/>
    <w:rsid w:val="00287C27"/>
    <w:rsid w:val="00290260"/>
    <w:rsid w:val="00290543"/>
    <w:rsid w:val="002923D9"/>
    <w:rsid w:val="00292449"/>
    <w:rsid w:val="00293AC0"/>
    <w:rsid w:val="00293F0B"/>
    <w:rsid w:val="00294F87"/>
    <w:rsid w:val="002960D5"/>
    <w:rsid w:val="00296723"/>
    <w:rsid w:val="00296E0D"/>
    <w:rsid w:val="0029721A"/>
    <w:rsid w:val="0029730C"/>
    <w:rsid w:val="00297A72"/>
    <w:rsid w:val="00297C30"/>
    <w:rsid w:val="002A04C3"/>
    <w:rsid w:val="002A060A"/>
    <w:rsid w:val="002A13D5"/>
    <w:rsid w:val="002A188A"/>
    <w:rsid w:val="002A206A"/>
    <w:rsid w:val="002A2B24"/>
    <w:rsid w:val="002A38E2"/>
    <w:rsid w:val="002A3FAD"/>
    <w:rsid w:val="002A47DE"/>
    <w:rsid w:val="002A4C96"/>
    <w:rsid w:val="002A523C"/>
    <w:rsid w:val="002A5532"/>
    <w:rsid w:val="002A56CC"/>
    <w:rsid w:val="002A5E42"/>
    <w:rsid w:val="002A6105"/>
    <w:rsid w:val="002A6527"/>
    <w:rsid w:val="002A6BC0"/>
    <w:rsid w:val="002A6EF3"/>
    <w:rsid w:val="002A6F0E"/>
    <w:rsid w:val="002A7B4B"/>
    <w:rsid w:val="002B0666"/>
    <w:rsid w:val="002B0F73"/>
    <w:rsid w:val="002B13DB"/>
    <w:rsid w:val="002B1732"/>
    <w:rsid w:val="002B2174"/>
    <w:rsid w:val="002B2AA9"/>
    <w:rsid w:val="002B3972"/>
    <w:rsid w:val="002B3D23"/>
    <w:rsid w:val="002B4655"/>
    <w:rsid w:val="002B4CB2"/>
    <w:rsid w:val="002B5DBF"/>
    <w:rsid w:val="002B5FEF"/>
    <w:rsid w:val="002B6537"/>
    <w:rsid w:val="002B6796"/>
    <w:rsid w:val="002B68AE"/>
    <w:rsid w:val="002B69E9"/>
    <w:rsid w:val="002B6DFF"/>
    <w:rsid w:val="002B6FEB"/>
    <w:rsid w:val="002B71F9"/>
    <w:rsid w:val="002C030F"/>
    <w:rsid w:val="002C032A"/>
    <w:rsid w:val="002C04AB"/>
    <w:rsid w:val="002C065E"/>
    <w:rsid w:val="002C138C"/>
    <w:rsid w:val="002C19FD"/>
    <w:rsid w:val="002C2854"/>
    <w:rsid w:val="002C2C7F"/>
    <w:rsid w:val="002C300B"/>
    <w:rsid w:val="002C4259"/>
    <w:rsid w:val="002C44A8"/>
    <w:rsid w:val="002C4DDF"/>
    <w:rsid w:val="002C762E"/>
    <w:rsid w:val="002C7B81"/>
    <w:rsid w:val="002D0276"/>
    <w:rsid w:val="002D0477"/>
    <w:rsid w:val="002D0C09"/>
    <w:rsid w:val="002D0F71"/>
    <w:rsid w:val="002D1318"/>
    <w:rsid w:val="002D1F19"/>
    <w:rsid w:val="002D20F6"/>
    <w:rsid w:val="002D2BB5"/>
    <w:rsid w:val="002D309C"/>
    <w:rsid w:val="002D4D58"/>
    <w:rsid w:val="002D4EEB"/>
    <w:rsid w:val="002D626C"/>
    <w:rsid w:val="002D78F8"/>
    <w:rsid w:val="002E08B7"/>
    <w:rsid w:val="002E0ACB"/>
    <w:rsid w:val="002E1D25"/>
    <w:rsid w:val="002E2014"/>
    <w:rsid w:val="002E22ED"/>
    <w:rsid w:val="002E33CA"/>
    <w:rsid w:val="002E3D39"/>
    <w:rsid w:val="002E4367"/>
    <w:rsid w:val="002E43D9"/>
    <w:rsid w:val="002E5107"/>
    <w:rsid w:val="002E5D5C"/>
    <w:rsid w:val="002E6D09"/>
    <w:rsid w:val="002E7DA3"/>
    <w:rsid w:val="002F1748"/>
    <w:rsid w:val="002F18EB"/>
    <w:rsid w:val="002F1DE0"/>
    <w:rsid w:val="002F2CC4"/>
    <w:rsid w:val="002F2EDC"/>
    <w:rsid w:val="002F4212"/>
    <w:rsid w:val="002F4263"/>
    <w:rsid w:val="002F5173"/>
    <w:rsid w:val="002F53B0"/>
    <w:rsid w:val="002F5801"/>
    <w:rsid w:val="002F5BE6"/>
    <w:rsid w:val="002F5E90"/>
    <w:rsid w:val="002F63C9"/>
    <w:rsid w:val="002F76DF"/>
    <w:rsid w:val="002F796D"/>
    <w:rsid w:val="002F7BA2"/>
    <w:rsid w:val="00300218"/>
    <w:rsid w:val="00300A46"/>
    <w:rsid w:val="00300E70"/>
    <w:rsid w:val="00301986"/>
    <w:rsid w:val="00301C93"/>
    <w:rsid w:val="00302723"/>
    <w:rsid w:val="00302FCB"/>
    <w:rsid w:val="00303248"/>
    <w:rsid w:val="00304190"/>
    <w:rsid w:val="003048A9"/>
    <w:rsid w:val="0030572A"/>
    <w:rsid w:val="00305EAD"/>
    <w:rsid w:val="0030603B"/>
    <w:rsid w:val="003061DA"/>
    <w:rsid w:val="0030625C"/>
    <w:rsid w:val="003065D6"/>
    <w:rsid w:val="00306866"/>
    <w:rsid w:val="00306961"/>
    <w:rsid w:val="00306A1A"/>
    <w:rsid w:val="00306F1C"/>
    <w:rsid w:val="00307C96"/>
    <w:rsid w:val="0031093C"/>
    <w:rsid w:val="00310B84"/>
    <w:rsid w:val="003114F7"/>
    <w:rsid w:val="00311ECD"/>
    <w:rsid w:val="00312BB5"/>
    <w:rsid w:val="00312BF7"/>
    <w:rsid w:val="0031364F"/>
    <w:rsid w:val="00313872"/>
    <w:rsid w:val="00313A12"/>
    <w:rsid w:val="00314049"/>
    <w:rsid w:val="00314B57"/>
    <w:rsid w:val="00315386"/>
    <w:rsid w:val="00315658"/>
    <w:rsid w:val="00316806"/>
    <w:rsid w:val="003168AB"/>
    <w:rsid w:val="00316CA2"/>
    <w:rsid w:val="00316E66"/>
    <w:rsid w:val="00317575"/>
    <w:rsid w:val="0031798D"/>
    <w:rsid w:val="0032039C"/>
    <w:rsid w:val="0032088E"/>
    <w:rsid w:val="00320E81"/>
    <w:rsid w:val="00320F71"/>
    <w:rsid w:val="003210E0"/>
    <w:rsid w:val="00321662"/>
    <w:rsid w:val="00321928"/>
    <w:rsid w:val="00321A22"/>
    <w:rsid w:val="00321BFA"/>
    <w:rsid w:val="00321E1A"/>
    <w:rsid w:val="0032213C"/>
    <w:rsid w:val="00322773"/>
    <w:rsid w:val="00323BC5"/>
    <w:rsid w:val="00323F1C"/>
    <w:rsid w:val="00324023"/>
    <w:rsid w:val="00324127"/>
    <w:rsid w:val="0032434E"/>
    <w:rsid w:val="00324D62"/>
    <w:rsid w:val="00324E4C"/>
    <w:rsid w:val="003252F2"/>
    <w:rsid w:val="00325430"/>
    <w:rsid w:val="003265CC"/>
    <w:rsid w:val="003275F1"/>
    <w:rsid w:val="00327FC8"/>
    <w:rsid w:val="00327FF0"/>
    <w:rsid w:val="00331631"/>
    <w:rsid w:val="003323E5"/>
    <w:rsid w:val="00332DE7"/>
    <w:rsid w:val="00333C2F"/>
    <w:rsid w:val="00333C84"/>
    <w:rsid w:val="00334932"/>
    <w:rsid w:val="00335679"/>
    <w:rsid w:val="00335976"/>
    <w:rsid w:val="0033606F"/>
    <w:rsid w:val="00336D87"/>
    <w:rsid w:val="00336DC0"/>
    <w:rsid w:val="003377AA"/>
    <w:rsid w:val="00340742"/>
    <w:rsid w:val="00340754"/>
    <w:rsid w:val="00340F8A"/>
    <w:rsid w:val="003413D7"/>
    <w:rsid w:val="00341B0C"/>
    <w:rsid w:val="00342245"/>
    <w:rsid w:val="0034313A"/>
    <w:rsid w:val="003432CD"/>
    <w:rsid w:val="003436E8"/>
    <w:rsid w:val="00343B58"/>
    <w:rsid w:val="00344137"/>
    <w:rsid w:val="00344A4B"/>
    <w:rsid w:val="0034553A"/>
    <w:rsid w:val="00345612"/>
    <w:rsid w:val="003472B2"/>
    <w:rsid w:val="0034769A"/>
    <w:rsid w:val="00347893"/>
    <w:rsid w:val="00347E97"/>
    <w:rsid w:val="00351328"/>
    <w:rsid w:val="00351FC7"/>
    <w:rsid w:val="003523FA"/>
    <w:rsid w:val="00353C22"/>
    <w:rsid w:val="00353DCD"/>
    <w:rsid w:val="00353E8B"/>
    <w:rsid w:val="003540C1"/>
    <w:rsid w:val="00354881"/>
    <w:rsid w:val="00354E7D"/>
    <w:rsid w:val="00354F39"/>
    <w:rsid w:val="003558BD"/>
    <w:rsid w:val="00355D69"/>
    <w:rsid w:val="00356625"/>
    <w:rsid w:val="0035672C"/>
    <w:rsid w:val="003600C4"/>
    <w:rsid w:val="0036063B"/>
    <w:rsid w:val="00360AC4"/>
    <w:rsid w:val="00360ADA"/>
    <w:rsid w:val="00360C19"/>
    <w:rsid w:val="00361105"/>
    <w:rsid w:val="00361709"/>
    <w:rsid w:val="0036237A"/>
    <w:rsid w:val="003626BB"/>
    <w:rsid w:val="0036385C"/>
    <w:rsid w:val="00364828"/>
    <w:rsid w:val="00364BD5"/>
    <w:rsid w:val="00365160"/>
    <w:rsid w:val="003657EE"/>
    <w:rsid w:val="00365AE2"/>
    <w:rsid w:val="00366E15"/>
    <w:rsid w:val="00367CAA"/>
    <w:rsid w:val="00371A5A"/>
    <w:rsid w:val="00371BF2"/>
    <w:rsid w:val="003723CA"/>
    <w:rsid w:val="003734F4"/>
    <w:rsid w:val="00373718"/>
    <w:rsid w:val="003739EB"/>
    <w:rsid w:val="00373CFB"/>
    <w:rsid w:val="003741F9"/>
    <w:rsid w:val="0037631A"/>
    <w:rsid w:val="0037695A"/>
    <w:rsid w:val="00376AFF"/>
    <w:rsid w:val="00376C58"/>
    <w:rsid w:val="0037799D"/>
    <w:rsid w:val="0038083C"/>
    <w:rsid w:val="00380929"/>
    <w:rsid w:val="00380C34"/>
    <w:rsid w:val="00382586"/>
    <w:rsid w:val="00382D40"/>
    <w:rsid w:val="00382E34"/>
    <w:rsid w:val="003837D4"/>
    <w:rsid w:val="00383928"/>
    <w:rsid w:val="00383A38"/>
    <w:rsid w:val="00383C34"/>
    <w:rsid w:val="00384618"/>
    <w:rsid w:val="00385431"/>
    <w:rsid w:val="0038553D"/>
    <w:rsid w:val="00387E90"/>
    <w:rsid w:val="00387EAF"/>
    <w:rsid w:val="00387FDA"/>
    <w:rsid w:val="00390327"/>
    <w:rsid w:val="00390870"/>
    <w:rsid w:val="0039202E"/>
    <w:rsid w:val="0039296A"/>
    <w:rsid w:val="00392C24"/>
    <w:rsid w:val="00393665"/>
    <w:rsid w:val="0039376E"/>
    <w:rsid w:val="00393F74"/>
    <w:rsid w:val="00394222"/>
    <w:rsid w:val="003942FC"/>
    <w:rsid w:val="00394C10"/>
    <w:rsid w:val="003951BD"/>
    <w:rsid w:val="0039683B"/>
    <w:rsid w:val="00396EE1"/>
    <w:rsid w:val="0039760B"/>
    <w:rsid w:val="003A064D"/>
    <w:rsid w:val="003A1026"/>
    <w:rsid w:val="003A1905"/>
    <w:rsid w:val="003A1ACA"/>
    <w:rsid w:val="003A1C98"/>
    <w:rsid w:val="003A1E52"/>
    <w:rsid w:val="003A1F0F"/>
    <w:rsid w:val="003A1F65"/>
    <w:rsid w:val="003A2796"/>
    <w:rsid w:val="003A2F52"/>
    <w:rsid w:val="003A4FF3"/>
    <w:rsid w:val="003A51D4"/>
    <w:rsid w:val="003A5528"/>
    <w:rsid w:val="003A6E62"/>
    <w:rsid w:val="003A78B2"/>
    <w:rsid w:val="003B02D2"/>
    <w:rsid w:val="003B0734"/>
    <w:rsid w:val="003B0B64"/>
    <w:rsid w:val="003B1219"/>
    <w:rsid w:val="003B3762"/>
    <w:rsid w:val="003B3B6C"/>
    <w:rsid w:val="003B5154"/>
    <w:rsid w:val="003B5959"/>
    <w:rsid w:val="003B5BE0"/>
    <w:rsid w:val="003B61E6"/>
    <w:rsid w:val="003B6289"/>
    <w:rsid w:val="003B64EC"/>
    <w:rsid w:val="003B6730"/>
    <w:rsid w:val="003B6A44"/>
    <w:rsid w:val="003B6B44"/>
    <w:rsid w:val="003B6E9A"/>
    <w:rsid w:val="003B72EC"/>
    <w:rsid w:val="003C027C"/>
    <w:rsid w:val="003C0AD2"/>
    <w:rsid w:val="003C0B90"/>
    <w:rsid w:val="003C2B2C"/>
    <w:rsid w:val="003C4D66"/>
    <w:rsid w:val="003C53EE"/>
    <w:rsid w:val="003C5817"/>
    <w:rsid w:val="003C6A4A"/>
    <w:rsid w:val="003C775E"/>
    <w:rsid w:val="003D178D"/>
    <w:rsid w:val="003D1F25"/>
    <w:rsid w:val="003D20A4"/>
    <w:rsid w:val="003D28E9"/>
    <w:rsid w:val="003D3439"/>
    <w:rsid w:val="003D3EE7"/>
    <w:rsid w:val="003D4DC9"/>
    <w:rsid w:val="003D5286"/>
    <w:rsid w:val="003D54AC"/>
    <w:rsid w:val="003D7D8D"/>
    <w:rsid w:val="003E0901"/>
    <w:rsid w:val="003E215D"/>
    <w:rsid w:val="003E2C30"/>
    <w:rsid w:val="003E360D"/>
    <w:rsid w:val="003E3881"/>
    <w:rsid w:val="003E4373"/>
    <w:rsid w:val="003E4A63"/>
    <w:rsid w:val="003E4A7D"/>
    <w:rsid w:val="003E55FC"/>
    <w:rsid w:val="003E65C1"/>
    <w:rsid w:val="003E6B5E"/>
    <w:rsid w:val="003E775B"/>
    <w:rsid w:val="003F070E"/>
    <w:rsid w:val="003F1531"/>
    <w:rsid w:val="003F282A"/>
    <w:rsid w:val="003F2BE8"/>
    <w:rsid w:val="003F2E47"/>
    <w:rsid w:val="003F31F7"/>
    <w:rsid w:val="003F32F5"/>
    <w:rsid w:val="003F3320"/>
    <w:rsid w:val="003F358A"/>
    <w:rsid w:val="003F38F1"/>
    <w:rsid w:val="003F4AAF"/>
    <w:rsid w:val="003F4C9F"/>
    <w:rsid w:val="003F513B"/>
    <w:rsid w:val="003F558E"/>
    <w:rsid w:val="003F57B9"/>
    <w:rsid w:val="003F6123"/>
    <w:rsid w:val="003F655C"/>
    <w:rsid w:val="003F69C9"/>
    <w:rsid w:val="003F6DBF"/>
    <w:rsid w:val="003F7103"/>
    <w:rsid w:val="003F74F2"/>
    <w:rsid w:val="003F77E1"/>
    <w:rsid w:val="003F7C1C"/>
    <w:rsid w:val="004003C8"/>
    <w:rsid w:val="004004C3"/>
    <w:rsid w:val="0040074C"/>
    <w:rsid w:val="00402011"/>
    <w:rsid w:val="004025D1"/>
    <w:rsid w:val="00402A94"/>
    <w:rsid w:val="0040370D"/>
    <w:rsid w:val="00403BAB"/>
    <w:rsid w:val="00404876"/>
    <w:rsid w:val="004056F3"/>
    <w:rsid w:val="00407000"/>
    <w:rsid w:val="004100B1"/>
    <w:rsid w:val="004100E7"/>
    <w:rsid w:val="00410D46"/>
    <w:rsid w:val="00411163"/>
    <w:rsid w:val="004111AF"/>
    <w:rsid w:val="00411597"/>
    <w:rsid w:val="00411AB7"/>
    <w:rsid w:val="00412C84"/>
    <w:rsid w:val="004133BF"/>
    <w:rsid w:val="00413685"/>
    <w:rsid w:val="004136E8"/>
    <w:rsid w:val="00413EB5"/>
    <w:rsid w:val="004159AA"/>
    <w:rsid w:val="00415A3F"/>
    <w:rsid w:val="00415AF8"/>
    <w:rsid w:val="00415B5F"/>
    <w:rsid w:val="0041660C"/>
    <w:rsid w:val="0041683A"/>
    <w:rsid w:val="004168A2"/>
    <w:rsid w:val="004169E1"/>
    <w:rsid w:val="004177AB"/>
    <w:rsid w:val="00417E38"/>
    <w:rsid w:val="004200E2"/>
    <w:rsid w:val="00420120"/>
    <w:rsid w:val="004208B6"/>
    <w:rsid w:val="004208BE"/>
    <w:rsid w:val="00420DFD"/>
    <w:rsid w:val="00421CEC"/>
    <w:rsid w:val="004221B4"/>
    <w:rsid w:val="0042252F"/>
    <w:rsid w:val="00422E02"/>
    <w:rsid w:val="004235B4"/>
    <w:rsid w:val="004248DC"/>
    <w:rsid w:val="00425F8A"/>
    <w:rsid w:val="00426886"/>
    <w:rsid w:val="004269FA"/>
    <w:rsid w:val="00426B44"/>
    <w:rsid w:val="00426D25"/>
    <w:rsid w:val="004270B8"/>
    <w:rsid w:val="004271B4"/>
    <w:rsid w:val="004271B9"/>
    <w:rsid w:val="00427310"/>
    <w:rsid w:val="00427FF9"/>
    <w:rsid w:val="00431189"/>
    <w:rsid w:val="004316EA"/>
    <w:rsid w:val="00431ED5"/>
    <w:rsid w:val="00432B62"/>
    <w:rsid w:val="00433D52"/>
    <w:rsid w:val="00434289"/>
    <w:rsid w:val="00434432"/>
    <w:rsid w:val="00434A48"/>
    <w:rsid w:val="00437537"/>
    <w:rsid w:val="00440A51"/>
    <w:rsid w:val="004416A1"/>
    <w:rsid w:val="00442222"/>
    <w:rsid w:val="00442747"/>
    <w:rsid w:val="00442763"/>
    <w:rsid w:val="0044281F"/>
    <w:rsid w:val="0044453C"/>
    <w:rsid w:val="00444D24"/>
    <w:rsid w:val="00444E30"/>
    <w:rsid w:val="0044587D"/>
    <w:rsid w:val="00445999"/>
    <w:rsid w:val="00446E71"/>
    <w:rsid w:val="00447195"/>
    <w:rsid w:val="0044799C"/>
    <w:rsid w:val="00447B74"/>
    <w:rsid w:val="00450241"/>
    <w:rsid w:val="00451ADF"/>
    <w:rsid w:val="00451C4A"/>
    <w:rsid w:val="00451DAA"/>
    <w:rsid w:val="00452D2D"/>
    <w:rsid w:val="00453085"/>
    <w:rsid w:val="00453F76"/>
    <w:rsid w:val="004552F0"/>
    <w:rsid w:val="00455872"/>
    <w:rsid w:val="004559C2"/>
    <w:rsid w:val="004573DF"/>
    <w:rsid w:val="00457814"/>
    <w:rsid w:val="004579D7"/>
    <w:rsid w:val="0046009E"/>
    <w:rsid w:val="00460760"/>
    <w:rsid w:val="0046120D"/>
    <w:rsid w:val="004623C8"/>
    <w:rsid w:val="0046295D"/>
    <w:rsid w:val="00462A82"/>
    <w:rsid w:val="0046312C"/>
    <w:rsid w:val="00463322"/>
    <w:rsid w:val="004635AE"/>
    <w:rsid w:val="004636A9"/>
    <w:rsid w:val="00464C2C"/>
    <w:rsid w:val="004651DF"/>
    <w:rsid w:val="00465292"/>
    <w:rsid w:val="00465440"/>
    <w:rsid w:val="0046581C"/>
    <w:rsid w:val="00465E7A"/>
    <w:rsid w:val="004660EA"/>
    <w:rsid w:val="00466E82"/>
    <w:rsid w:val="0046755E"/>
    <w:rsid w:val="00467D01"/>
    <w:rsid w:val="004703CE"/>
    <w:rsid w:val="00470423"/>
    <w:rsid w:val="00470FA4"/>
    <w:rsid w:val="00471E3F"/>
    <w:rsid w:val="00473832"/>
    <w:rsid w:val="00473BA9"/>
    <w:rsid w:val="00473E2C"/>
    <w:rsid w:val="004756C7"/>
    <w:rsid w:val="004763C3"/>
    <w:rsid w:val="004764AF"/>
    <w:rsid w:val="00476C73"/>
    <w:rsid w:val="00477290"/>
    <w:rsid w:val="00477E34"/>
    <w:rsid w:val="00477F44"/>
    <w:rsid w:val="004802BE"/>
    <w:rsid w:val="00480343"/>
    <w:rsid w:val="0048051D"/>
    <w:rsid w:val="004828E1"/>
    <w:rsid w:val="00482C47"/>
    <w:rsid w:val="0048356A"/>
    <w:rsid w:val="00483F18"/>
    <w:rsid w:val="00484319"/>
    <w:rsid w:val="00484FF6"/>
    <w:rsid w:val="0048530F"/>
    <w:rsid w:val="004853F1"/>
    <w:rsid w:val="00485984"/>
    <w:rsid w:val="00485BC7"/>
    <w:rsid w:val="00486034"/>
    <w:rsid w:val="004870F1"/>
    <w:rsid w:val="00490015"/>
    <w:rsid w:val="00490965"/>
    <w:rsid w:val="004934C1"/>
    <w:rsid w:val="00493DE5"/>
    <w:rsid w:val="0049440F"/>
    <w:rsid w:val="00494B9E"/>
    <w:rsid w:val="00495152"/>
    <w:rsid w:val="004957B7"/>
    <w:rsid w:val="00496663"/>
    <w:rsid w:val="0049676E"/>
    <w:rsid w:val="004967DB"/>
    <w:rsid w:val="00496878"/>
    <w:rsid w:val="00496EEC"/>
    <w:rsid w:val="004A040C"/>
    <w:rsid w:val="004A35CB"/>
    <w:rsid w:val="004A3DB1"/>
    <w:rsid w:val="004A40A7"/>
    <w:rsid w:val="004A4A2C"/>
    <w:rsid w:val="004A5207"/>
    <w:rsid w:val="004A64BB"/>
    <w:rsid w:val="004A6691"/>
    <w:rsid w:val="004A68BD"/>
    <w:rsid w:val="004A6E51"/>
    <w:rsid w:val="004A6E57"/>
    <w:rsid w:val="004A7BAB"/>
    <w:rsid w:val="004B090E"/>
    <w:rsid w:val="004B0D45"/>
    <w:rsid w:val="004B0FFB"/>
    <w:rsid w:val="004B1032"/>
    <w:rsid w:val="004B3782"/>
    <w:rsid w:val="004B3ED1"/>
    <w:rsid w:val="004B4EA7"/>
    <w:rsid w:val="004B55F0"/>
    <w:rsid w:val="004B5B9D"/>
    <w:rsid w:val="004B64D6"/>
    <w:rsid w:val="004B6661"/>
    <w:rsid w:val="004B6B5E"/>
    <w:rsid w:val="004B6BFB"/>
    <w:rsid w:val="004B6E53"/>
    <w:rsid w:val="004B736E"/>
    <w:rsid w:val="004B75CC"/>
    <w:rsid w:val="004B78EF"/>
    <w:rsid w:val="004C09D1"/>
    <w:rsid w:val="004C0F5F"/>
    <w:rsid w:val="004C12CF"/>
    <w:rsid w:val="004C13FF"/>
    <w:rsid w:val="004C1C0E"/>
    <w:rsid w:val="004C1E94"/>
    <w:rsid w:val="004C20B8"/>
    <w:rsid w:val="004C2A3E"/>
    <w:rsid w:val="004C2EC0"/>
    <w:rsid w:val="004C3D56"/>
    <w:rsid w:val="004C43C1"/>
    <w:rsid w:val="004C44D1"/>
    <w:rsid w:val="004C46F8"/>
    <w:rsid w:val="004C48D5"/>
    <w:rsid w:val="004C561F"/>
    <w:rsid w:val="004C5E00"/>
    <w:rsid w:val="004C6660"/>
    <w:rsid w:val="004C67D3"/>
    <w:rsid w:val="004C6B29"/>
    <w:rsid w:val="004C727F"/>
    <w:rsid w:val="004C7A74"/>
    <w:rsid w:val="004C7EFB"/>
    <w:rsid w:val="004D0B94"/>
    <w:rsid w:val="004D13D3"/>
    <w:rsid w:val="004D1495"/>
    <w:rsid w:val="004D1634"/>
    <w:rsid w:val="004D1DFE"/>
    <w:rsid w:val="004D1EDB"/>
    <w:rsid w:val="004D2252"/>
    <w:rsid w:val="004D44F1"/>
    <w:rsid w:val="004D485C"/>
    <w:rsid w:val="004D549F"/>
    <w:rsid w:val="004D701F"/>
    <w:rsid w:val="004D7671"/>
    <w:rsid w:val="004E009B"/>
    <w:rsid w:val="004E04A9"/>
    <w:rsid w:val="004E086B"/>
    <w:rsid w:val="004E0C75"/>
    <w:rsid w:val="004E1002"/>
    <w:rsid w:val="004E10E2"/>
    <w:rsid w:val="004E1835"/>
    <w:rsid w:val="004E2429"/>
    <w:rsid w:val="004E27CB"/>
    <w:rsid w:val="004E2AF6"/>
    <w:rsid w:val="004E2BFF"/>
    <w:rsid w:val="004E2F4D"/>
    <w:rsid w:val="004E3396"/>
    <w:rsid w:val="004E3C60"/>
    <w:rsid w:val="004E468A"/>
    <w:rsid w:val="004E48DB"/>
    <w:rsid w:val="004E5156"/>
    <w:rsid w:val="004E6F2A"/>
    <w:rsid w:val="004E72EE"/>
    <w:rsid w:val="004E7C7E"/>
    <w:rsid w:val="004E7FCD"/>
    <w:rsid w:val="004F0AB3"/>
    <w:rsid w:val="004F1CC2"/>
    <w:rsid w:val="004F21E5"/>
    <w:rsid w:val="004F25ED"/>
    <w:rsid w:val="004F361C"/>
    <w:rsid w:val="004F3A9D"/>
    <w:rsid w:val="004F468E"/>
    <w:rsid w:val="004F62B4"/>
    <w:rsid w:val="004F69D9"/>
    <w:rsid w:val="004F6F54"/>
    <w:rsid w:val="004F7807"/>
    <w:rsid w:val="00500A59"/>
    <w:rsid w:val="005017E0"/>
    <w:rsid w:val="00502357"/>
    <w:rsid w:val="00502B56"/>
    <w:rsid w:val="00504C61"/>
    <w:rsid w:val="00505E83"/>
    <w:rsid w:val="00506508"/>
    <w:rsid w:val="00506C3B"/>
    <w:rsid w:val="00506FAF"/>
    <w:rsid w:val="0050714F"/>
    <w:rsid w:val="005076BA"/>
    <w:rsid w:val="00507968"/>
    <w:rsid w:val="00510E56"/>
    <w:rsid w:val="0051234D"/>
    <w:rsid w:val="0051355C"/>
    <w:rsid w:val="005136C8"/>
    <w:rsid w:val="005147EA"/>
    <w:rsid w:val="00514E29"/>
    <w:rsid w:val="005155C2"/>
    <w:rsid w:val="005161EF"/>
    <w:rsid w:val="0051794E"/>
    <w:rsid w:val="00517D2A"/>
    <w:rsid w:val="005209C1"/>
    <w:rsid w:val="00520AE6"/>
    <w:rsid w:val="00520F5F"/>
    <w:rsid w:val="00521F86"/>
    <w:rsid w:val="005227E7"/>
    <w:rsid w:val="00522CB5"/>
    <w:rsid w:val="00522CC3"/>
    <w:rsid w:val="00524809"/>
    <w:rsid w:val="005250D0"/>
    <w:rsid w:val="005252B8"/>
    <w:rsid w:val="005265B0"/>
    <w:rsid w:val="00526B89"/>
    <w:rsid w:val="00526CCC"/>
    <w:rsid w:val="005302AC"/>
    <w:rsid w:val="005303CE"/>
    <w:rsid w:val="00530A6A"/>
    <w:rsid w:val="00530F4D"/>
    <w:rsid w:val="0053133B"/>
    <w:rsid w:val="0053216F"/>
    <w:rsid w:val="00532F34"/>
    <w:rsid w:val="00533182"/>
    <w:rsid w:val="00533232"/>
    <w:rsid w:val="00533740"/>
    <w:rsid w:val="00533CE6"/>
    <w:rsid w:val="00534035"/>
    <w:rsid w:val="00534171"/>
    <w:rsid w:val="005369F5"/>
    <w:rsid w:val="0053722C"/>
    <w:rsid w:val="00540063"/>
    <w:rsid w:val="005408F5"/>
    <w:rsid w:val="00540907"/>
    <w:rsid w:val="00540C1C"/>
    <w:rsid w:val="00540DF7"/>
    <w:rsid w:val="00541035"/>
    <w:rsid w:val="005410A3"/>
    <w:rsid w:val="00541588"/>
    <w:rsid w:val="005416A5"/>
    <w:rsid w:val="0054196E"/>
    <w:rsid w:val="0054239F"/>
    <w:rsid w:val="00542847"/>
    <w:rsid w:val="00543616"/>
    <w:rsid w:val="00543818"/>
    <w:rsid w:val="00543BB0"/>
    <w:rsid w:val="00543EB4"/>
    <w:rsid w:val="00544189"/>
    <w:rsid w:val="005446D3"/>
    <w:rsid w:val="00544798"/>
    <w:rsid w:val="005453CC"/>
    <w:rsid w:val="005473A2"/>
    <w:rsid w:val="005503F0"/>
    <w:rsid w:val="0055111C"/>
    <w:rsid w:val="005514FF"/>
    <w:rsid w:val="00551DCA"/>
    <w:rsid w:val="005522C2"/>
    <w:rsid w:val="005526D2"/>
    <w:rsid w:val="005537CC"/>
    <w:rsid w:val="00553D82"/>
    <w:rsid w:val="00553FA5"/>
    <w:rsid w:val="0055447D"/>
    <w:rsid w:val="00554F8E"/>
    <w:rsid w:val="0055511A"/>
    <w:rsid w:val="005578AB"/>
    <w:rsid w:val="00560C4B"/>
    <w:rsid w:val="00561CAF"/>
    <w:rsid w:val="005628DE"/>
    <w:rsid w:val="00562D43"/>
    <w:rsid w:val="00563CCC"/>
    <w:rsid w:val="00563CF3"/>
    <w:rsid w:val="00564121"/>
    <w:rsid w:val="0056487D"/>
    <w:rsid w:val="005650B3"/>
    <w:rsid w:val="0056513E"/>
    <w:rsid w:val="00565DBE"/>
    <w:rsid w:val="005661A7"/>
    <w:rsid w:val="00566281"/>
    <w:rsid w:val="00566CA3"/>
    <w:rsid w:val="005675C5"/>
    <w:rsid w:val="005702FF"/>
    <w:rsid w:val="00570DF8"/>
    <w:rsid w:val="00570F73"/>
    <w:rsid w:val="00571161"/>
    <w:rsid w:val="005711B5"/>
    <w:rsid w:val="00571546"/>
    <w:rsid w:val="0057297E"/>
    <w:rsid w:val="00574749"/>
    <w:rsid w:val="005748CF"/>
    <w:rsid w:val="00575C27"/>
    <w:rsid w:val="00575FC5"/>
    <w:rsid w:val="00576BAC"/>
    <w:rsid w:val="005775D2"/>
    <w:rsid w:val="00577848"/>
    <w:rsid w:val="0058113C"/>
    <w:rsid w:val="00581923"/>
    <w:rsid w:val="00582BB3"/>
    <w:rsid w:val="00582D64"/>
    <w:rsid w:val="00583EC5"/>
    <w:rsid w:val="00584871"/>
    <w:rsid w:val="00584B64"/>
    <w:rsid w:val="00586A4E"/>
    <w:rsid w:val="0059030F"/>
    <w:rsid w:val="00590912"/>
    <w:rsid w:val="0059093B"/>
    <w:rsid w:val="00590D1C"/>
    <w:rsid w:val="005913A1"/>
    <w:rsid w:val="00592292"/>
    <w:rsid w:val="005922C5"/>
    <w:rsid w:val="00592CF4"/>
    <w:rsid w:val="00593090"/>
    <w:rsid w:val="0059350E"/>
    <w:rsid w:val="00593969"/>
    <w:rsid w:val="0059498D"/>
    <w:rsid w:val="00594BD0"/>
    <w:rsid w:val="00594DF9"/>
    <w:rsid w:val="00595200"/>
    <w:rsid w:val="00596810"/>
    <w:rsid w:val="00596934"/>
    <w:rsid w:val="00597023"/>
    <w:rsid w:val="00597534"/>
    <w:rsid w:val="00597846"/>
    <w:rsid w:val="005A06FC"/>
    <w:rsid w:val="005A0A80"/>
    <w:rsid w:val="005A0C5D"/>
    <w:rsid w:val="005A11DB"/>
    <w:rsid w:val="005A1897"/>
    <w:rsid w:val="005A198E"/>
    <w:rsid w:val="005A2468"/>
    <w:rsid w:val="005A3103"/>
    <w:rsid w:val="005A3305"/>
    <w:rsid w:val="005A338A"/>
    <w:rsid w:val="005A33ED"/>
    <w:rsid w:val="005A3EF5"/>
    <w:rsid w:val="005A4CB6"/>
    <w:rsid w:val="005A566A"/>
    <w:rsid w:val="005A5CF6"/>
    <w:rsid w:val="005A5DCE"/>
    <w:rsid w:val="005A6926"/>
    <w:rsid w:val="005A6D93"/>
    <w:rsid w:val="005A7A04"/>
    <w:rsid w:val="005A7F32"/>
    <w:rsid w:val="005B07C1"/>
    <w:rsid w:val="005B0C59"/>
    <w:rsid w:val="005B0D76"/>
    <w:rsid w:val="005B1DCF"/>
    <w:rsid w:val="005B1E90"/>
    <w:rsid w:val="005B2FDE"/>
    <w:rsid w:val="005B3859"/>
    <w:rsid w:val="005B3D64"/>
    <w:rsid w:val="005B3E54"/>
    <w:rsid w:val="005B4F9B"/>
    <w:rsid w:val="005B504A"/>
    <w:rsid w:val="005B55F9"/>
    <w:rsid w:val="005B6564"/>
    <w:rsid w:val="005B664C"/>
    <w:rsid w:val="005B68E3"/>
    <w:rsid w:val="005B750B"/>
    <w:rsid w:val="005B75EC"/>
    <w:rsid w:val="005B7DFB"/>
    <w:rsid w:val="005C0F3D"/>
    <w:rsid w:val="005C1B00"/>
    <w:rsid w:val="005C1C54"/>
    <w:rsid w:val="005C1CD5"/>
    <w:rsid w:val="005C2E25"/>
    <w:rsid w:val="005C3FE1"/>
    <w:rsid w:val="005C4CE4"/>
    <w:rsid w:val="005C5613"/>
    <w:rsid w:val="005C5AC9"/>
    <w:rsid w:val="005C5EEC"/>
    <w:rsid w:val="005C6351"/>
    <w:rsid w:val="005C7170"/>
    <w:rsid w:val="005C71E5"/>
    <w:rsid w:val="005C77E1"/>
    <w:rsid w:val="005C79B7"/>
    <w:rsid w:val="005D0923"/>
    <w:rsid w:val="005D10A3"/>
    <w:rsid w:val="005D10F6"/>
    <w:rsid w:val="005D158F"/>
    <w:rsid w:val="005D19BD"/>
    <w:rsid w:val="005D1EAB"/>
    <w:rsid w:val="005D3969"/>
    <w:rsid w:val="005D3F85"/>
    <w:rsid w:val="005D3FD7"/>
    <w:rsid w:val="005D502E"/>
    <w:rsid w:val="005D6212"/>
    <w:rsid w:val="005D628B"/>
    <w:rsid w:val="005D741D"/>
    <w:rsid w:val="005D748E"/>
    <w:rsid w:val="005E018B"/>
    <w:rsid w:val="005E0E5B"/>
    <w:rsid w:val="005E15E9"/>
    <w:rsid w:val="005E1A5F"/>
    <w:rsid w:val="005E201D"/>
    <w:rsid w:val="005E2679"/>
    <w:rsid w:val="005E31CC"/>
    <w:rsid w:val="005E3BE1"/>
    <w:rsid w:val="005E4AE2"/>
    <w:rsid w:val="005E5121"/>
    <w:rsid w:val="005E5275"/>
    <w:rsid w:val="005E5597"/>
    <w:rsid w:val="005E570F"/>
    <w:rsid w:val="005E5C58"/>
    <w:rsid w:val="005E65F9"/>
    <w:rsid w:val="005E66ED"/>
    <w:rsid w:val="005E70DA"/>
    <w:rsid w:val="005E73A1"/>
    <w:rsid w:val="005E7788"/>
    <w:rsid w:val="005E7A7E"/>
    <w:rsid w:val="005F0D24"/>
    <w:rsid w:val="005F253A"/>
    <w:rsid w:val="005F49CE"/>
    <w:rsid w:val="005F5DF5"/>
    <w:rsid w:val="005F7799"/>
    <w:rsid w:val="006013AC"/>
    <w:rsid w:val="00601B38"/>
    <w:rsid w:val="006020E6"/>
    <w:rsid w:val="006025D1"/>
    <w:rsid w:val="00602A85"/>
    <w:rsid w:val="00602B31"/>
    <w:rsid w:val="00603754"/>
    <w:rsid w:val="006039A6"/>
    <w:rsid w:val="00604618"/>
    <w:rsid w:val="00605ADE"/>
    <w:rsid w:val="00606CA3"/>
    <w:rsid w:val="00607772"/>
    <w:rsid w:val="00607C9F"/>
    <w:rsid w:val="00611895"/>
    <w:rsid w:val="00612074"/>
    <w:rsid w:val="00614182"/>
    <w:rsid w:val="00614576"/>
    <w:rsid w:val="0061514C"/>
    <w:rsid w:val="0061551F"/>
    <w:rsid w:val="0061616B"/>
    <w:rsid w:val="00616AA1"/>
    <w:rsid w:val="006176B1"/>
    <w:rsid w:val="00617DB0"/>
    <w:rsid w:val="00620BCB"/>
    <w:rsid w:val="00621A33"/>
    <w:rsid w:val="00621FC9"/>
    <w:rsid w:val="006220C0"/>
    <w:rsid w:val="006223BE"/>
    <w:rsid w:val="00622427"/>
    <w:rsid w:val="0062266F"/>
    <w:rsid w:val="00622E02"/>
    <w:rsid w:val="00623291"/>
    <w:rsid w:val="00623906"/>
    <w:rsid w:val="00624586"/>
    <w:rsid w:val="00624A7D"/>
    <w:rsid w:val="00625A9F"/>
    <w:rsid w:val="00625BD3"/>
    <w:rsid w:val="006263E5"/>
    <w:rsid w:val="00626B2E"/>
    <w:rsid w:val="00627C12"/>
    <w:rsid w:val="00630717"/>
    <w:rsid w:val="0063086C"/>
    <w:rsid w:val="00630D39"/>
    <w:rsid w:val="00631575"/>
    <w:rsid w:val="00631585"/>
    <w:rsid w:val="006318B2"/>
    <w:rsid w:val="00632AAF"/>
    <w:rsid w:val="0063308B"/>
    <w:rsid w:val="006336FF"/>
    <w:rsid w:val="00634543"/>
    <w:rsid w:val="00635260"/>
    <w:rsid w:val="00636C53"/>
    <w:rsid w:val="006374DD"/>
    <w:rsid w:val="00637733"/>
    <w:rsid w:val="006402B3"/>
    <w:rsid w:val="006417A8"/>
    <w:rsid w:val="00641899"/>
    <w:rsid w:val="00641FC2"/>
    <w:rsid w:val="0064270B"/>
    <w:rsid w:val="00642CA0"/>
    <w:rsid w:val="00642D89"/>
    <w:rsid w:val="00643BD7"/>
    <w:rsid w:val="00643E7C"/>
    <w:rsid w:val="00643EDF"/>
    <w:rsid w:val="00644A14"/>
    <w:rsid w:val="00645019"/>
    <w:rsid w:val="0064545E"/>
    <w:rsid w:val="00646136"/>
    <w:rsid w:val="00647A3C"/>
    <w:rsid w:val="006508B4"/>
    <w:rsid w:val="00651DEE"/>
    <w:rsid w:val="00652509"/>
    <w:rsid w:val="006536B0"/>
    <w:rsid w:val="00653BE7"/>
    <w:rsid w:val="00653DE1"/>
    <w:rsid w:val="00654A0B"/>
    <w:rsid w:val="00654E8D"/>
    <w:rsid w:val="0065553B"/>
    <w:rsid w:val="00656AAA"/>
    <w:rsid w:val="00660AC3"/>
    <w:rsid w:val="00661561"/>
    <w:rsid w:val="006615B0"/>
    <w:rsid w:val="00661922"/>
    <w:rsid w:val="00662FC7"/>
    <w:rsid w:val="006633FC"/>
    <w:rsid w:val="006644E7"/>
    <w:rsid w:val="00664DF2"/>
    <w:rsid w:val="006663BF"/>
    <w:rsid w:val="0066713E"/>
    <w:rsid w:val="006671C6"/>
    <w:rsid w:val="00667739"/>
    <w:rsid w:val="006679C1"/>
    <w:rsid w:val="006702BB"/>
    <w:rsid w:val="00671FD5"/>
    <w:rsid w:val="00672C5E"/>
    <w:rsid w:val="00672D2A"/>
    <w:rsid w:val="00672ECF"/>
    <w:rsid w:val="00673E8E"/>
    <w:rsid w:val="00674220"/>
    <w:rsid w:val="00675174"/>
    <w:rsid w:val="00675A64"/>
    <w:rsid w:val="00675B34"/>
    <w:rsid w:val="00676444"/>
    <w:rsid w:val="00676494"/>
    <w:rsid w:val="006764A4"/>
    <w:rsid w:val="00677154"/>
    <w:rsid w:val="00677BC0"/>
    <w:rsid w:val="00682746"/>
    <w:rsid w:val="00683570"/>
    <w:rsid w:val="00683A80"/>
    <w:rsid w:val="00684077"/>
    <w:rsid w:val="006846B4"/>
    <w:rsid w:val="00684D86"/>
    <w:rsid w:val="00685589"/>
    <w:rsid w:val="0068769F"/>
    <w:rsid w:val="006878DB"/>
    <w:rsid w:val="0068792A"/>
    <w:rsid w:val="006912F3"/>
    <w:rsid w:val="0069158A"/>
    <w:rsid w:val="00691904"/>
    <w:rsid w:val="006922E4"/>
    <w:rsid w:val="00693361"/>
    <w:rsid w:val="0069458F"/>
    <w:rsid w:val="00694DB2"/>
    <w:rsid w:val="006954B3"/>
    <w:rsid w:val="006954CF"/>
    <w:rsid w:val="00695B9E"/>
    <w:rsid w:val="00695D0F"/>
    <w:rsid w:val="006966E0"/>
    <w:rsid w:val="00696C94"/>
    <w:rsid w:val="00696F2B"/>
    <w:rsid w:val="0069781C"/>
    <w:rsid w:val="00697B4D"/>
    <w:rsid w:val="006A010A"/>
    <w:rsid w:val="006A1C71"/>
    <w:rsid w:val="006A2234"/>
    <w:rsid w:val="006A2D2F"/>
    <w:rsid w:val="006A32C7"/>
    <w:rsid w:val="006A38DE"/>
    <w:rsid w:val="006A3CDA"/>
    <w:rsid w:val="006A3DD3"/>
    <w:rsid w:val="006A426B"/>
    <w:rsid w:val="006A486D"/>
    <w:rsid w:val="006A4B00"/>
    <w:rsid w:val="006A56E5"/>
    <w:rsid w:val="006A575E"/>
    <w:rsid w:val="006A5E62"/>
    <w:rsid w:val="006A6EA8"/>
    <w:rsid w:val="006A70E8"/>
    <w:rsid w:val="006A7762"/>
    <w:rsid w:val="006A7BD8"/>
    <w:rsid w:val="006B0B7A"/>
    <w:rsid w:val="006B114D"/>
    <w:rsid w:val="006B1B29"/>
    <w:rsid w:val="006B1F3B"/>
    <w:rsid w:val="006B21B1"/>
    <w:rsid w:val="006B2330"/>
    <w:rsid w:val="006B280E"/>
    <w:rsid w:val="006B374C"/>
    <w:rsid w:val="006B3ABE"/>
    <w:rsid w:val="006B45D9"/>
    <w:rsid w:val="006B5F97"/>
    <w:rsid w:val="006B7C03"/>
    <w:rsid w:val="006C0D80"/>
    <w:rsid w:val="006C19FC"/>
    <w:rsid w:val="006C1FC0"/>
    <w:rsid w:val="006C2BDF"/>
    <w:rsid w:val="006C3FEB"/>
    <w:rsid w:val="006C439B"/>
    <w:rsid w:val="006C4FD8"/>
    <w:rsid w:val="006C5167"/>
    <w:rsid w:val="006C5351"/>
    <w:rsid w:val="006C537F"/>
    <w:rsid w:val="006C5980"/>
    <w:rsid w:val="006C5A16"/>
    <w:rsid w:val="006C5DA6"/>
    <w:rsid w:val="006C67F5"/>
    <w:rsid w:val="006C6CCB"/>
    <w:rsid w:val="006C729F"/>
    <w:rsid w:val="006C77F0"/>
    <w:rsid w:val="006C79F4"/>
    <w:rsid w:val="006C7CA0"/>
    <w:rsid w:val="006D0BFF"/>
    <w:rsid w:val="006D12FD"/>
    <w:rsid w:val="006D1420"/>
    <w:rsid w:val="006D2062"/>
    <w:rsid w:val="006D2846"/>
    <w:rsid w:val="006D2BC5"/>
    <w:rsid w:val="006D2C5F"/>
    <w:rsid w:val="006D393C"/>
    <w:rsid w:val="006D57FB"/>
    <w:rsid w:val="006D6596"/>
    <w:rsid w:val="006D7A8D"/>
    <w:rsid w:val="006E0105"/>
    <w:rsid w:val="006E0490"/>
    <w:rsid w:val="006E13D0"/>
    <w:rsid w:val="006E1519"/>
    <w:rsid w:val="006E19B1"/>
    <w:rsid w:val="006E2132"/>
    <w:rsid w:val="006E222C"/>
    <w:rsid w:val="006E252C"/>
    <w:rsid w:val="006E27C6"/>
    <w:rsid w:val="006E3626"/>
    <w:rsid w:val="006E3B69"/>
    <w:rsid w:val="006E4977"/>
    <w:rsid w:val="006E4CF3"/>
    <w:rsid w:val="006E576E"/>
    <w:rsid w:val="006E68EF"/>
    <w:rsid w:val="006E6FC0"/>
    <w:rsid w:val="006F0C0F"/>
    <w:rsid w:val="006F18C7"/>
    <w:rsid w:val="006F18D7"/>
    <w:rsid w:val="006F20FB"/>
    <w:rsid w:val="006F2534"/>
    <w:rsid w:val="006F2D20"/>
    <w:rsid w:val="006F2E6E"/>
    <w:rsid w:val="006F331E"/>
    <w:rsid w:val="006F3D54"/>
    <w:rsid w:val="006F6783"/>
    <w:rsid w:val="006F6A8C"/>
    <w:rsid w:val="006F7F9F"/>
    <w:rsid w:val="00700CBB"/>
    <w:rsid w:val="007013E4"/>
    <w:rsid w:val="00701461"/>
    <w:rsid w:val="00701503"/>
    <w:rsid w:val="007016F2"/>
    <w:rsid w:val="00702B43"/>
    <w:rsid w:val="0070377C"/>
    <w:rsid w:val="007046ED"/>
    <w:rsid w:val="007046FC"/>
    <w:rsid w:val="007051DC"/>
    <w:rsid w:val="00705559"/>
    <w:rsid w:val="00705677"/>
    <w:rsid w:val="00705DF9"/>
    <w:rsid w:val="00705EFA"/>
    <w:rsid w:val="00705FEE"/>
    <w:rsid w:val="007075DB"/>
    <w:rsid w:val="007101A8"/>
    <w:rsid w:val="00710EED"/>
    <w:rsid w:val="00710F38"/>
    <w:rsid w:val="00710F7B"/>
    <w:rsid w:val="00710F95"/>
    <w:rsid w:val="00711CB9"/>
    <w:rsid w:val="00712EF4"/>
    <w:rsid w:val="00714658"/>
    <w:rsid w:val="007146EE"/>
    <w:rsid w:val="00714A21"/>
    <w:rsid w:val="00715855"/>
    <w:rsid w:val="00716DD9"/>
    <w:rsid w:val="00717377"/>
    <w:rsid w:val="00717566"/>
    <w:rsid w:val="00717C39"/>
    <w:rsid w:val="00717E4E"/>
    <w:rsid w:val="00720219"/>
    <w:rsid w:val="007205D2"/>
    <w:rsid w:val="00721067"/>
    <w:rsid w:val="00721D3F"/>
    <w:rsid w:val="00722584"/>
    <w:rsid w:val="00722D05"/>
    <w:rsid w:val="00723058"/>
    <w:rsid w:val="00723676"/>
    <w:rsid w:val="00723750"/>
    <w:rsid w:val="007248DB"/>
    <w:rsid w:val="0072498D"/>
    <w:rsid w:val="00725540"/>
    <w:rsid w:val="00726B68"/>
    <w:rsid w:val="00727B10"/>
    <w:rsid w:val="007301F8"/>
    <w:rsid w:val="007311E8"/>
    <w:rsid w:val="00731C2A"/>
    <w:rsid w:val="007320F4"/>
    <w:rsid w:val="0073338D"/>
    <w:rsid w:val="00733AEF"/>
    <w:rsid w:val="00736314"/>
    <w:rsid w:val="007363D4"/>
    <w:rsid w:val="0073683F"/>
    <w:rsid w:val="00736E45"/>
    <w:rsid w:val="007372B3"/>
    <w:rsid w:val="00737570"/>
    <w:rsid w:val="00740188"/>
    <w:rsid w:val="007406A3"/>
    <w:rsid w:val="00740851"/>
    <w:rsid w:val="00740954"/>
    <w:rsid w:val="00740D35"/>
    <w:rsid w:val="00741375"/>
    <w:rsid w:val="00741BE8"/>
    <w:rsid w:val="00742363"/>
    <w:rsid w:val="00743C2C"/>
    <w:rsid w:val="0074431A"/>
    <w:rsid w:val="0074475D"/>
    <w:rsid w:val="007448C2"/>
    <w:rsid w:val="00744EBB"/>
    <w:rsid w:val="00745458"/>
    <w:rsid w:val="00745552"/>
    <w:rsid w:val="00745783"/>
    <w:rsid w:val="00746021"/>
    <w:rsid w:val="00747FC5"/>
    <w:rsid w:val="00751629"/>
    <w:rsid w:val="00752070"/>
    <w:rsid w:val="00752151"/>
    <w:rsid w:val="00752470"/>
    <w:rsid w:val="00752DED"/>
    <w:rsid w:val="00754425"/>
    <w:rsid w:val="00754729"/>
    <w:rsid w:val="00755AD0"/>
    <w:rsid w:val="0075602C"/>
    <w:rsid w:val="007560DE"/>
    <w:rsid w:val="007575AB"/>
    <w:rsid w:val="007603AA"/>
    <w:rsid w:val="0076061D"/>
    <w:rsid w:val="0076122E"/>
    <w:rsid w:val="0076178B"/>
    <w:rsid w:val="00762408"/>
    <w:rsid w:val="00762AED"/>
    <w:rsid w:val="00762E2C"/>
    <w:rsid w:val="0076322A"/>
    <w:rsid w:val="00763710"/>
    <w:rsid w:val="00763A27"/>
    <w:rsid w:val="00764050"/>
    <w:rsid w:val="00764BF5"/>
    <w:rsid w:val="0076555F"/>
    <w:rsid w:val="00766365"/>
    <w:rsid w:val="0076643B"/>
    <w:rsid w:val="007664D2"/>
    <w:rsid w:val="007664D9"/>
    <w:rsid w:val="00766B84"/>
    <w:rsid w:val="00766D27"/>
    <w:rsid w:val="00766F6A"/>
    <w:rsid w:val="00767083"/>
    <w:rsid w:val="007673BD"/>
    <w:rsid w:val="007676E8"/>
    <w:rsid w:val="00767BE2"/>
    <w:rsid w:val="0077074E"/>
    <w:rsid w:val="00770750"/>
    <w:rsid w:val="0077111A"/>
    <w:rsid w:val="007716F5"/>
    <w:rsid w:val="0077222D"/>
    <w:rsid w:val="00773806"/>
    <w:rsid w:val="007739C8"/>
    <w:rsid w:val="00773A86"/>
    <w:rsid w:val="0077413A"/>
    <w:rsid w:val="00774436"/>
    <w:rsid w:val="00774FBA"/>
    <w:rsid w:val="0077578A"/>
    <w:rsid w:val="00775D3E"/>
    <w:rsid w:val="007772AD"/>
    <w:rsid w:val="007802EA"/>
    <w:rsid w:val="007803E4"/>
    <w:rsid w:val="007811D4"/>
    <w:rsid w:val="007811EA"/>
    <w:rsid w:val="00781310"/>
    <w:rsid w:val="00781BB9"/>
    <w:rsid w:val="007835A1"/>
    <w:rsid w:val="007842EA"/>
    <w:rsid w:val="00784764"/>
    <w:rsid w:val="00784B04"/>
    <w:rsid w:val="00785E81"/>
    <w:rsid w:val="00790B72"/>
    <w:rsid w:val="00790C84"/>
    <w:rsid w:val="00791434"/>
    <w:rsid w:val="00791E1B"/>
    <w:rsid w:val="00791FEC"/>
    <w:rsid w:val="00792555"/>
    <w:rsid w:val="0079428D"/>
    <w:rsid w:val="0079449C"/>
    <w:rsid w:val="00795048"/>
    <w:rsid w:val="0079571B"/>
    <w:rsid w:val="0079581B"/>
    <w:rsid w:val="007966C7"/>
    <w:rsid w:val="00796D61"/>
    <w:rsid w:val="00796F4F"/>
    <w:rsid w:val="00797547"/>
    <w:rsid w:val="007A069B"/>
    <w:rsid w:val="007A0B7D"/>
    <w:rsid w:val="007A18F5"/>
    <w:rsid w:val="007A1B4F"/>
    <w:rsid w:val="007A1EF9"/>
    <w:rsid w:val="007A2619"/>
    <w:rsid w:val="007A271D"/>
    <w:rsid w:val="007A2F08"/>
    <w:rsid w:val="007A459F"/>
    <w:rsid w:val="007A4DD1"/>
    <w:rsid w:val="007A4E83"/>
    <w:rsid w:val="007A5513"/>
    <w:rsid w:val="007A574F"/>
    <w:rsid w:val="007A57F5"/>
    <w:rsid w:val="007A6E18"/>
    <w:rsid w:val="007A7205"/>
    <w:rsid w:val="007A77AC"/>
    <w:rsid w:val="007B037A"/>
    <w:rsid w:val="007B11D3"/>
    <w:rsid w:val="007B12C3"/>
    <w:rsid w:val="007B178F"/>
    <w:rsid w:val="007B1CB6"/>
    <w:rsid w:val="007B2B2B"/>
    <w:rsid w:val="007B2BC6"/>
    <w:rsid w:val="007B3847"/>
    <w:rsid w:val="007B3EAC"/>
    <w:rsid w:val="007B5D90"/>
    <w:rsid w:val="007B5FE5"/>
    <w:rsid w:val="007B6CFF"/>
    <w:rsid w:val="007B74D3"/>
    <w:rsid w:val="007B79C1"/>
    <w:rsid w:val="007B7AEA"/>
    <w:rsid w:val="007C0076"/>
    <w:rsid w:val="007C07E9"/>
    <w:rsid w:val="007C1863"/>
    <w:rsid w:val="007C1E3E"/>
    <w:rsid w:val="007C212A"/>
    <w:rsid w:val="007C3793"/>
    <w:rsid w:val="007C4C23"/>
    <w:rsid w:val="007C5059"/>
    <w:rsid w:val="007C5592"/>
    <w:rsid w:val="007C56BD"/>
    <w:rsid w:val="007C688F"/>
    <w:rsid w:val="007C72FB"/>
    <w:rsid w:val="007C7AAF"/>
    <w:rsid w:val="007D0F6A"/>
    <w:rsid w:val="007D193B"/>
    <w:rsid w:val="007D2044"/>
    <w:rsid w:val="007D21F0"/>
    <w:rsid w:val="007D3151"/>
    <w:rsid w:val="007D3760"/>
    <w:rsid w:val="007D3995"/>
    <w:rsid w:val="007D3CBF"/>
    <w:rsid w:val="007D450F"/>
    <w:rsid w:val="007D58FE"/>
    <w:rsid w:val="007D613C"/>
    <w:rsid w:val="007D6AE7"/>
    <w:rsid w:val="007D6BF0"/>
    <w:rsid w:val="007D6E5D"/>
    <w:rsid w:val="007D6FA8"/>
    <w:rsid w:val="007D70F9"/>
    <w:rsid w:val="007D75B3"/>
    <w:rsid w:val="007D7BFA"/>
    <w:rsid w:val="007E01DA"/>
    <w:rsid w:val="007E09CC"/>
    <w:rsid w:val="007E13D6"/>
    <w:rsid w:val="007E2506"/>
    <w:rsid w:val="007E283F"/>
    <w:rsid w:val="007E2915"/>
    <w:rsid w:val="007E5890"/>
    <w:rsid w:val="007E5E75"/>
    <w:rsid w:val="007E5EE9"/>
    <w:rsid w:val="007E64C6"/>
    <w:rsid w:val="007E7717"/>
    <w:rsid w:val="007F021D"/>
    <w:rsid w:val="007F0A93"/>
    <w:rsid w:val="007F17D6"/>
    <w:rsid w:val="007F1A52"/>
    <w:rsid w:val="007F23FB"/>
    <w:rsid w:val="007F2D91"/>
    <w:rsid w:val="007F2FA6"/>
    <w:rsid w:val="007F2FBF"/>
    <w:rsid w:val="007F3B28"/>
    <w:rsid w:val="007F3B60"/>
    <w:rsid w:val="007F3DB5"/>
    <w:rsid w:val="007F407A"/>
    <w:rsid w:val="007F5F48"/>
    <w:rsid w:val="007F68F4"/>
    <w:rsid w:val="007F69B9"/>
    <w:rsid w:val="00800B93"/>
    <w:rsid w:val="00800BD0"/>
    <w:rsid w:val="008013A3"/>
    <w:rsid w:val="00801995"/>
    <w:rsid w:val="00801CD5"/>
    <w:rsid w:val="00802247"/>
    <w:rsid w:val="00802BA8"/>
    <w:rsid w:val="008031C5"/>
    <w:rsid w:val="0080388D"/>
    <w:rsid w:val="008039B6"/>
    <w:rsid w:val="00803A96"/>
    <w:rsid w:val="00804684"/>
    <w:rsid w:val="00804F96"/>
    <w:rsid w:val="008051CE"/>
    <w:rsid w:val="00805B6A"/>
    <w:rsid w:val="00807932"/>
    <w:rsid w:val="00810410"/>
    <w:rsid w:val="00810809"/>
    <w:rsid w:val="008108B2"/>
    <w:rsid w:val="00810F79"/>
    <w:rsid w:val="00811148"/>
    <w:rsid w:val="00813183"/>
    <w:rsid w:val="008135EE"/>
    <w:rsid w:val="008141E7"/>
    <w:rsid w:val="0081456C"/>
    <w:rsid w:val="00815065"/>
    <w:rsid w:val="00815D05"/>
    <w:rsid w:val="00816328"/>
    <w:rsid w:val="00820644"/>
    <w:rsid w:val="00821A24"/>
    <w:rsid w:val="0082201B"/>
    <w:rsid w:val="008224D8"/>
    <w:rsid w:val="00822AB7"/>
    <w:rsid w:val="008235B7"/>
    <w:rsid w:val="008239F0"/>
    <w:rsid w:val="00823D8E"/>
    <w:rsid w:val="00823FE4"/>
    <w:rsid w:val="00824DDB"/>
    <w:rsid w:val="00824F89"/>
    <w:rsid w:val="0082604C"/>
    <w:rsid w:val="008263B7"/>
    <w:rsid w:val="00826CA9"/>
    <w:rsid w:val="00827049"/>
    <w:rsid w:val="00827D6C"/>
    <w:rsid w:val="00827FF2"/>
    <w:rsid w:val="00830DE3"/>
    <w:rsid w:val="00830FC7"/>
    <w:rsid w:val="00832CD4"/>
    <w:rsid w:val="0083346A"/>
    <w:rsid w:val="00833DE5"/>
    <w:rsid w:val="00833E1A"/>
    <w:rsid w:val="00834BF2"/>
    <w:rsid w:val="008352A5"/>
    <w:rsid w:val="008353EB"/>
    <w:rsid w:val="00835D00"/>
    <w:rsid w:val="0083660F"/>
    <w:rsid w:val="00837E4D"/>
    <w:rsid w:val="00840700"/>
    <w:rsid w:val="008407D6"/>
    <w:rsid w:val="00840AAC"/>
    <w:rsid w:val="00840DB5"/>
    <w:rsid w:val="0084257D"/>
    <w:rsid w:val="00842F9A"/>
    <w:rsid w:val="00843B30"/>
    <w:rsid w:val="00844030"/>
    <w:rsid w:val="008443F5"/>
    <w:rsid w:val="00844A75"/>
    <w:rsid w:val="00845948"/>
    <w:rsid w:val="00845C9C"/>
    <w:rsid w:val="00845D17"/>
    <w:rsid w:val="00846311"/>
    <w:rsid w:val="00846636"/>
    <w:rsid w:val="00846F50"/>
    <w:rsid w:val="00847021"/>
    <w:rsid w:val="00847216"/>
    <w:rsid w:val="0084781E"/>
    <w:rsid w:val="0085045A"/>
    <w:rsid w:val="00850E97"/>
    <w:rsid w:val="00851568"/>
    <w:rsid w:val="00851684"/>
    <w:rsid w:val="00854627"/>
    <w:rsid w:val="00854986"/>
    <w:rsid w:val="00854E60"/>
    <w:rsid w:val="008553CF"/>
    <w:rsid w:val="008565B6"/>
    <w:rsid w:val="00857424"/>
    <w:rsid w:val="0086140C"/>
    <w:rsid w:val="0086212D"/>
    <w:rsid w:val="008624A0"/>
    <w:rsid w:val="0086310C"/>
    <w:rsid w:val="00863797"/>
    <w:rsid w:val="00864891"/>
    <w:rsid w:val="00864BA8"/>
    <w:rsid w:val="008653EF"/>
    <w:rsid w:val="00865C8E"/>
    <w:rsid w:val="0086717F"/>
    <w:rsid w:val="0086719A"/>
    <w:rsid w:val="00867200"/>
    <w:rsid w:val="008674DC"/>
    <w:rsid w:val="008714D1"/>
    <w:rsid w:val="00872517"/>
    <w:rsid w:val="0087272F"/>
    <w:rsid w:val="00874A5B"/>
    <w:rsid w:val="00874C26"/>
    <w:rsid w:val="0087614D"/>
    <w:rsid w:val="00876567"/>
    <w:rsid w:val="00877D78"/>
    <w:rsid w:val="00877E29"/>
    <w:rsid w:val="008804BA"/>
    <w:rsid w:val="008807F9"/>
    <w:rsid w:val="00881352"/>
    <w:rsid w:val="00882CD2"/>
    <w:rsid w:val="008831A2"/>
    <w:rsid w:val="008835DA"/>
    <w:rsid w:val="00883D68"/>
    <w:rsid w:val="008844DC"/>
    <w:rsid w:val="00884A6D"/>
    <w:rsid w:val="008850E7"/>
    <w:rsid w:val="00885129"/>
    <w:rsid w:val="008851B2"/>
    <w:rsid w:val="00885649"/>
    <w:rsid w:val="00886416"/>
    <w:rsid w:val="00886B52"/>
    <w:rsid w:val="00887B1E"/>
    <w:rsid w:val="00887F89"/>
    <w:rsid w:val="00890799"/>
    <w:rsid w:val="00890CAE"/>
    <w:rsid w:val="0089256D"/>
    <w:rsid w:val="008927E2"/>
    <w:rsid w:val="008933A2"/>
    <w:rsid w:val="008946FB"/>
    <w:rsid w:val="00894ECB"/>
    <w:rsid w:val="008957AF"/>
    <w:rsid w:val="00895AD6"/>
    <w:rsid w:val="00895B06"/>
    <w:rsid w:val="00895BFE"/>
    <w:rsid w:val="00897585"/>
    <w:rsid w:val="00897B60"/>
    <w:rsid w:val="00897C45"/>
    <w:rsid w:val="00897C5B"/>
    <w:rsid w:val="00897E3A"/>
    <w:rsid w:val="008A0197"/>
    <w:rsid w:val="008A05BB"/>
    <w:rsid w:val="008A0881"/>
    <w:rsid w:val="008A1B69"/>
    <w:rsid w:val="008A3C0C"/>
    <w:rsid w:val="008A48CA"/>
    <w:rsid w:val="008A4DD2"/>
    <w:rsid w:val="008A501B"/>
    <w:rsid w:val="008A53B8"/>
    <w:rsid w:val="008A5738"/>
    <w:rsid w:val="008A5975"/>
    <w:rsid w:val="008A62D8"/>
    <w:rsid w:val="008A7071"/>
    <w:rsid w:val="008A7BE6"/>
    <w:rsid w:val="008B0125"/>
    <w:rsid w:val="008B015D"/>
    <w:rsid w:val="008B02E0"/>
    <w:rsid w:val="008B077E"/>
    <w:rsid w:val="008B0860"/>
    <w:rsid w:val="008B0D62"/>
    <w:rsid w:val="008B178C"/>
    <w:rsid w:val="008B1D76"/>
    <w:rsid w:val="008B2E77"/>
    <w:rsid w:val="008B3216"/>
    <w:rsid w:val="008B34C8"/>
    <w:rsid w:val="008B391E"/>
    <w:rsid w:val="008B39B9"/>
    <w:rsid w:val="008B46DD"/>
    <w:rsid w:val="008B4965"/>
    <w:rsid w:val="008B4A37"/>
    <w:rsid w:val="008B4AD3"/>
    <w:rsid w:val="008B564D"/>
    <w:rsid w:val="008B6B3E"/>
    <w:rsid w:val="008B7FCE"/>
    <w:rsid w:val="008C0312"/>
    <w:rsid w:val="008C054C"/>
    <w:rsid w:val="008C0F85"/>
    <w:rsid w:val="008C13A9"/>
    <w:rsid w:val="008C1BEA"/>
    <w:rsid w:val="008C1CF1"/>
    <w:rsid w:val="008C2B9F"/>
    <w:rsid w:val="008C2DB2"/>
    <w:rsid w:val="008C3E25"/>
    <w:rsid w:val="008C5820"/>
    <w:rsid w:val="008C5C6C"/>
    <w:rsid w:val="008C68FA"/>
    <w:rsid w:val="008C6A04"/>
    <w:rsid w:val="008C7327"/>
    <w:rsid w:val="008C7A4E"/>
    <w:rsid w:val="008C7B5A"/>
    <w:rsid w:val="008D1133"/>
    <w:rsid w:val="008D1EE0"/>
    <w:rsid w:val="008D21BF"/>
    <w:rsid w:val="008D24AC"/>
    <w:rsid w:val="008D2670"/>
    <w:rsid w:val="008D2F1D"/>
    <w:rsid w:val="008D3720"/>
    <w:rsid w:val="008D3B04"/>
    <w:rsid w:val="008D3C87"/>
    <w:rsid w:val="008D4890"/>
    <w:rsid w:val="008D4D72"/>
    <w:rsid w:val="008D541C"/>
    <w:rsid w:val="008D5A4A"/>
    <w:rsid w:val="008D647D"/>
    <w:rsid w:val="008D683E"/>
    <w:rsid w:val="008D7767"/>
    <w:rsid w:val="008D7A58"/>
    <w:rsid w:val="008D7AE8"/>
    <w:rsid w:val="008D7B12"/>
    <w:rsid w:val="008D7D6F"/>
    <w:rsid w:val="008D7FFE"/>
    <w:rsid w:val="008E01C0"/>
    <w:rsid w:val="008E08EE"/>
    <w:rsid w:val="008E0F40"/>
    <w:rsid w:val="008E2FEA"/>
    <w:rsid w:val="008E3A91"/>
    <w:rsid w:val="008E481B"/>
    <w:rsid w:val="008E5224"/>
    <w:rsid w:val="008E552A"/>
    <w:rsid w:val="008E5B2C"/>
    <w:rsid w:val="008E5F08"/>
    <w:rsid w:val="008E7862"/>
    <w:rsid w:val="008E7D4E"/>
    <w:rsid w:val="008E7FA2"/>
    <w:rsid w:val="008F1379"/>
    <w:rsid w:val="008F189A"/>
    <w:rsid w:val="008F1F48"/>
    <w:rsid w:val="008F2041"/>
    <w:rsid w:val="008F3BCD"/>
    <w:rsid w:val="008F3F85"/>
    <w:rsid w:val="008F3FA6"/>
    <w:rsid w:val="008F46F6"/>
    <w:rsid w:val="008F4BAB"/>
    <w:rsid w:val="008F55FF"/>
    <w:rsid w:val="008F57C5"/>
    <w:rsid w:val="008F6B7D"/>
    <w:rsid w:val="008F72EC"/>
    <w:rsid w:val="008F759A"/>
    <w:rsid w:val="008F7D98"/>
    <w:rsid w:val="00900030"/>
    <w:rsid w:val="0090094E"/>
    <w:rsid w:val="00902450"/>
    <w:rsid w:val="009031EF"/>
    <w:rsid w:val="00903E3C"/>
    <w:rsid w:val="00906EEF"/>
    <w:rsid w:val="00907323"/>
    <w:rsid w:val="00907996"/>
    <w:rsid w:val="009103A0"/>
    <w:rsid w:val="00911571"/>
    <w:rsid w:val="00911E22"/>
    <w:rsid w:val="009121F0"/>
    <w:rsid w:val="009129D4"/>
    <w:rsid w:val="00913810"/>
    <w:rsid w:val="00913B00"/>
    <w:rsid w:val="00913F42"/>
    <w:rsid w:val="00914108"/>
    <w:rsid w:val="00914299"/>
    <w:rsid w:val="00915B3B"/>
    <w:rsid w:val="00915CF2"/>
    <w:rsid w:val="00915D28"/>
    <w:rsid w:val="00915E6F"/>
    <w:rsid w:val="00915F52"/>
    <w:rsid w:val="009169B6"/>
    <w:rsid w:val="00916DDA"/>
    <w:rsid w:val="0091777D"/>
    <w:rsid w:val="009179A3"/>
    <w:rsid w:val="00920CA7"/>
    <w:rsid w:val="009210CC"/>
    <w:rsid w:val="009221A1"/>
    <w:rsid w:val="00923A36"/>
    <w:rsid w:val="0092416D"/>
    <w:rsid w:val="0092434A"/>
    <w:rsid w:val="00924B17"/>
    <w:rsid w:val="0092511E"/>
    <w:rsid w:val="00925739"/>
    <w:rsid w:val="009258CE"/>
    <w:rsid w:val="009262F8"/>
    <w:rsid w:val="009265C7"/>
    <w:rsid w:val="00927082"/>
    <w:rsid w:val="00927724"/>
    <w:rsid w:val="00927778"/>
    <w:rsid w:val="0093053A"/>
    <w:rsid w:val="00930D47"/>
    <w:rsid w:val="009310AA"/>
    <w:rsid w:val="009318B2"/>
    <w:rsid w:val="009337E9"/>
    <w:rsid w:val="00933973"/>
    <w:rsid w:val="0093497D"/>
    <w:rsid w:val="00935DDC"/>
    <w:rsid w:val="009360F0"/>
    <w:rsid w:val="00936D02"/>
    <w:rsid w:val="00936D62"/>
    <w:rsid w:val="009373EC"/>
    <w:rsid w:val="00937AB3"/>
    <w:rsid w:val="00940CEE"/>
    <w:rsid w:val="009411C8"/>
    <w:rsid w:val="0094133B"/>
    <w:rsid w:val="00941D4C"/>
    <w:rsid w:val="0094244D"/>
    <w:rsid w:val="00942D31"/>
    <w:rsid w:val="009448F9"/>
    <w:rsid w:val="00944967"/>
    <w:rsid w:val="00945204"/>
    <w:rsid w:val="00945315"/>
    <w:rsid w:val="00945C3A"/>
    <w:rsid w:val="009467AB"/>
    <w:rsid w:val="009467B9"/>
    <w:rsid w:val="009472CD"/>
    <w:rsid w:val="009477A5"/>
    <w:rsid w:val="00947C08"/>
    <w:rsid w:val="00947F5F"/>
    <w:rsid w:val="009500D0"/>
    <w:rsid w:val="0095011A"/>
    <w:rsid w:val="00951342"/>
    <w:rsid w:val="00951E34"/>
    <w:rsid w:val="00953022"/>
    <w:rsid w:val="009531EA"/>
    <w:rsid w:val="00953566"/>
    <w:rsid w:val="00955EA5"/>
    <w:rsid w:val="00956303"/>
    <w:rsid w:val="00956BCD"/>
    <w:rsid w:val="0096094C"/>
    <w:rsid w:val="00960EE7"/>
    <w:rsid w:val="00961234"/>
    <w:rsid w:val="00961471"/>
    <w:rsid w:val="009617B9"/>
    <w:rsid w:val="00962731"/>
    <w:rsid w:val="009630F9"/>
    <w:rsid w:val="009642A5"/>
    <w:rsid w:val="00964AEE"/>
    <w:rsid w:val="0096556E"/>
    <w:rsid w:val="0096740B"/>
    <w:rsid w:val="00967659"/>
    <w:rsid w:val="00967825"/>
    <w:rsid w:val="00967F54"/>
    <w:rsid w:val="00972ADD"/>
    <w:rsid w:val="00973EF8"/>
    <w:rsid w:val="00974020"/>
    <w:rsid w:val="009746FF"/>
    <w:rsid w:val="00974DD3"/>
    <w:rsid w:val="009759D8"/>
    <w:rsid w:val="00975BC5"/>
    <w:rsid w:val="00975CC8"/>
    <w:rsid w:val="00975E3B"/>
    <w:rsid w:val="00976B02"/>
    <w:rsid w:val="00977121"/>
    <w:rsid w:val="0098012B"/>
    <w:rsid w:val="00980176"/>
    <w:rsid w:val="009801A6"/>
    <w:rsid w:val="009802C4"/>
    <w:rsid w:val="00981F8D"/>
    <w:rsid w:val="0098208F"/>
    <w:rsid w:val="00983207"/>
    <w:rsid w:val="00983430"/>
    <w:rsid w:val="00983CBC"/>
    <w:rsid w:val="00983F8F"/>
    <w:rsid w:val="00984301"/>
    <w:rsid w:val="00984F0D"/>
    <w:rsid w:val="00984F90"/>
    <w:rsid w:val="009873E0"/>
    <w:rsid w:val="00991FBA"/>
    <w:rsid w:val="00991FDE"/>
    <w:rsid w:val="00992567"/>
    <w:rsid w:val="009937CD"/>
    <w:rsid w:val="00993AB7"/>
    <w:rsid w:val="00993BDC"/>
    <w:rsid w:val="00996D93"/>
    <w:rsid w:val="00996F03"/>
    <w:rsid w:val="00997C80"/>
    <w:rsid w:val="009A1BCF"/>
    <w:rsid w:val="009A2443"/>
    <w:rsid w:val="009A2C6A"/>
    <w:rsid w:val="009A2E03"/>
    <w:rsid w:val="009A2FC3"/>
    <w:rsid w:val="009A36A0"/>
    <w:rsid w:val="009A3842"/>
    <w:rsid w:val="009A3DE9"/>
    <w:rsid w:val="009A471C"/>
    <w:rsid w:val="009A5FA2"/>
    <w:rsid w:val="009A62B9"/>
    <w:rsid w:val="009A62C4"/>
    <w:rsid w:val="009A6854"/>
    <w:rsid w:val="009A7EBF"/>
    <w:rsid w:val="009B0D5E"/>
    <w:rsid w:val="009B0F5F"/>
    <w:rsid w:val="009B0FA7"/>
    <w:rsid w:val="009B123A"/>
    <w:rsid w:val="009B1F1F"/>
    <w:rsid w:val="009B25FB"/>
    <w:rsid w:val="009B3428"/>
    <w:rsid w:val="009B36E0"/>
    <w:rsid w:val="009B3867"/>
    <w:rsid w:val="009B3ED3"/>
    <w:rsid w:val="009B4810"/>
    <w:rsid w:val="009B594F"/>
    <w:rsid w:val="009B59A3"/>
    <w:rsid w:val="009B6BE0"/>
    <w:rsid w:val="009B71E1"/>
    <w:rsid w:val="009C0362"/>
    <w:rsid w:val="009C05D9"/>
    <w:rsid w:val="009C0839"/>
    <w:rsid w:val="009C090D"/>
    <w:rsid w:val="009C098A"/>
    <w:rsid w:val="009C14E3"/>
    <w:rsid w:val="009C20AC"/>
    <w:rsid w:val="009C2B71"/>
    <w:rsid w:val="009C2BBD"/>
    <w:rsid w:val="009C3795"/>
    <w:rsid w:val="009C468E"/>
    <w:rsid w:val="009C4871"/>
    <w:rsid w:val="009C4BF9"/>
    <w:rsid w:val="009C59B0"/>
    <w:rsid w:val="009C5B10"/>
    <w:rsid w:val="009C5D83"/>
    <w:rsid w:val="009C5DC9"/>
    <w:rsid w:val="009C6320"/>
    <w:rsid w:val="009C6990"/>
    <w:rsid w:val="009C7813"/>
    <w:rsid w:val="009D12D4"/>
    <w:rsid w:val="009D194D"/>
    <w:rsid w:val="009D1DE4"/>
    <w:rsid w:val="009D1F92"/>
    <w:rsid w:val="009D2D34"/>
    <w:rsid w:val="009D438D"/>
    <w:rsid w:val="009D53A3"/>
    <w:rsid w:val="009D55CE"/>
    <w:rsid w:val="009D7011"/>
    <w:rsid w:val="009D787C"/>
    <w:rsid w:val="009E014D"/>
    <w:rsid w:val="009E0B1E"/>
    <w:rsid w:val="009E0D60"/>
    <w:rsid w:val="009E0DCD"/>
    <w:rsid w:val="009E10BD"/>
    <w:rsid w:val="009E19CC"/>
    <w:rsid w:val="009E1E99"/>
    <w:rsid w:val="009E1EEB"/>
    <w:rsid w:val="009E39EA"/>
    <w:rsid w:val="009E40DE"/>
    <w:rsid w:val="009E43A6"/>
    <w:rsid w:val="009E4820"/>
    <w:rsid w:val="009E5014"/>
    <w:rsid w:val="009E53A6"/>
    <w:rsid w:val="009E63FF"/>
    <w:rsid w:val="009E6665"/>
    <w:rsid w:val="009E6AD9"/>
    <w:rsid w:val="009E79D5"/>
    <w:rsid w:val="009F0967"/>
    <w:rsid w:val="009F0C9C"/>
    <w:rsid w:val="009F1F0E"/>
    <w:rsid w:val="009F230D"/>
    <w:rsid w:val="009F23A9"/>
    <w:rsid w:val="009F2734"/>
    <w:rsid w:val="009F3FAE"/>
    <w:rsid w:val="009F4141"/>
    <w:rsid w:val="009F4253"/>
    <w:rsid w:val="009F4320"/>
    <w:rsid w:val="009F4D7B"/>
    <w:rsid w:val="009F502B"/>
    <w:rsid w:val="009F5879"/>
    <w:rsid w:val="009F5A54"/>
    <w:rsid w:val="009F5BE2"/>
    <w:rsid w:val="009F5EB8"/>
    <w:rsid w:val="009F6519"/>
    <w:rsid w:val="009F6B55"/>
    <w:rsid w:val="009F7158"/>
    <w:rsid w:val="009F731B"/>
    <w:rsid w:val="009F7A29"/>
    <w:rsid w:val="009F7A43"/>
    <w:rsid w:val="009F7D11"/>
    <w:rsid w:val="009F7ED8"/>
    <w:rsid w:val="00A00080"/>
    <w:rsid w:val="00A02068"/>
    <w:rsid w:val="00A022BC"/>
    <w:rsid w:val="00A0259D"/>
    <w:rsid w:val="00A035E2"/>
    <w:rsid w:val="00A036FA"/>
    <w:rsid w:val="00A03978"/>
    <w:rsid w:val="00A042F6"/>
    <w:rsid w:val="00A0573A"/>
    <w:rsid w:val="00A0634E"/>
    <w:rsid w:val="00A06697"/>
    <w:rsid w:val="00A079C2"/>
    <w:rsid w:val="00A07C40"/>
    <w:rsid w:val="00A07D7C"/>
    <w:rsid w:val="00A10803"/>
    <w:rsid w:val="00A12826"/>
    <w:rsid w:val="00A12A4A"/>
    <w:rsid w:val="00A137B1"/>
    <w:rsid w:val="00A13C32"/>
    <w:rsid w:val="00A147DE"/>
    <w:rsid w:val="00A14A1C"/>
    <w:rsid w:val="00A15052"/>
    <w:rsid w:val="00A16344"/>
    <w:rsid w:val="00A167A1"/>
    <w:rsid w:val="00A16E3C"/>
    <w:rsid w:val="00A16F48"/>
    <w:rsid w:val="00A17077"/>
    <w:rsid w:val="00A175ED"/>
    <w:rsid w:val="00A17C9D"/>
    <w:rsid w:val="00A209CE"/>
    <w:rsid w:val="00A20A86"/>
    <w:rsid w:val="00A20E42"/>
    <w:rsid w:val="00A211D4"/>
    <w:rsid w:val="00A21701"/>
    <w:rsid w:val="00A219EC"/>
    <w:rsid w:val="00A22046"/>
    <w:rsid w:val="00A22505"/>
    <w:rsid w:val="00A22759"/>
    <w:rsid w:val="00A22776"/>
    <w:rsid w:val="00A242C2"/>
    <w:rsid w:val="00A24B54"/>
    <w:rsid w:val="00A254FC"/>
    <w:rsid w:val="00A260BB"/>
    <w:rsid w:val="00A261A8"/>
    <w:rsid w:val="00A26C7A"/>
    <w:rsid w:val="00A27455"/>
    <w:rsid w:val="00A27915"/>
    <w:rsid w:val="00A306CF"/>
    <w:rsid w:val="00A309A5"/>
    <w:rsid w:val="00A32013"/>
    <w:rsid w:val="00A332CB"/>
    <w:rsid w:val="00A33F3D"/>
    <w:rsid w:val="00A343C6"/>
    <w:rsid w:val="00A34476"/>
    <w:rsid w:val="00A347D4"/>
    <w:rsid w:val="00A35C22"/>
    <w:rsid w:val="00A35E58"/>
    <w:rsid w:val="00A367A8"/>
    <w:rsid w:val="00A37231"/>
    <w:rsid w:val="00A42442"/>
    <w:rsid w:val="00A42943"/>
    <w:rsid w:val="00A43313"/>
    <w:rsid w:val="00A438D2"/>
    <w:rsid w:val="00A44218"/>
    <w:rsid w:val="00A445E9"/>
    <w:rsid w:val="00A44712"/>
    <w:rsid w:val="00A44922"/>
    <w:rsid w:val="00A44DBC"/>
    <w:rsid w:val="00A45DC2"/>
    <w:rsid w:val="00A45F72"/>
    <w:rsid w:val="00A46560"/>
    <w:rsid w:val="00A466EC"/>
    <w:rsid w:val="00A46D36"/>
    <w:rsid w:val="00A46D97"/>
    <w:rsid w:val="00A476E8"/>
    <w:rsid w:val="00A4777F"/>
    <w:rsid w:val="00A50122"/>
    <w:rsid w:val="00A50184"/>
    <w:rsid w:val="00A50604"/>
    <w:rsid w:val="00A508BA"/>
    <w:rsid w:val="00A50B64"/>
    <w:rsid w:val="00A51330"/>
    <w:rsid w:val="00A5147D"/>
    <w:rsid w:val="00A527EF"/>
    <w:rsid w:val="00A52BAE"/>
    <w:rsid w:val="00A52CB7"/>
    <w:rsid w:val="00A53861"/>
    <w:rsid w:val="00A540F9"/>
    <w:rsid w:val="00A54686"/>
    <w:rsid w:val="00A54D6C"/>
    <w:rsid w:val="00A5568E"/>
    <w:rsid w:val="00A55A50"/>
    <w:rsid w:val="00A5621F"/>
    <w:rsid w:val="00A563DC"/>
    <w:rsid w:val="00A57F35"/>
    <w:rsid w:val="00A57F5E"/>
    <w:rsid w:val="00A612D7"/>
    <w:rsid w:val="00A61559"/>
    <w:rsid w:val="00A61A34"/>
    <w:rsid w:val="00A62D76"/>
    <w:rsid w:val="00A6305B"/>
    <w:rsid w:val="00A64A77"/>
    <w:rsid w:val="00A64D7E"/>
    <w:rsid w:val="00A6579A"/>
    <w:rsid w:val="00A66E71"/>
    <w:rsid w:val="00A70B11"/>
    <w:rsid w:val="00A70FCB"/>
    <w:rsid w:val="00A7153A"/>
    <w:rsid w:val="00A71935"/>
    <w:rsid w:val="00A71E82"/>
    <w:rsid w:val="00A72464"/>
    <w:rsid w:val="00A73568"/>
    <w:rsid w:val="00A744A4"/>
    <w:rsid w:val="00A74A24"/>
    <w:rsid w:val="00A74F37"/>
    <w:rsid w:val="00A75358"/>
    <w:rsid w:val="00A75980"/>
    <w:rsid w:val="00A75DB5"/>
    <w:rsid w:val="00A761D7"/>
    <w:rsid w:val="00A763C9"/>
    <w:rsid w:val="00A7696E"/>
    <w:rsid w:val="00A76F9C"/>
    <w:rsid w:val="00A77A6C"/>
    <w:rsid w:val="00A809EC"/>
    <w:rsid w:val="00A80ED6"/>
    <w:rsid w:val="00A8247C"/>
    <w:rsid w:val="00A8298C"/>
    <w:rsid w:val="00A82FC1"/>
    <w:rsid w:val="00A83F47"/>
    <w:rsid w:val="00A848FA"/>
    <w:rsid w:val="00A84F82"/>
    <w:rsid w:val="00A866C7"/>
    <w:rsid w:val="00A86AB8"/>
    <w:rsid w:val="00A870CA"/>
    <w:rsid w:val="00A87545"/>
    <w:rsid w:val="00A879BC"/>
    <w:rsid w:val="00A925D8"/>
    <w:rsid w:val="00A925F6"/>
    <w:rsid w:val="00A92AC7"/>
    <w:rsid w:val="00A940B7"/>
    <w:rsid w:val="00A945E9"/>
    <w:rsid w:val="00A94826"/>
    <w:rsid w:val="00A9580D"/>
    <w:rsid w:val="00A9798C"/>
    <w:rsid w:val="00AA0178"/>
    <w:rsid w:val="00AA0628"/>
    <w:rsid w:val="00AA080D"/>
    <w:rsid w:val="00AA0B8E"/>
    <w:rsid w:val="00AA1C82"/>
    <w:rsid w:val="00AA21EF"/>
    <w:rsid w:val="00AA258E"/>
    <w:rsid w:val="00AA2735"/>
    <w:rsid w:val="00AA3C65"/>
    <w:rsid w:val="00AA3CBA"/>
    <w:rsid w:val="00AA3E3E"/>
    <w:rsid w:val="00AA3E4B"/>
    <w:rsid w:val="00AA4062"/>
    <w:rsid w:val="00AA466B"/>
    <w:rsid w:val="00AA4BBB"/>
    <w:rsid w:val="00AA4FBB"/>
    <w:rsid w:val="00AA5FAB"/>
    <w:rsid w:val="00AA6933"/>
    <w:rsid w:val="00AA6F84"/>
    <w:rsid w:val="00AA7A5A"/>
    <w:rsid w:val="00AA7EAB"/>
    <w:rsid w:val="00AB00FC"/>
    <w:rsid w:val="00AB0677"/>
    <w:rsid w:val="00AB25F5"/>
    <w:rsid w:val="00AB26C8"/>
    <w:rsid w:val="00AB3323"/>
    <w:rsid w:val="00AB357C"/>
    <w:rsid w:val="00AB3851"/>
    <w:rsid w:val="00AB4210"/>
    <w:rsid w:val="00AB4583"/>
    <w:rsid w:val="00AB4C0B"/>
    <w:rsid w:val="00AB5375"/>
    <w:rsid w:val="00AB58E7"/>
    <w:rsid w:val="00AB592D"/>
    <w:rsid w:val="00AB6D09"/>
    <w:rsid w:val="00AB6DD4"/>
    <w:rsid w:val="00AB7478"/>
    <w:rsid w:val="00AC0FB2"/>
    <w:rsid w:val="00AC2396"/>
    <w:rsid w:val="00AC3348"/>
    <w:rsid w:val="00AC3A52"/>
    <w:rsid w:val="00AC3BE8"/>
    <w:rsid w:val="00AC3F2F"/>
    <w:rsid w:val="00AC4952"/>
    <w:rsid w:val="00AC5B74"/>
    <w:rsid w:val="00AC5F17"/>
    <w:rsid w:val="00AC698B"/>
    <w:rsid w:val="00AC767C"/>
    <w:rsid w:val="00AC7719"/>
    <w:rsid w:val="00AC7AC5"/>
    <w:rsid w:val="00AC7B66"/>
    <w:rsid w:val="00AC7EA3"/>
    <w:rsid w:val="00AC7ED6"/>
    <w:rsid w:val="00AD0142"/>
    <w:rsid w:val="00AD0615"/>
    <w:rsid w:val="00AD08DC"/>
    <w:rsid w:val="00AD0DC9"/>
    <w:rsid w:val="00AD2F7A"/>
    <w:rsid w:val="00AD336E"/>
    <w:rsid w:val="00AD3C93"/>
    <w:rsid w:val="00AD4466"/>
    <w:rsid w:val="00AD45ED"/>
    <w:rsid w:val="00AD4B4F"/>
    <w:rsid w:val="00AD4C4B"/>
    <w:rsid w:val="00AD4E98"/>
    <w:rsid w:val="00AD53D7"/>
    <w:rsid w:val="00AD597F"/>
    <w:rsid w:val="00AD5E08"/>
    <w:rsid w:val="00AD695D"/>
    <w:rsid w:val="00AD6B53"/>
    <w:rsid w:val="00AD7F32"/>
    <w:rsid w:val="00AE20EF"/>
    <w:rsid w:val="00AE2EA6"/>
    <w:rsid w:val="00AE34F4"/>
    <w:rsid w:val="00AE48FF"/>
    <w:rsid w:val="00AE6646"/>
    <w:rsid w:val="00AE6BE5"/>
    <w:rsid w:val="00AE7279"/>
    <w:rsid w:val="00AE7282"/>
    <w:rsid w:val="00AE78B3"/>
    <w:rsid w:val="00AE7B63"/>
    <w:rsid w:val="00AF033B"/>
    <w:rsid w:val="00AF1CF7"/>
    <w:rsid w:val="00AF1E05"/>
    <w:rsid w:val="00AF26E6"/>
    <w:rsid w:val="00AF38EA"/>
    <w:rsid w:val="00AF3E3B"/>
    <w:rsid w:val="00AF584D"/>
    <w:rsid w:val="00AF5A3E"/>
    <w:rsid w:val="00AF5C40"/>
    <w:rsid w:val="00AF5E88"/>
    <w:rsid w:val="00AF6651"/>
    <w:rsid w:val="00B009E2"/>
    <w:rsid w:val="00B01B62"/>
    <w:rsid w:val="00B01BE3"/>
    <w:rsid w:val="00B026A4"/>
    <w:rsid w:val="00B028D1"/>
    <w:rsid w:val="00B02A2E"/>
    <w:rsid w:val="00B02ABC"/>
    <w:rsid w:val="00B030D4"/>
    <w:rsid w:val="00B03998"/>
    <w:rsid w:val="00B03F7F"/>
    <w:rsid w:val="00B05A96"/>
    <w:rsid w:val="00B07DAC"/>
    <w:rsid w:val="00B10035"/>
    <w:rsid w:val="00B10376"/>
    <w:rsid w:val="00B10CC0"/>
    <w:rsid w:val="00B10D30"/>
    <w:rsid w:val="00B10E98"/>
    <w:rsid w:val="00B1142D"/>
    <w:rsid w:val="00B12244"/>
    <w:rsid w:val="00B12806"/>
    <w:rsid w:val="00B13084"/>
    <w:rsid w:val="00B13713"/>
    <w:rsid w:val="00B13BC3"/>
    <w:rsid w:val="00B13C6C"/>
    <w:rsid w:val="00B142DC"/>
    <w:rsid w:val="00B14C1F"/>
    <w:rsid w:val="00B14C7E"/>
    <w:rsid w:val="00B15262"/>
    <w:rsid w:val="00B1583C"/>
    <w:rsid w:val="00B15DE8"/>
    <w:rsid w:val="00B16BBA"/>
    <w:rsid w:val="00B16C78"/>
    <w:rsid w:val="00B174E3"/>
    <w:rsid w:val="00B17579"/>
    <w:rsid w:val="00B17B13"/>
    <w:rsid w:val="00B2024B"/>
    <w:rsid w:val="00B209F6"/>
    <w:rsid w:val="00B20B36"/>
    <w:rsid w:val="00B20DCF"/>
    <w:rsid w:val="00B21757"/>
    <w:rsid w:val="00B218BB"/>
    <w:rsid w:val="00B21C0C"/>
    <w:rsid w:val="00B2240F"/>
    <w:rsid w:val="00B22A4E"/>
    <w:rsid w:val="00B22F92"/>
    <w:rsid w:val="00B236F5"/>
    <w:rsid w:val="00B24099"/>
    <w:rsid w:val="00B243BA"/>
    <w:rsid w:val="00B24A47"/>
    <w:rsid w:val="00B25B0D"/>
    <w:rsid w:val="00B25E08"/>
    <w:rsid w:val="00B25FF4"/>
    <w:rsid w:val="00B26CF4"/>
    <w:rsid w:val="00B2715C"/>
    <w:rsid w:val="00B27162"/>
    <w:rsid w:val="00B2777F"/>
    <w:rsid w:val="00B30B9D"/>
    <w:rsid w:val="00B30F1F"/>
    <w:rsid w:val="00B32355"/>
    <w:rsid w:val="00B32AC1"/>
    <w:rsid w:val="00B32C63"/>
    <w:rsid w:val="00B32D19"/>
    <w:rsid w:val="00B32FE5"/>
    <w:rsid w:val="00B3306D"/>
    <w:rsid w:val="00B335F2"/>
    <w:rsid w:val="00B33806"/>
    <w:rsid w:val="00B348C1"/>
    <w:rsid w:val="00B365F2"/>
    <w:rsid w:val="00B36613"/>
    <w:rsid w:val="00B36881"/>
    <w:rsid w:val="00B379EB"/>
    <w:rsid w:val="00B40127"/>
    <w:rsid w:val="00B40289"/>
    <w:rsid w:val="00B402EE"/>
    <w:rsid w:val="00B40E65"/>
    <w:rsid w:val="00B4162E"/>
    <w:rsid w:val="00B41703"/>
    <w:rsid w:val="00B41952"/>
    <w:rsid w:val="00B42274"/>
    <w:rsid w:val="00B429EE"/>
    <w:rsid w:val="00B42E48"/>
    <w:rsid w:val="00B44105"/>
    <w:rsid w:val="00B467FE"/>
    <w:rsid w:val="00B46AE8"/>
    <w:rsid w:val="00B47306"/>
    <w:rsid w:val="00B5070E"/>
    <w:rsid w:val="00B51610"/>
    <w:rsid w:val="00B51B6C"/>
    <w:rsid w:val="00B51C44"/>
    <w:rsid w:val="00B51F0D"/>
    <w:rsid w:val="00B51F17"/>
    <w:rsid w:val="00B52250"/>
    <w:rsid w:val="00B52464"/>
    <w:rsid w:val="00B530A5"/>
    <w:rsid w:val="00B53D5C"/>
    <w:rsid w:val="00B549BE"/>
    <w:rsid w:val="00B551EF"/>
    <w:rsid w:val="00B5555E"/>
    <w:rsid w:val="00B56111"/>
    <w:rsid w:val="00B57714"/>
    <w:rsid w:val="00B57D80"/>
    <w:rsid w:val="00B57F64"/>
    <w:rsid w:val="00B60480"/>
    <w:rsid w:val="00B605DF"/>
    <w:rsid w:val="00B60DD7"/>
    <w:rsid w:val="00B616ED"/>
    <w:rsid w:val="00B61CCF"/>
    <w:rsid w:val="00B61D24"/>
    <w:rsid w:val="00B61E9F"/>
    <w:rsid w:val="00B628C5"/>
    <w:rsid w:val="00B63E89"/>
    <w:rsid w:val="00B647C3"/>
    <w:rsid w:val="00B64F71"/>
    <w:rsid w:val="00B65132"/>
    <w:rsid w:val="00B65947"/>
    <w:rsid w:val="00B667CC"/>
    <w:rsid w:val="00B66970"/>
    <w:rsid w:val="00B710FF"/>
    <w:rsid w:val="00B71147"/>
    <w:rsid w:val="00B71960"/>
    <w:rsid w:val="00B71A5A"/>
    <w:rsid w:val="00B71BEE"/>
    <w:rsid w:val="00B72E60"/>
    <w:rsid w:val="00B73161"/>
    <w:rsid w:val="00B7462D"/>
    <w:rsid w:val="00B7481B"/>
    <w:rsid w:val="00B74EDA"/>
    <w:rsid w:val="00B7583D"/>
    <w:rsid w:val="00B75F6A"/>
    <w:rsid w:val="00B8212C"/>
    <w:rsid w:val="00B82B56"/>
    <w:rsid w:val="00B82B59"/>
    <w:rsid w:val="00B82BCF"/>
    <w:rsid w:val="00B82D70"/>
    <w:rsid w:val="00B83601"/>
    <w:rsid w:val="00B836F3"/>
    <w:rsid w:val="00B83DC7"/>
    <w:rsid w:val="00B83FCA"/>
    <w:rsid w:val="00B85501"/>
    <w:rsid w:val="00B85DDA"/>
    <w:rsid w:val="00B86A86"/>
    <w:rsid w:val="00B86D4E"/>
    <w:rsid w:val="00B8744D"/>
    <w:rsid w:val="00B876E8"/>
    <w:rsid w:val="00B87B95"/>
    <w:rsid w:val="00B905FE"/>
    <w:rsid w:val="00B90603"/>
    <w:rsid w:val="00B917DC"/>
    <w:rsid w:val="00B919A4"/>
    <w:rsid w:val="00B91EA6"/>
    <w:rsid w:val="00B923C3"/>
    <w:rsid w:val="00B925D4"/>
    <w:rsid w:val="00B926DE"/>
    <w:rsid w:val="00B92B3B"/>
    <w:rsid w:val="00B92EE1"/>
    <w:rsid w:val="00B936A4"/>
    <w:rsid w:val="00B9584C"/>
    <w:rsid w:val="00B97948"/>
    <w:rsid w:val="00BA1059"/>
    <w:rsid w:val="00BA148A"/>
    <w:rsid w:val="00BA2862"/>
    <w:rsid w:val="00BA3033"/>
    <w:rsid w:val="00BA3382"/>
    <w:rsid w:val="00BA342C"/>
    <w:rsid w:val="00BA3FF7"/>
    <w:rsid w:val="00BA4049"/>
    <w:rsid w:val="00BA4403"/>
    <w:rsid w:val="00BA4764"/>
    <w:rsid w:val="00BA4782"/>
    <w:rsid w:val="00BA520E"/>
    <w:rsid w:val="00BA56B6"/>
    <w:rsid w:val="00BA5817"/>
    <w:rsid w:val="00BA60B2"/>
    <w:rsid w:val="00BA7576"/>
    <w:rsid w:val="00BA7725"/>
    <w:rsid w:val="00BA7832"/>
    <w:rsid w:val="00BA7B9E"/>
    <w:rsid w:val="00BB01A7"/>
    <w:rsid w:val="00BB0E07"/>
    <w:rsid w:val="00BB1B07"/>
    <w:rsid w:val="00BB1B8C"/>
    <w:rsid w:val="00BB2B09"/>
    <w:rsid w:val="00BB2B38"/>
    <w:rsid w:val="00BB2EE0"/>
    <w:rsid w:val="00BB31C4"/>
    <w:rsid w:val="00BB374B"/>
    <w:rsid w:val="00BB3844"/>
    <w:rsid w:val="00BB389C"/>
    <w:rsid w:val="00BB38D8"/>
    <w:rsid w:val="00BB3A6D"/>
    <w:rsid w:val="00BB46E2"/>
    <w:rsid w:val="00BB4AE3"/>
    <w:rsid w:val="00BB4C28"/>
    <w:rsid w:val="00BB5033"/>
    <w:rsid w:val="00BB54C2"/>
    <w:rsid w:val="00BB5C77"/>
    <w:rsid w:val="00BC02A5"/>
    <w:rsid w:val="00BC0D9E"/>
    <w:rsid w:val="00BC0EB5"/>
    <w:rsid w:val="00BC0F48"/>
    <w:rsid w:val="00BC104F"/>
    <w:rsid w:val="00BC1E5E"/>
    <w:rsid w:val="00BC1EAC"/>
    <w:rsid w:val="00BC227E"/>
    <w:rsid w:val="00BC2686"/>
    <w:rsid w:val="00BC3386"/>
    <w:rsid w:val="00BC3BCE"/>
    <w:rsid w:val="00BC3F8A"/>
    <w:rsid w:val="00BC453C"/>
    <w:rsid w:val="00BC47B8"/>
    <w:rsid w:val="00BC4FB6"/>
    <w:rsid w:val="00BC54C9"/>
    <w:rsid w:val="00BC6012"/>
    <w:rsid w:val="00BC667A"/>
    <w:rsid w:val="00BC6831"/>
    <w:rsid w:val="00BD109D"/>
    <w:rsid w:val="00BD2826"/>
    <w:rsid w:val="00BD2F5F"/>
    <w:rsid w:val="00BD324D"/>
    <w:rsid w:val="00BD3EF6"/>
    <w:rsid w:val="00BD421B"/>
    <w:rsid w:val="00BD436E"/>
    <w:rsid w:val="00BD543E"/>
    <w:rsid w:val="00BD5455"/>
    <w:rsid w:val="00BD5933"/>
    <w:rsid w:val="00BD645F"/>
    <w:rsid w:val="00BD69CB"/>
    <w:rsid w:val="00BD7578"/>
    <w:rsid w:val="00BD7589"/>
    <w:rsid w:val="00BE04A6"/>
    <w:rsid w:val="00BE0680"/>
    <w:rsid w:val="00BE0B48"/>
    <w:rsid w:val="00BE1705"/>
    <w:rsid w:val="00BE1CB5"/>
    <w:rsid w:val="00BE1E9F"/>
    <w:rsid w:val="00BE36D7"/>
    <w:rsid w:val="00BE4ACA"/>
    <w:rsid w:val="00BE50A6"/>
    <w:rsid w:val="00BE5324"/>
    <w:rsid w:val="00BE5F81"/>
    <w:rsid w:val="00BE61D6"/>
    <w:rsid w:val="00BE65DA"/>
    <w:rsid w:val="00BE759D"/>
    <w:rsid w:val="00BF0BD6"/>
    <w:rsid w:val="00BF1284"/>
    <w:rsid w:val="00BF176A"/>
    <w:rsid w:val="00BF1A12"/>
    <w:rsid w:val="00BF1A90"/>
    <w:rsid w:val="00BF1DA3"/>
    <w:rsid w:val="00BF225C"/>
    <w:rsid w:val="00BF2269"/>
    <w:rsid w:val="00BF2337"/>
    <w:rsid w:val="00BF3780"/>
    <w:rsid w:val="00BF545A"/>
    <w:rsid w:val="00BF56EC"/>
    <w:rsid w:val="00BF61E1"/>
    <w:rsid w:val="00BF6F7B"/>
    <w:rsid w:val="00BF6F81"/>
    <w:rsid w:val="00BF7998"/>
    <w:rsid w:val="00BF79B9"/>
    <w:rsid w:val="00C02D68"/>
    <w:rsid w:val="00C04297"/>
    <w:rsid w:val="00C05246"/>
    <w:rsid w:val="00C05E3F"/>
    <w:rsid w:val="00C0760A"/>
    <w:rsid w:val="00C07B9B"/>
    <w:rsid w:val="00C07C31"/>
    <w:rsid w:val="00C120B5"/>
    <w:rsid w:val="00C1232B"/>
    <w:rsid w:val="00C12B86"/>
    <w:rsid w:val="00C13840"/>
    <w:rsid w:val="00C13D61"/>
    <w:rsid w:val="00C14AC6"/>
    <w:rsid w:val="00C153D1"/>
    <w:rsid w:val="00C15954"/>
    <w:rsid w:val="00C1629D"/>
    <w:rsid w:val="00C165E7"/>
    <w:rsid w:val="00C172ED"/>
    <w:rsid w:val="00C17562"/>
    <w:rsid w:val="00C20ECB"/>
    <w:rsid w:val="00C2135D"/>
    <w:rsid w:val="00C21DAD"/>
    <w:rsid w:val="00C21E18"/>
    <w:rsid w:val="00C227BE"/>
    <w:rsid w:val="00C22AC7"/>
    <w:rsid w:val="00C22D7F"/>
    <w:rsid w:val="00C23192"/>
    <w:rsid w:val="00C23879"/>
    <w:rsid w:val="00C238FF"/>
    <w:rsid w:val="00C259DD"/>
    <w:rsid w:val="00C25A61"/>
    <w:rsid w:val="00C264CF"/>
    <w:rsid w:val="00C2677D"/>
    <w:rsid w:val="00C26BE2"/>
    <w:rsid w:val="00C3037F"/>
    <w:rsid w:val="00C304AE"/>
    <w:rsid w:val="00C3082F"/>
    <w:rsid w:val="00C30AD0"/>
    <w:rsid w:val="00C30E11"/>
    <w:rsid w:val="00C30FBC"/>
    <w:rsid w:val="00C311D0"/>
    <w:rsid w:val="00C32479"/>
    <w:rsid w:val="00C3454B"/>
    <w:rsid w:val="00C34F3A"/>
    <w:rsid w:val="00C35347"/>
    <w:rsid w:val="00C36045"/>
    <w:rsid w:val="00C36752"/>
    <w:rsid w:val="00C371B0"/>
    <w:rsid w:val="00C372B2"/>
    <w:rsid w:val="00C37528"/>
    <w:rsid w:val="00C405F1"/>
    <w:rsid w:val="00C40820"/>
    <w:rsid w:val="00C40985"/>
    <w:rsid w:val="00C40B70"/>
    <w:rsid w:val="00C412D0"/>
    <w:rsid w:val="00C41A73"/>
    <w:rsid w:val="00C4230F"/>
    <w:rsid w:val="00C42477"/>
    <w:rsid w:val="00C42C77"/>
    <w:rsid w:val="00C43177"/>
    <w:rsid w:val="00C431D3"/>
    <w:rsid w:val="00C43590"/>
    <w:rsid w:val="00C4410D"/>
    <w:rsid w:val="00C44666"/>
    <w:rsid w:val="00C45332"/>
    <w:rsid w:val="00C463FF"/>
    <w:rsid w:val="00C47CB0"/>
    <w:rsid w:val="00C505F6"/>
    <w:rsid w:val="00C5093A"/>
    <w:rsid w:val="00C50A47"/>
    <w:rsid w:val="00C50D29"/>
    <w:rsid w:val="00C51259"/>
    <w:rsid w:val="00C515BB"/>
    <w:rsid w:val="00C51B10"/>
    <w:rsid w:val="00C51E35"/>
    <w:rsid w:val="00C52391"/>
    <w:rsid w:val="00C523BB"/>
    <w:rsid w:val="00C53A06"/>
    <w:rsid w:val="00C53B5F"/>
    <w:rsid w:val="00C55DBC"/>
    <w:rsid w:val="00C56461"/>
    <w:rsid w:val="00C57561"/>
    <w:rsid w:val="00C57D3C"/>
    <w:rsid w:val="00C57FC3"/>
    <w:rsid w:val="00C60071"/>
    <w:rsid w:val="00C61766"/>
    <w:rsid w:val="00C63F95"/>
    <w:rsid w:val="00C64ABA"/>
    <w:rsid w:val="00C64B3D"/>
    <w:rsid w:val="00C6521C"/>
    <w:rsid w:val="00C65808"/>
    <w:rsid w:val="00C65C37"/>
    <w:rsid w:val="00C66035"/>
    <w:rsid w:val="00C66C18"/>
    <w:rsid w:val="00C67534"/>
    <w:rsid w:val="00C67591"/>
    <w:rsid w:val="00C676A3"/>
    <w:rsid w:val="00C67E91"/>
    <w:rsid w:val="00C706D0"/>
    <w:rsid w:val="00C72CC3"/>
    <w:rsid w:val="00C72E45"/>
    <w:rsid w:val="00C74DBF"/>
    <w:rsid w:val="00C7503F"/>
    <w:rsid w:val="00C772CF"/>
    <w:rsid w:val="00C77AC9"/>
    <w:rsid w:val="00C802C7"/>
    <w:rsid w:val="00C80BFA"/>
    <w:rsid w:val="00C81364"/>
    <w:rsid w:val="00C8145F"/>
    <w:rsid w:val="00C81916"/>
    <w:rsid w:val="00C82267"/>
    <w:rsid w:val="00C8299E"/>
    <w:rsid w:val="00C82F15"/>
    <w:rsid w:val="00C8340C"/>
    <w:rsid w:val="00C836F2"/>
    <w:rsid w:val="00C84398"/>
    <w:rsid w:val="00C8653B"/>
    <w:rsid w:val="00C87187"/>
    <w:rsid w:val="00C87B79"/>
    <w:rsid w:val="00C901DD"/>
    <w:rsid w:val="00C905C6"/>
    <w:rsid w:val="00C90DB7"/>
    <w:rsid w:val="00C916AC"/>
    <w:rsid w:val="00C92376"/>
    <w:rsid w:val="00C925A2"/>
    <w:rsid w:val="00C92843"/>
    <w:rsid w:val="00C928F3"/>
    <w:rsid w:val="00C929BC"/>
    <w:rsid w:val="00C93DDC"/>
    <w:rsid w:val="00C94C6F"/>
    <w:rsid w:val="00C95533"/>
    <w:rsid w:val="00C95621"/>
    <w:rsid w:val="00C95D8B"/>
    <w:rsid w:val="00C97360"/>
    <w:rsid w:val="00C97585"/>
    <w:rsid w:val="00C97B3D"/>
    <w:rsid w:val="00C97B4C"/>
    <w:rsid w:val="00C97CA4"/>
    <w:rsid w:val="00CA0F02"/>
    <w:rsid w:val="00CA12FA"/>
    <w:rsid w:val="00CA2F99"/>
    <w:rsid w:val="00CA3B60"/>
    <w:rsid w:val="00CA459C"/>
    <w:rsid w:val="00CA46C1"/>
    <w:rsid w:val="00CA5015"/>
    <w:rsid w:val="00CA501B"/>
    <w:rsid w:val="00CA6AAE"/>
    <w:rsid w:val="00CA6C17"/>
    <w:rsid w:val="00CB0690"/>
    <w:rsid w:val="00CB07B3"/>
    <w:rsid w:val="00CB12BF"/>
    <w:rsid w:val="00CB187F"/>
    <w:rsid w:val="00CB20F3"/>
    <w:rsid w:val="00CB2102"/>
    <w:rsid w:val="00CB248A"/>
    <w:rsid w:val="00CB35E1"/>
    <w:rsid w:val="00CB3726"/>
    <w:rsid w:val="00CB387A"/>
    <w:rsid w:val="00CB3C67"/>
    <w:rsid w:val="00CB49EE"/>
    <w:rsid w:val="00CB4BD4"/>
    <w:rsid w:val="00CB4DAA"/>
    <w:rsid w:val="00CB583C"/>
    <w:rsid w:val="00CB639F"/>
    <w:rsid w:val="00CB69A8"/>
    <w:rsid w:val="00CB7CF2"/>
    <w:rsid w:val="00CC01CF"/>
    <w:rsid w:val="00CC0EE4"/>
    <w:rsid w:val="00CC1930"/>
    <w:rsid w:val="00CC1D94"/>
    <w:rsid w:val="00CC227F"/>
    <w:rsid w:val="00CC2456"/>
    <w:rsid w:val="00CC3914"/>
    <w:rsid w:val="00CC3ED7"/>
    <w:rsid w:val="00CC4D75"/>
    <w:rsid w:val="00CC4DB1"/>
    <w:rsid w:val="00CC51BB"/>
    <w:rsid w:val="00CC6148"/>
    <w:rsid w:val="00CC688F"/>
    <w:rsid w:val="00CC7422"/>
    <w:rsid w:val="00CC79DA"/>
    <w:rsid w:val="00CC7BA4"/>
    <w:rsid w:val="00CD01AC"/>
    <w:rsid w:val="00CD0DD5"/>
    <w:rsid w:val="00CD1849"/>
    <w:rsid w:val="00CD1C4A"/>
    <w:rsid w:val="00CD260A"/>
    <w:rsid w:val="00CD2DB1"/>
    <w:rsid w:val="00CD3797"/>
    <w:rsid w:val="00CD3B6C"/>
    <w:rsid w:val="00CD4237"/>
    <w:rsid w:val="00CD42F1"/>
    <w:rsid w:val="00CD5288"/>
    <w:rsid w:val="00CD5294"/>
    <w:rsid w:val="00CD6383"/>
    <w:rsid w:val="00CD6A13"/>
    <w:rsid w:val="00CD7611"/>
    <w:rsid w:val="00CD7659"/>
    <w:rsid w:val="00CD7746"/>
    <w:rsid w:val="00CD7EDF"/>
    <w:rsid w:val="00CE0D81"/>
    <w:rsid w:val="00CE1235"/>
    <w:rsid w:val="00CE165F"/>
    <w:rsid w:val="00CE1EF9"/>
    <w:rsid w:val="00CE2189"/>
    <w:rsid w:val="00CE3BBD"/>
    <w:rsid w:val="00CE3D18"/>
    <w:rsid w:val="00CE43E3"/>
    <w:rsid w:val="00CE44D7"/>
    <w:rsid w:val="00CE45B8"/>
    <w:rsid w:val="00CE4804"/>
    <w:rsid w:val="00CE5605"/>
    <w:rsid w:val="00CE5722"/>
    <w:rsid w:val="00CE5C00"/>
    <w:rsid w:val="00CE69E5"/>
    <w:rsid w:val="00CE7FAF"/>
    <w:rsid w:val="00CF21CE"/>
    <w:rsid w:val="00CF5D03"/>
    <w:rsid w:val="00CF708B"/>
    <w:rsid w:val="00D008E2"/>
    <w:rsid w:val="00D01055"/>
    <w:rsid w:val="00D01496"/>
    <w:rsid w:val="00D01A00"/>
    <w:rsid w:val="00D02944"/>
    <w:rsid w:val="00D04379"/>
    <w:rsid w:val="00D074F7"/>
    <w:rsid w:val="00D076C4"/>
    <w:rsid w:val="00D07CF1"/>
    <w:rsid w:val="00D1005E"/>
    <w:rsid w:val="00D10339"/>
    <w:rsid w:val="00D11772"/>
    <w:rsid w:val="00D11A85"/>
    <w:rsid w:val="00D12312"/>
    <w:rsid w:val="00D125E9"/>
    <w:rsid w:val="00D130C2"/>
    <w:rsid w:val="00D13B4B"/>
    <w:rsid w:val="00D14A62"/>
    <w:rsid w:val="00D15447"/>
    <w:rsid w:val="00D15776"/>
    <w:rsid w:val="00D16C95"/>
    <w:rsid w:val="00D17623"/>
    <w:rsid w:val="00D2039B"/>
    <w:rsid w:val="00D208E6"/>
    <w:rsid w:val="00D20CFA"/>
    <w:rsid w:val="00D20D13"/>
    <w:rsid w:val="00D211E8"/>
    <w:rsid w:val="00D213BE"/>
    <w:rsid w:val="00D224BF"/>
    <w:rsid w:val="00D23FD6"/>
    <w:rsid w:val="00D242C0"/>
    <w:rsid w:val="00D24687"/>
    <w:rsid w:val="00D25E4D"/>
    <w:rsid w:val="00D26243"/>
    <w:rsid w:val="00D2633C"/>
    <w:rsid w:val="00D264E2"/>
    <w:rsid w:val="00D3073E"/>
    <w:rsid w:val="00D30BF5"/>
    <w:rsid w:val="00D3155E"/>
    <w:rsid w:val="00D31A63"/>
    <w:rsid w:val="00D31C47"/>
    <w:rsid w:val="00D32762"/>
    <w:rsid w:val="00D33EB2"/>
    <w:rsid w:val="00D33F19"/>
    <w:rsid w:val="00D34502"/>
    <w:rsid w:val="00D34B54"/>
    <w:rsid w:val="00D34C4A"/>
    <w:rsid w:val="00D3575C"/>
    <w:rsid w:val="00D36966"/>
    <w:rsid w:val="00D36981"/>
    <w:rsid w:val="00D36A9E"/>
    <w:rsid w:val="00D36B58"/>
    <w:rsid w:val="00D36E32"/>
    <w:rsid w:val="00D37C82"/>
    <w:rsid w:val="00D37F59"/>
    <w:rsid w:val="00D37FD8"/>
    <w:rsid w:val="00D40CD7"/>
    <w:rsid w:val="00D412CF"/>
    <w:rsid w:val="00D41BE6"/>
    <w:rsid w:val="00D41C7F"/>
    <w:rsid w:val="00D42869"/>
    <w:rsid w:val="00D433DD"/>
    <w:rsid w:val="00D44D9F"/>
    <w:rsid w:val="00D4530A"/>
    <w:rsid w:val="00D453C4"/>
    <w:rsid w:val="00D45439"/>
    <w:rsid w:val="00D45F13"/>
    <w:rsid w:val="00D46054"/>
    <w:rsid w:val="00D46376"/>
    <w:rsid w:val="00D4782F"/>
    <w:rsid w:val="00D479DC"/>
    <w:rsid w:val="00D47F20"/>
    <w:rsid w:val="00D517FC"/>
    <w:rsid w:val="00D525A5"/>
    <w:rsid w:val="00D527E1"/>
    <w:rsid w:val="00D52B50"/>
    <w:rsid w:val="00D52C50"/>
    <w:rsid w:val="00D531CF"/>
    <w:rsid w:val="00D533BF"/>
    <w:rsid w:val="00D53679"/>
    <w:rsid w:val="00D5373F"/>
    <w:rsid w:val="00D54031"/>
    <w:rsid w:val="00D55695"/>
    <w:rsid w:val="00D55BD4"/>
    <w:rsid w:val="00D5628D"/>
    <w:rsid w:val="00D5677B"/>
    <w:rsid w:val="00D57109"/>
    <w:rsid w:val="00D576DB"/>
    <w:rsid w:val="00D60015"/>
    <w:rsid w:val="00D600EE"/>
    <w:rsid w:val="00D602FA"/>
    <w:rsid w:val="00D60A69"/>
    <w:rsid w:val="00D60D12"/>
    <w:rsid w:val="00D616E7"/>
    <w:rsid w:val="00D637EB"/>
    <w:rsid w:val="00D63961"/>
    <w:rsid w:val="00D6481C"/>
    <w:rsid w:val="00D64FD3"/>
    <w:rsid w:val="00D665F3"/>
    <w:rsid w:val="00D66C41"/>
    <w:rsid w:val="00D67D8E"/>
    <w:rsid w:val="00D67F8A"/>
    <w:rsid w:val="00D70A74"/>
    <w:rsid w:val="00D70B95"/>
    <w:rsid w:val="00D70FBE"/>
    <w:rsid w:val="00D724C8"/>
    <w:rsid w:val="00D729B8"/>
    <w:rsid w:val="00D72A54"/>
    <w:rsid w:val="00D72C72"/>
    <w:rsid w:val="00D73728"/>
    <w:rsid w:val="00D73BB8"/>
    <w:rsid w:val="00D73CE2"/>
    <w:rsid w:val="00D74023"/>
    <w:rsid w:val="00D74E88"/>
    <w:rsid w:val="00D74E9A"/>
    <w:rsid w:val="00D75097"/>
    <w:rsid w:val="00D75626"/>
    <w:rsid w:val="00D76366"/>
    <w:rsid w:val="00D764F5"/>
    <w:rsid w:val="00D76D2E"/>
    <w:rsid w:val="00D7723C"/>
    <w:rsid w:val="00D77882"/>
    <w:rsid w:val="00D77FF8"/>
    <w:rsid w:val="00D80F96"/>
    <w:rsid w:val="00D812C9"/>
    <w:rsid w:val="00D81E69"/>
    <w:rsid w:val="00D82326"/>
    <w:rsid w:val="00D8259D"/>
    <w:rsid w:val="00D82F39"/>
    <w:rsid w:val="00D82F7A"/>
    <w:rsid w:val="00D837AD"/>
    <w:rsid w:val="00D844FE"/>
    <w:rsid w:val="00D848C7"/>
    <w:rsid w:val="00D84D8A"/>
    <w:rsid w:val="00D851B6"/>
    <w:rsid w:val="00D852B1"/>
    <w:rsid w:val="00D853C2"/>
    <w:rsid w:val="00D85E20"/>
    <w:rsid w:val="00D86481"/>
    <w:rsid w:val="00D8682E"/>
    <w:rsid w:val="00D86B39"/>
    <w:rsid w:val="00D86DFC"/>
    <w:rsid w:val="00D87036"/>
    <w:rsid w:val="00D87E65"/>
    <w:rsid w:val="00D901E5"/>
    <w:rsid w:val="00D905D5"/>
    <w:rsid w:val="00D90D3F"/>
    <w:rsid w:val="00D910F5"/>
    <w:rsid w:val="00D912CB"/>
    <w:rsid w:val="00D916F6"/>
    <w:rsid w:val="00D923F6"/>
    <w:rsid w:val="00D92D6E"/>
    <w:rsid w:val="00D9320F"/>
    <w:rsid w:val="00D93315"/>
    <w:rsid w:val="00D93B82"/>
    <w:rsid w:val="00D9429F"/>
    <w:rsid w:val="00D9437D"/>
    <w:rsid w:val="00D94F79"/>
    <w:rsid w:val="00D94FE1"/>
    <w:rsid w:val="00D958CF"/>
    <w:rsid w:val="00D96438"/>
    <w:rsid w:val="00D97853"/>
    <w:rsid w:val="00D97F05"/>
    <w:rsid w:val="00DA067D"/>
    <w:rsid w:val="00DA1209"/>
    <w:rsid w:val="00DA3255"/>
    <w:rsid w:val="00DA3E0B"/>
    <w:rsid w:val="00DA43FB"/>
    <w:rsid w:val="00DA47A3"/>
    <w:rsid w:val="00DA5498"/>
    <w:rsid w:val="00DA557D"/>
    <w:rsid w:val="00DA5C75"/>
    <w:rsid w:val="00DA6DF1"/>
    <w:rsid w:val="00DA7B45"/>
    <w:rsid w:val="00DA7CC7"/>
    <w:rsid w:val="00DB06CA"/>
    <w:rsid w:val="00DB0BD6"/>
    <w:rsid w:val="00DB193C"/>
    <w:rsid w:val="00DB1FBB"/>
    <w:rsid w:val="00DB2AA0"/>
    <w:rsid w:val="00DB32F0"/>
    <w:rsid w:val="00DB3455"/>
    <w:rsid w:val="00DB3FAB"/>
    <w:rsid w:val="00DB43DF"/>
    <w:rsid w:val="00DB47C0"/>
    <w:rsid w:val="00DB4D37"/>
    <w:rsid w:val="00DB4D70"/>
    <w:rsid w:val="00DB5024"/>
    <w:rsid w:val="00DB53A1"/>
    <w:rsid w:val="00DB5788"/>
    <w:rsid w:val="00DB6C08"/>
    <w:rsid w:val="00DB740F"/>
    <w:rsid w:val="00DB7722"/>
    <w:rsid w:val="00DC0301"/>
    <w:rsid w:val="00DC03BE"/>
    <w:rsid w:val="00DC08B8"/>
    <w:rsid w:val="00DC1A7E"/>
    <w:rsid w:val="00DC2F35"/>
    <w:rsid w:val="00DC462B"/>
    <w:rsid w:val="00DC48CC"/>
    <w:rsid w:val="00DD0D9D"/>
    <w:rsid w:val="00DD1143"/>
    <w:rsid w:val="00DD1368"/>
    <w:rsid w:val="00DD266A"/>
    <w:rsid w:val="00DD31B3"/>
    <w:rsid w:val="00DD39F9"/>
    <w:rsid w:val="00DD55B3"/>
    <w:rsid w:val="00DD672E"/>
    <w:rsid w:val="00DD743F"/>
    <w:rsid w:val="00DE0367"/>
    <w:rsid w:val="00DE0404"/>
    <w:rsid w:val="00DE1C63"/>
    <w:rsid w:val="00DE332B"/>
    <w:rsid w:val="00DE3957"/>
    <w:rsid w:val="00DE5D41"/>
    <w:rsid w:val="00DE627B"/>
    <w:rsid w:val="00DE7795"/>
    <w:rsid w:val="00DE7FD3"/>
    <w:rsid w:val="00DF076D"/>
    <w:rsid w:val="00DF077F"/>
    <w:rsid w:val="00DF0957"/>
    <w:rsid w:val="00DF19CD"/>
    <w:rsid w:val="00DF1CA8"/>
    <w:rsid w:val="00DF1DB8"/>
    <w:rsid w:val="00DF1E90"/>
    <w:rsid w:val="00DF2988"/>
    <w:rsid w:val="00DF2B20"/>
    <w:rsid w:val="00DF2F06"/>
    <w:rsid w:val="00DF3A7A"/>
    <w:rsid w:val="00DF3B21"/>
    <w:rsid w:val="00DF3B84"/>
    <w:rsid w:val="00DF4D16"/>
    <w:rsid w:val="00DF6985"/>
    <w:rsid w:val="00DF78E5"/>
    <w:rsid w:val="00E00167"/>
    <w:rsid w:val="00E00871"/>
    <w:rsid w:val="00E00CA0"/>
    <w:rsid w:val="00E0227F"/>
    <w:rsid w:val="00E02DB4"/>
    <w:rsid w:val="00E034F1"/>
    <w:rsid w:val="00E044B8"/>
    <w:rsid w:val="00E048EC"/>
    <w:rsid w:val="00E04D84"/>
    <w:rsid w:val="00E0554E"/>
    <w:rsid w:val="00E06285"/>
    <w:rsid w:val="00E07449"/>
    <w:rsid w:val="00E07818"/>
    <w:rsid w:val="00E10573"/>
    <w:rsid w:val="00E10C45"/>
    <w:rsid w:val="00E10D3D"/>
    <w:rsid w:val="00E115E2"/>
    <w:rsid w:val="00E11743"/>
    <w:rsid w:val="00E13EE6"/>
    <w:rsid w:val="00E14344"/>
    <w:rsid w:val="00E147E4"/>
    <w:rsid w:val="00E15BA2"/>
    <w:rsid w:val="00E1609D"/>
    <w:rsid w:val="00E203C8"/>
    <w:rsid w:val="00E20764"/>
    <w:rsid w:val="00E20AE9"/>
    <w:rsid w:val="00E2171D"/>
    <w:rsid w:val="00E21809"/>
    <w:rsid w:val="00E21F1C"/>
    <w:rsid w:val="00E22165"/>
    <w:rsid w:val="00E22384"/>
    <w:rsid w:val="00E225F6"/>
    <w:rsid w:val="00E23C2F"/>
    <w:rsid w:val="00E23FD2"/>
    <w:rsid w:val="00E242EE"/>
    <w:rsid w:val="00E243EC"/>
    <w:rsid w:val="00E2452B"/>
    <w:rsid w:val="00E2471C"/>
    <w:rsid w:val="00E24C2C"/>
    <w:rsid w:val="00E25013"/>
    <w:rsid w:val="00E253C3"/>
    <w:rsid w:val="00E25481"/>
    <w:rsid w:val="00E25C0E"/>
    <w:rsid w:val="00E26180"/>
    <w:rsid w:val="00E268D4"/>
    <w:rsid w:val="00E30B83"/>
    <w:rsid w:val="00E30D03"/>
    <w:rsid w:val="00E30FA7"/>
    <w:rsid w:val="00E31139"/>
    <w:rsid w:val="00E3127E"/>
    <w:rsid w:val="00E31C06"/>
    <w:rsid w:val="00E328AD"/>
    <w:rsid w:val="00E32FC0"/>
    <w:rsid w:val="00E3349F"/>
    <w:rsid w:val="00E342A1"/>
    <w:rsid w:val="00E343C9"/>
    <w:rsid w:val="00E34C8C"/>
    <w:rsid w:val="00E34D32"/>
    <w:rsid w:val="00E35328"/>
    <w:rsid w:val="00E35EA6"/>
    <w:rsid w:val="00E36D6E"/>
    <w:rsid w:val="00E3772E"/>
    <w:rsid w:val="00E3775A"/>
    <w:rsid w:val="00E37B30"/>
    <w:rsid w:val="00E40735"/>
    <w:rsid w:val="00E40AA2"/>
    <w:rsid w:val="00E412B7"/>
    <w:rsid w:val="00E413BB"/>
    <w:rsid w:val="00E41E89"/>
    <w:rsid w:val="00E41FA2"/>
    <w:rsid w:val="00E42380"/>
    <w:rsid w:val="00E43295"/>
    <w:rsid w:val="00E43428"/>
    <w:rsid w:val="00E43C47"/>
    <w:rsid w:val="00E43D36"/>
    <w:rsid w:val="00E44094"/>
    <w:rsid w:val="00E44891"/>
    <w:rsid w:val="00E448E4"/>
    <w:rsid w:val="00E45A79"/>
    <w:rsid w:val="00E45D1E"/>
    <w:rsid w:val="00E46B66"/>
    <w:rsid w:val="00E50121"/>
    <w:rsid w:val="00E518C5"/>
    <w:rsid w:val="00E519B0"/>
    <w:rsid w:val="00E519EA"/>
    <w:rsid w:val="00E52549"/>
    <w:rsid w:val="00E5358B"/>
    <w:rsid w:val="00E53AC1"/>
    <w:rsid w:val="00E53E5F"/>
    <w:rsid w:val="00E53FAD"/>
    <w:rsid w:val="00E54F89"/>
    <w:rsid w:val="00E566DF"/>
    <w:rsid w:val="00E56CB8"/>
    <w:rsid w:val="00E5711A"/>
    <w:rsid w:val="00E571EA"/>
    <w:rsid w:val="00E57E66"/>
    <w:rsid w:val="00E601F1"/>
    <w:rsid w:val="00E60722"/>
    <w:rsid w:val="00E60778"/>
    <w:rsid w:val="00E608F0"/>
    <w:rsid w:val="00E6171A"/>
    <w:rsid w:val="00E61DAA"/>
    <w:rsid w:val="00E61F16"/>
    <w:rsid w:val="00E61FE2"/>
    <w:rsid w:val="00E62300"/>
    <w:rsid w:val="00E64B60"/>
    <w:rsid w:val="00E656E9"/>
    <w:rsid w:val="00E66A5E"/>
    <w:rsid w:val="00E67294"/>
    <w:rsid w:val="00E67B2E"/>
    <w:rsid w:val="00E67C01"/>
    <w:rsid w:val="00E67E7A"/>
    <w:rsid w:val="00E67EA4"/>
    <w:rsid w:val="00E7022B"/>
    <w:rsid w:val="00E70574"/>
    <w:rsid w:val="00E70B35"/>
    <w:rsid w:val="00E7203F"/>
    <w:rsid w:val="00E72D39"/>
    <w:rsid w:val="00E72FC9"/>
    <w:rsid w:val="00E73347"/>
    <w:rsid w:val="00E74497"/>
    <w:rsid w:val="00E74A4C"/>
    <w:rsid w:val="00E75204"/>
    <w:rsid w:val="00E75974"/>
    <w:rsid w:val="00E75EA5"/>
    <w:rsid w:val="00E76257"/>
    <w:rsid w:val="00E77734"/>
    <w:rsid w:val="00E8003D"/>
    <w:rsid w:val="00E80203"/>
    <w:rsid w:val="00E80344"/>
    <w:rsid w:val="00E80511"/>
    <w:rsid w:val="00E80B3D"/>
    <w:rsid w:val="00E80D0F"/>
    <w:rsid w:val="00E81C5F"/>
    <w:rsid w:val="00E82B5C"/>
    <w:rsid w:val="00E82D39"/>
    <w:rsid w:val="00E83663"/>
    <w:rsid w:val="00E845D1"/>
    <w:rsid w:val="00E84DA8"/>
    <w:rsid w:val="00E85133"/>
    <w:rsid w:val="00E85C01"/>
    <w:rsid w:val="00E861D6"/>
    <w:rsid w:val="00E863E7"/>
    <w:rsid w:val="00E86851"/>
    <w:rsid w:val="00E87A60"/>
    <w:rsid w:val="00E90201"/>
    <w:rsid w:val="00E90365"/>
    <w:rsid w:val="00E914A5"/>
    <w:rsid w:val="00E91597"/>
    <w:rsid w:val="00E91AB9"/>
    <w:rsid w:val="00E91AE2"/>
    <w:rsid w:val="00E926AC"/>
    <w:rsid w:val="00E933BC"/>
    <w:rsid w:val="00E9377C"/>
    <w:rsid w:val="00E93C16"/>
    <w:rsid w:val="00E941AD"/>
    <w:rsid w:val="00E94541"/>
    <w:rsid w:val="00E95245"/>
    <w:rsid w:val="00E96AD7"/>
    <w:rsid w:val="00E97024"/>
    <w:rsid w:val="00E9706B"/>
    <w:rsid w:val="00E97259"/>
    <w:rsid w:val="00E97521"/>
    <w:rsid w:val="00E97572"/>
    <w:rsid w:val="00EA08A7"/>
    <w:rsid w:val="00EA08CA"/>
    <w:rsid w:val="00EA0AE0"/>
    <w:rsid w:val="00EA11A3"/>
    <w:rsid w:val="00EA1C03"/>
    <w:rsid w:val="00EA241F"/>
    <w:rsid w:val="00EA2894"/>
    <w:rsid w:val="00EA30B0"/>
    <w:rsid w:val="00EA31FF"/>
    <w:rsid w:val="00EA3D35"/>
    <w:rsid w:val="00EA3F30"/>
    <w:rsid w:val="00EA417A"/>
    <w:rsid w:val="00EA417E"/>
    <w:rsid w:val="00EA54AF"/>
    <w:rsid w:val="00EA7360"/>
    <w:rsid w:val="00EA7714"/>
    <w:rsid w:val="00EB05C5"/>
    <w:rsid w:val="00EB19E2"/>
    <w:rsid w:val="00EB269C"/>
    <w:rsid w:val="00EB316A"/>
    <w:rsid w:val="00EB4C92"/>
    <w:rsid w:val="00EB5AAB"/>
    <w:rsid w:val="00EB5B4D"/>
    <w:rsid w:val="00EB5D7A"/>
    <w:rsid w:val="00EB60B0"/>
    <w:rsid w:val="00EC0245"/>
    <w:rsid w:val="00EC0FA7"/>
    <w:rsid w:val="00EC13DB"/>
    <w:rsid w:val="00EC1815"/>
    <w:rsid w:val="00EC1C89"/>
    <w:rsid w:val="00EC1EEF"/>
    <w:rsid w:val="00EC26F0"/>
    <w:rsid w:val="00EC3647"/>
    <w:rsid w:val="00EC4FE7"/>
    <w:rsid w:val="00EC568A"/>
    <w:rsid w:val="00EC6C61"/>
    <w:rsid w:val="00EC71CF"/>
    <w:rsid w:val="00EC798D"/>
    <w:rsid w:val="00ED050A"/>
    <w:rsid w:val="00ED10B1"/>
    <w:rsid w:val="00ED1E51"/>
    <w:rsid w:val="00ED285E"/>
    <w:rsid w:val="00ED2920"/>
    <w:rsid w:val="00ED2980"/>
    <w:rsid w:val="00ED33FC"/>
    <w:rsid w:val="00ED4079"/>
    <w:rsid w:val="00ED41E6"/>
    <w:rsid w:val="00ED4314"/>
    <w:rsid w:val="00ED4542"/>
    <w:rsid w:val="00ED47E7"/>
    <w:rsid w:val="00ED4D3E"/>
    <w:rsid w:val="00ED5CBC"/>
    <w:rsid w:val="00ED5D53"/>
    <w:rsid w:val="00ED5E4A"/>
    <w:rsid w:val="00ED6236"/>
    <w:rsid w:val="00ED6A7C"/>
    <w:rsid w:val="00ED7915"/>
    <w:rsid w:val="00ED7998"/>
    <w:rsid w:val="00EE0921"/>
    <w:rsid w:val="00EE0E3E"/>
    <w:rsid w:val="00EE189B"/>
    <w:rsid w:val="00EE20A5"/>
    <w:rsid w:val="00EE2628"/>
    <w:rsid w:val="00EE4416"/>
    <w:rsid w:val="00EE5B74"/>
    <w:rsid w:val="00EE732A"/>
    <w:rsid w:val="00EE7388"/>
    <w:rsid w:val="00EE73FC"/>
    <w:rsid w:val="00EE796A"/>
    <w:rsid w:val="00EF0B27"/>
    <w:rsid w:val="00EF1B65"/>
    <w:rsid w:val="00EF23FF"/>
    <w:rsid w:val="00EF2A01"/>
    <w:rsid w:val="00EF335D"/>
    <w:rsid w:val="00EF4423"/>
    <w:rsid w:val="00EF449E"/>
    <w:rsid w:val="00EF44E0"/>
    <w:rsid w:val="00EF4D0E"/>
    <w:rsid w:val="00EF51C2"/>
    <w:rsid w:val="00EF5624"/>
    <w:rsid w:val="00EF60D2"/>
    <w:rsid w:val="00EF655B"/>
    <w:rsid w:val="00EF6AC4"/>
    <w:rsid w:val="00EF7E6E"/>
    <w:rsid w:val="00F00789"/>
    <w:rsid w:val="00F008BA"/>
    <w:rsid w:val="00F009BA"/>
    <w:rsid w:val="00F0383E"/>
    <w:rsid w:val="00F04026"/>
    <w:rsid w:val="00F04336"/>
    <w:rsid w:val="00F05850"/>
    <w:rsid w:val="00F05950"/>
    <w:rsid w:val="00F062A3"/>
    <w:rsid w:val="00F06390"/>
    <w:rsid w:val="00F069CF"/>
    <w:rsid w:val="00F07D14"/>
    <w:rsid w:val="00F1015D"/>
    <w:rsid w:val="00F118D9"/>
    <w:rsid w:val="00F11F5F"/>
    <w:rsid w:val="00F11FA8"/>
    <w:rsid w:val="00F122CD"/>
    <w:rsid w:val="00F137BC"/>
    <w:rsid w:val="00F13FEA"/>
    <w:rsid w:val="00F14139"/>
    <w:rsid w:val="00F14256"/>
    <w:rsid w:val="00F147EC"/>
    <w:rsid w:val="00F1485E"/>
    <w:rsid w:val="00F14BFA"/>
    <w:rsid w:val="00F15301"/>
    <w:rsid w:val="00F15F1A"/>
    <w:rsid w:val="00F16510"/>
    <w:rsid w:val="00F16C78"/>
    <w:rsid w:val="00F16D2C"/>
    <w:rsid w:val="00F177D4"/>
    <w:rsid w:val="00F17E64"/>
    <w:rsid w:val="00F204F5"/>
    <w:rsid w:val="00F20BD9"/>
    <w:rsid w:val="00F21211"/>
    <w:rsid w:val="00F21E82"/>
    <w:rsid w:val="00F22498"/>
    <w:rsid w:val="00F22B21"/>
    <w:rsid w:val="00F2372E"/>
    <w:rsid w:val="00F23C3D"/>
    <w:rsid w:val="00F2444C"/>
    <w:rsid w:val="00F2551C"/>
    <w:rsid w:val="00F269C1"/>
    <w:rsid w:val="00F270D2"/>
    <w:rsid w:val="00F271EC"/>
    <w:rsid w:val="00F2764F"/>
    <w:rsid w:val="00F305D8"/>
    <w:rsid w:val="00F31774"/>
    <w:rsid w:val="00F317EB"/>
    <w:rsid w:val="00F3224F"/>
    <w:rsid w:val="00F3289B"/>
    <w:rsid w:val="00F32D3F"/>
    <w:rsid w:val="00F333D0"/>
    <w:rsid w:val="00F3364C"/>
    <w:rsid w:val="00F34684"/>
    <w:rsid w:val="00F348BB"/>
    <w:rsid w:val="00F34CB2"/>
    <w:rsid w:val="00F34F19"/>
    <w:rsid w:val="00F351AA"/>
    <w:rsid w:val="00F352FF"/>
    <w:rsid w:val="00F3534C"/>
    <w:rsid w:val="00F36616"/>
    <w:rsid w:val="00F36BE5"/>
    <w:rsid w:val="00F3710E"/>
    <w:rsid w:val="00F37D03"/>
    <w:rsid w:val="00F40248"/>
    <w:rsid w:val="00F404AE"/>
    <w:rsid w:val="00F40ADC"/>
    <w:rsid w:val="00F42081"/>
    <w:rsid w:val="00F43A59"/>
    <w:rsid w:val="00F43A9C"/>
    <w:rsid w:val="00F43F28"/>
    <w:rsid w:val="00F44275"/>
    <w:rsid w:val="00F456A7"/>
    <w:rsid w:val="00F46114"/>
    <w:rsid w:val="00F46296"/>
    <w:rsid w:val="00F462B6"/>
    <w:rsid w:val="00F4657F"/>
    <w:rsid w:val="00F46F82"/>
    <w:rsid w:val="00F471A2"/>
    <w:rsid w:val="00F471DA"/>
    <w:rsid w:val="00F4758F"/>
    <w:rsid w:val="00F47874"/>
    <w:rsid w:val="00F51489"/>
    <w:rsid w:val="00F5193C"/>
    <w:rsid w:val="00F51E56"/>
    <w:rsid w:val="00F546F0"/>
    <w:rsid w:val="00F54B5D"/>
    <w:rsid w:val="00F55D8D"/>
    <w:rsid w:val="00F55F12"/>
    <w:rsid w:val="00F55F45"/>
    <w:rsid w:val="00F5663C"/>
    <w:rsid w:val="00F57A1C"/>
    <w:rsid w:val="00F57A3C"/>
    <w:rsid w:val="00F603A2"/>
    <w:rsid w:val="00F60E43"/>
    <w:rsid w:val="00F60ECA"/>
    <w:rsid w:val="00F61115"/>
    <w:rsid w:val="00F611CA"/>
    <w:rsid w:val="00F6138F"/>
    <w:rsid w:val="00F616C5"/>
    <w:rsid w:val="00F62649"/>
    <w:rsid w:val="00F633DA"/>
    <w:rsid w:val="00F633E0"/>
    <w:rsid w:val="00F64B14"/>
    <w:rsid w:val="00F64EAD"/>
    <w:rsid w:val="00F6583B"/>
    <w:rsid w:val="00F65A0F"/>
    <w:rsid w:val="00F664AE"/>
    <w:rsid w:val="00F66537"/>
    <w:rsid w:val="00F668BE"/>
    <w:rsid w:val="00F66B77"/>
    <w:rsid w:val="00F66C41"/>
    <w:rsid w:val="00F6704D"/>
    <w:rsid w:val="00F703FB"/>
    <w:rsid w:val="00F7073A"/>
    <w:rsid w:val="00F72736"/>
    <w:rsid w:val="00F72826"/>
    <w:rsid w:val="00F72955"/>
    <w:rsid w:val="00F72F2B"/>
    <w:rsid w:val="00F73191"/>
    <w:rsid w:val="00F734CC"/>
    <w:rsid w:val="00F742F0"/>
    <w:rsid w:val="00F7579B"/>
    <w:rsid w:val="00F76551"/>
    <w:rsid w:val="00F76A37"/>
    <w:rsid w:val="00F76A73"/>
    <w:rsid w:val="00F76FA0"/>
    <w:rsid w:val="00F77143"/>
    <w:rsid w:val="00F7772F"/>
    <w:rsid w:val="00F808E5"/>
    <w:rsid w:val="00F80DA9"/>
    <w:rsid w:val="00F80E4D"/>
    <w:rsid w:val="00F816AC"/>
    <w:rsid w:val="00F829A7"/>
    <w:rsid w:val="00F83818"/>
    <w:rsid w:val="00F8425E"/>
    <w:rsid w:val="00F843D2"/>
    <w:rsid w:val="00F85639"/>
    <w:rsid w:val="00F85C45"/>
    <w:rsid w:val="00F85FE6"/>
    <w:rsid w:val="00F86185"/>
    <w:rsid w:val="00F864B0"/>
    <w:rsid w:val="00F8696D"/>
    <w:rsid w:val="00F87704"/>
    <w:rsid w:val="00F878F4"/>
    <w:rsid w:val="00F904F2"/>
    <w:rsid w:val="00F90660"/>
    <w:rsid w:val="00F90E4B"/>
    <w:rsid w:val="00F91AF0"/>
    <w:rsid w:val="00F91D22"/>
    <w:rsid w:val="00F91F9F"/>
    <w:rsid w:val="00F932F5"/>
    <w:rsid w:val="00F93748"/>
    <w:rsid w:val="00F93D5F"/>
    <w:rsid w:val="00F93F28"/>
    <w:rsid w:val="00F944BB"/>
    <w:rsid w:val="00F94FAE"/>
    <w:rsid w:val="00F95676"/>
    <w:rsid w:val="00F95EB8"/>
    <w:rsid w:val="00F969B1"/>
    <w:rsid w:val="00FA0766"/>
    <w:rsid w:val="00FA1294"/>
    <w:rsid w:val="00FA24CD"/>
    <w:rsid w:val="00FA27D2"/>
    <w:rsid w:val="00FA3993"/>
    <w:rsid w:val="00FA5B40"/>
    <w:rsid w:val="00FA655B"/>
    <w:rsid w:val="00FA6881"/>
    <w:rsid w:val="00FA6F99"/>
    <w:rsid w:val="00FA73F1"/>
    <w:rsid w:val="00FA7F2E"/>
    <w:rsid w:val="00FB029F"/>
    <w:rsid w:val="00FB0651"/>
    <w:rsid w:val="00FB1032"/>
    <w:rsid w:val="00FB2874"/>
    <w:rsid w:val="00FB289A"/>
    <w:rsid w:val="00FB2ACB"/>
    <w:rsid w:val="00FB2C51"/>
    <w:rsid w:val="00FB322E"/>
    <w:rsid w:val="00FB3A05"/>
    <w:rsid w:val="00FB4B56"/>
    <w:rsid w:val="00FB4FEC"/>
    <w:rsid w:val="00FB55A1"/>
    <w:rsid w:val="00FB5C0F"/>
    <w:rsid w:val="00FB61C2"/>
    <w:rsid w:val="00FB6399"/>
    <w:rsid w:val="00FB63BD"/>
    <w:rsid w:val="00FB65AB"/>
    <w:rsid w:val="00FB676A"/>
    <w:rsid w:val="00FB6926"/>
    <w:rsid w:val="00FB7817"/>
    <w:rsid w:val="00FC05B8"/>
    <w:rsid w:val="00FC0DFA"/>
    <w:rsid w:val="00FC11AB"/>
    <w:rsid w:val="00FC1CCA"/>
    <w:rsid w:val="00FC3295"/>
    <w:rsid w:val="00FC3872"/>
    <w:rsid w:val="00FC38C6"/>
    <w:rsid w:val="00FC3C73"/>
    <w:rsid w:val="00FC44A8"/>
    <w:rsid w:val="00FC451B"/>
    <w:rsid w:val="00FC4A0F"/>
    <w:rsid w:val="00FC52F0"/>
    <w:rsid w:val="00FC5C05"/>
    <w:rsid w:val="00FC62F9"/>
    <w:rsid w:val="00FC74E2"/>
    <w:rsid w:val="00FC7651"/>
    <w:rsid w:val="00FC7B4D"/>
    <w:rsid w:val="00FC7DA2"/>
    <w:rsid w:val="00FD0217"/>
    <w:rsid w:val="00FD09F6"/>
    <w:rsid w:val="00FD0B33"/>
    <w:rsid w:val="00FD0D91"/>
    <w:rsid w:val="00FD1484"/>
    <w:rsid w:val="00FD178D"/>
    <w:rsid w:val="00FD1B89"/>
    <w:rsid w:val="00FD23BB"/>
    <w:rsid w:val="00FD252A"/>
    <w:rsid w:val="00FD2DF8"/>
    <w:rsid w:val="00FD3A9A"/>
    <w:rsid w:val="00FD3EC3"/>
    <w:rsid w:val="00FD46E0"/>
    <w:rsid w:val="00FD4AC5"/>
    <w:rsid w:val="00FD5CF6"/>
    <w:rsid w:val="00FD712A"/>
    <w:rsid w:val="00FD79D9"/>
    <w:rsid w:val="00FD7E3B"/>
    <w:rsid w:val="00FE0D41"/>
    <w:rsid w:val="00FE12E2"/>
    <w:rsid w:val="00FE1AB9"/>
    <w:rsid w:val="00FE2354"/>
    <w:rsid w:val="00FE268B"/>
    <w:rsid w:val="00FE2A58"/>
    <w:rsid w:val="00FE2AE6"/>
    <w:rsid w:val="00FE2AF5"/>
    <w:rsid w:val="00FE3B4D"/>
    <w:rsid w:val="00FE5B25"/>
    <w:rsid w:val="00FE5DB4"/>
    <w:rsid w:val="00FE6B8B"/>
    <w:rsid w:val="00FE7057"/>
    <w:rsid w:val="00FE7E43"/>
    <w:rsid w:val="00FE7E77"/>
    <w:rsid w:val="00FF002C"/>
    <w:rsid w:val="00FF0647"/>
    <w:rsid w:val="00FF1343"/>
    <w:rsid w:val="00FF1D71"/>
    <w:rsid w:val="00FF1FA2"/>
    <w:rsid w:val="00FF22B4"/>
    <w:rsid w:val="00FF3F6C"/>
    <w:rsid w:val="00FF4114"/>
    <w:rsid w:val="00FF456C"/>
    <w:rsid w:val="00FF4C03"/>
    <w:rsid w:val="00FF4C4C"/>
    <w:rsid w:val="00FF5003"/>
    <w:rsid w:val="00FF515A"/>
    <w:rsid w:val="00FF52C7"/>
    <w:rsid w:val="00FF5771"/>
    <w:rsid w:val="00FF589F"/>
    <w:rsid w:val="00FF5B37"/>
    <w:rsid w:val="00FF72DB"/>
    <w:rsid w:val="00FF7982"/>
    <w:rsid w:val="00FF7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C90DB7"/>
    <w:pPr>
      <w:suppressAutoHyphens/>
      <w:spacing w:after="120" w:line="312" w:lineRule="auto"/>
      <w:jc w:val="both"/>
    </w:pPr>
    <w:rPr>
      <w:rFonts w:ascii="Arial" w:hAnsi="Arial"/>
      <w:sz w:val="24"/>
      <w:szCs w:val="24"/>
      <w:lang w:eastAsia="ar-SA"/>
    </w:rPr>
  </w:style>
  <w:style w:type="paragraph" w:styleId="1">
    <w:name w:val="heading 1"/>
    <w:aliases w:val="Заголовок параграфа (1.)"/>
    <w:basedOn w:val="a5"/>
    <w:next w:val="a5"/>
    <w:link w:val="10"/>
    <w:qFormat/>
    <w:rsid w:val="00683570"/>
    <w:pPr>
      <w:numPr>
        <w:numId w:val="4"/>
      </w:numPr>
      <w:spacing w:before="40" w:after="0"/>
      <w:outlineLvl w:val="0"/>
    </w:pPr>
    <w:rPr>
      <w:rFonts w:cs="Arial"/>
      <w:bCs/>
      <w:caps/>
      <w:kern w:val="32"/>
      <w:sz w:val="22"/>
      <w:szCs w:val="32"/>
    </w:rPr>
  </w:style>
  <w:style w:type="paragraph" w:styleId="2">
    <w:name w:val="heading 2"/>
    <w:aliases w:val="h2,h21,5,Заголовок пункта (1.1),Indented Heading,H2,H21,H22,Indented Heading1,Indented Heading2,Indented Heading3,Indented Heading4,H23,H211,H221,Indented Heading5,Indented Heading6,Indented Heading7,H24,H212,H222,Indented Heading8,H25,H213"/>
    <w:basedOn w:val="a5"/>
    <w:next w:val="a5"/>
    <w:link w:val="20"/>
    <w:qFormat/>
    <w:rsid w:val="00683570"/>
    <w:pPr>
      <w:numPr>
        <w:ilvl w:val="1"/>
        <w:numId w:val="4"/>
      </w:numPr>
      <w:spacing w:before="40" w:after="0"/>
      <w:outlineLvl w:val="1"/>
    </w:pPr>
    <w:rPr>
      <w:rFonts w:cs="Arial"/>
      <w:bCs/>
      <w:iCs/>
      <w:sz w:val="22"/>
      <w:szCs w:val="28"/>
    </w:rPr>
  </w:style>
  <w:style w:type="paragraph" w:styleId="3">
    <w:name w:val="heading 3"/>
    <w:basedOn w:val="a5"/>
    <w:next w:val="a5"/>
    <w:qFormat/>
    <w:rsid w:val="00683570"/>
    <w:pPr>
      <w:numPr>
        <w:ilvl w:val="2"/>
        <w:numId w:val="4"/>
      </w:numPr>
      <w:spacing w:before="40" w:after="0"/>
      <w:outlineLvl w:val="2"/>
    </w:pPr>
    <w:rPr>
      <w:rFonts w:cs="Arial"/>
      <w:bCs/>
      <w:sz w:val="22"/>
      <w:szCs w:val="26"/>
    </w:rPr>
  </w:style>
  <w:style w:type="paragraph" w:styleId="4">
    <w:name w:val="heading 4"/>
    <w:basedOn w:val="a5"/>
    <w:next w:val="a5"/>
    <w:qFormat/>
    <w:rsid w:val="00683570"/>
    <w:pPr>
      <w:numPr>
        <w:ilvl w:val="3"/>
        <w:numId w:val="4"/>
      </w:numPr>
      <w:spacing w:before="40" w:after="0"/>
      <w:outlineLvl w:val="3"/>
    </w:pPr>
    <w:rPr>
      <w:bCs/>
      <w:sz w:val="22"/>
    </w:rPr>
  </w:style>
  <w:style w:type="paragraph" w:styleId="6">
    <w:name w:val="heading 6"/>
    <w:basedOn w:val="a5"/>
    <w:next w:val="a5"/>
    <w:qFormat/>
    <w:rsid w:val="00804684"/>
    <w:pPr>
      <w:suppressAutoHyphens w:val="0"/>
      <w:spacing w:before="240" w:after="60" w:line="240" w:lineRule="auto"/>
      <w:jc w:val="left"/>
      <w:outlineLvl w:val="5"/>
    </w:pPr>
    <w:rPr>
      <w:rFonts w:ascii="Times New Roman" w:hAnsi="Times New Roman"/>
      <w:b/>
      <w:bCs/>
      <w:sz w:val="22"/>
      <w:szCs w:val="22"/>
      <w:lang w:eastAsia="ru-RU"/>
    </w:rPr>
  </w:style>
  <w:style w:type="paragraph" w:styleId="9">
    <w:name w:val="heading 9"/>
    <w:basedOn w:val="a5"/>
    <w:next w:val="a5"/>
    <w:qFormat/>
    <w:rsid w:val="00804684"/>
    <w:pPr>
      <w:suppressAutoHyphens w:val="0"/>
      <w:spacing w:before="240" w:after="60" w:line="240" w:lineRule="auto"/>
      <w:jc w:val="left"/>
      <w:outlineLvl w:val="8"/>
    </w:pPr>
    <w:rPr>
      <w:rFonts w:cs="Arial"/>
      <w:sz w:val="22"/>
      <w:szCs w:val="22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"/>
    <w:link w:val="1"/>
    <w:rsid w:val="00683570"/>
    <w:rPr>
      <w:rFonts w:ascii="Arial" w:hAnsi="Arial" w:cs="Arial"/>
      <w:bCs/>
      <w:caps/>
      <w:kern w:val="32"/>
      <w:sz w:val="22"/>
      <w:szCs w:val="32"/>
      <w:lang w:val="ru-RU" w:eastAsia="ar-SA" w:bidi="ar-SA"/>
    </w:rPr>
  </w:style>
  <w:style w:type="character" w:customStyle="1" w:styleId="20">
    <w:name w:val="Заголовок 2 Знак"/>
    <w:aliases w:val="h2 Знак,h21 Знак,5 Знак,Заголовок пункта (1.1) Знак,Indented Heading Знак,H2 Знак,H21 Знак,H22 Знак,Indented Heading1 Знак,Indented Heading2 Знак,Indented Heading3 Знак,Indented Heading4 Знак,H23 Знак,H211 Знак,H221 Знак,H24 Знак"/>
    <w:link w:val="2"/>
    <w:rsid w:val="00683570"/>
    <w:rPr>
      <w:rFonts w:ascii="Arial" w:hAnsi="Arial" w:cs="Arial"/>
      <w:bCs/>
      <w:iCs/>
      <w:sz w:val="22"/>
      <w:szCs w:val="28"/>
      <w:lang w:val="ru-RU" w:eastAsia="ar-SA" w:bidi="ar-SA"/>
    </w:rPr>
  </w:style>
  <w:style w:type="paragraph" w:customStyle="1" w:styleId="a4">
    <w:name w:val="Список с тире"/>
    <w:basedOn w:val="a5"/>
    <w:next w:val="a5"/>
    <w:rsid w:val="004B78EF"/>
    <w:pPr>
      <w:numPr>
        <w:numId w:val="1"/>
      </w:numPr>
      <w:spacing w:after="0"/>
    </w:pPr>
  </w:style>
  <w:style w:type="paragraph" w:customStyle="1" w:styleId="a3">
    <w:name w:val="Список с цифрой"/>
    <w:basedOn w:val="a5"/>
    <w:next w:val="a5"/>
    <w:rsid w:val="00C0760A"/>
    <w:pPr>
      <w:numPr>
        <w:numId w:val="2"/>
      </w:numPr>
      <w:spacing w:after="0"/>
    </w:pPr>
  </w:style>
  <w:style w:type="character" w:customStyle="1" w:styleId="a9">
    <w:name w:val="Полужирный"/>
    <w:rsid w:val="00ED6A7C"/>
    <w:rPr>
      <w:b/>
      <w:bCs/>
    </w:rPr>
  </w:style>
  <w:style w:type="paragraph" w:styleId="aa">
    <w:name w:val="footer"/>
    <w:aliases w:val="Footer маленький"/>
    <w:semiHidden/>
    <w:rsid w:val="00723058"/>
    <w:pPr>
      <w:tabs>
        <w:tab w:val="center" w:pos="4677"/>
        <w:tab w:val="right" w:pos="9355"/>
      </w:tabs>
    </w:pPr>
    <w:rPr>
      <w:rFonts w:ascii="Arial" w:hAnsi="Arial"/>
      <w:sz w:val="14"/>
      <w:szCs w:val="24"/>
      <w:lang w:eastAsia="ar-SA"/>
    </w:rPr>
  </w:style>
  <w:style w:type="paragraph" w:customStyle="1" w:styleId="a0">
    <w:name w:val="Спискок с квадратом"/>
    <w:basedOn w:val="a5"/>
    <w:next w:val="a5"/>
    <w:rsid w:val="004B78EF"/>
    <w:pPr>
      <w:numPr>
        <w:numId w:val="3"/>
      </w:numPr>
      <w:spacing w:after="0"/>
    </w:pPr>
  </w:style>
  <w:style w:type="paragraph" w:styleId="11">
    <w:name w:val="toc 1"/>
    <w:basedOn w:val="a5"/>
    <w:next w:val="a5"/>
    <w:autoRedefine/>
    <w:semiHidden/>
    <w:rsid w:val="00F87704"/>
    <w:pPr>
      <w:tabs>
        <w:tab w:val="left" w:pos="540"/>
        <w:tab w:val="right" w:leader="dot" w:pos="10080"/>
      </w:tabs>
      <w:spacing w:after="0" w:line="240" w:lineRule="auto"/>
    </w:pPr>
  </w:style>
  <w:style w:type="paragraph" w:styleId="21">
    <w:name w:val="toc 2"/>
    <w:basedOn w:val="a5"/>
    <w:next w:val="a5"/>
    <w:autoRedefine/>
    <w:uiPriority w:val="39"/>
    <w:semiHidden/>
    <w:rsid w:val="00F87704"/>
    <w:pPr>
      <w:tabs>
        <w:tab w:val="left" w:pos="900"/>
        <w:tab w:val="right" w:leader="dot" w:pos="10080"/>
      </w:tabs>
      <w:spacing w:after="0" w:line="240" w:lineRule="auto"/>
      <w:ind w:left="900" w:hanging="660"/>
    </w:pPr>
  </w:style>
  <w:style w:type="paragraph" w:styleId="30">
    <w:name w:val="toc 3"/>
    <w:basedOn w:val="a5"/>
    <w:next w:val="a5"/>
    <w:autoRedefine/>
    <w:uiPriority w:val="39"/>
    <w:semiHidden/>
    <w:rsid w:val="00F87704"/>
    <w:pPr>
      <w:tabs>
        <w:tab w:val="left" w:pos="1440"/>
        <w:tab w:val="right" w:leader="dot" w:pos="10080"/>
      </w:tabs>
      <w:spacing w:after="0" w:line="240" w:lineRule="auto"/>
      <w:ind w:left="1440" w:right="68" w:hanging="960"/>
    </w:pPr>
  </w:style>
  <w:style w:type="character" w:styleId="ab">
    <w:name w:val="Hyperlink"/>
    <w:uiPriority w:val="99"/>
    <w:semiHidden/>
    <w:rsid w:val="00036206"/>
    <w:rPr>
      <w:color w:val="0000FF"/>
      <w:u w:val="single"/>
    </w:rPr>
  </w:style>
  <w:style w:type="table" w:styleId="ac">
    <w:name w:val="Table Grid"/>
    <w:basedOn w:val="a7"/>
    <w:rsid w:val="009C0362"/>
    <w:pPr>
      <w:spacing w:line="312" w:lineRule="auto"/>
      <w:jc w:val="both"/>
    </w:pPr>
    <w:rPr>
      <w:rFonts w:ascii="Arial" w:hAnsi="Arial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cBorders>
        <w:vAlign w:val="center"/>
      </w:tcPr>
    </w:tblStylePr>
  </w:style>
  <w:style w:type="character" w:customStyle="1" w:styleId="ad">
    <w:name w:val="Курсив"/>
    <w:rsid w:val="00F742F0"/>
    <w:rPr>
      <w:i/>
      <w:iCs/>
    </w:rPr>
  </w:style>
  <w:style w:type="paragraph" w:customStyle="1" w:styleId="ae">
    <w:name w:val="Таблица. Тело"/>
    <w:basedOn w:val="a5"/>
    <w:link w:val="af"/>
    <w:rsid w:val="00543616"/>
    <w:pPr>
      <w:spacing w:after="0" w:line="240" w:lineRule="auto"/>
      <w:jc w:val="left"/>
    </w:pPr>
    <w:rPr>
      <w:sz w:val="20"/>
      <w:szCs w:val="20"/>
    </w:rPr>
  </w:style>
  <w:style w:type="character" w:customStyle="1" w:styleId="af">
    <w:name w:val="Таблица. Тело Знак"/>
    <w:link w:val="ae"/>
    <w:rsid w:val="00543616"/>
    <w:rPr>
      <w:rFonts w:ascii="Arial" w:hAnsi="Arial"/>
      <w:lang w:val="ru-RU" w:eastAsia="ar-SA" w:bidi="ar-SA"/>
    </w:rPr>
  </w:style>
  <w:style w:type="paragraph" w:customStyle="1" w:styleId="af0">
    <w:name w:val="Таблица. Шапка"/>
    <w:basedOn w:val="a5"/>
    <w:rsid w:val="00543616"/>
    <w:pPr>
      <w:spacing w:before="100" w:after="100" w:line="240" w:lineRule="auto"/>
      <w:jc w:val="center"/>
    </w:pPr>
    <w:rPr>
      <w:b/>
      <w:sz w:val="20"/>
      <w:szCs w:val="20"/>
    </w:rPr>
  </w:style>
  <w:style w:type="paragraph" w:customStyle="1" w:styleId="af1">
    <w:name w:val="Таблица. Подпись"/>
    <w:basedOn w:val="a5"/>
    <w:rsid w:val="0074475D"/>
    <w:pPr>
      <w:spacing w:after="0"/>
    </w:pPr>
    <w:rPr>
      <w:szCs w:val="20"/>
    </w:rPr>
  </w:style>
  <w:style w:type="paragraph" w:styleId="40">
    <w:name w:val="toc 4"/>
    <w:basedOn w:val="a5"/>
    <w:next w:val="a5"/>
    <w:autoRedefine/>
    <w:uiPriority w:val="39"/>
    <w:semiHidden/>
    <w:rsid w:val="00411163"/>
    <w:pPr>
      <w:tabs>
        <w:tab w:val="left" w:pos="1980"/>
        <w:tab w:val="right" w:leader="dot" w:pos="10080"/>
      </w:tabs>
      <w:spacing w:after="0" w:line="240" w:lineRule="auto"/>
      <w:ind w:left="720" w:firstLine="181"/>
    </w:pPr>
  </w:style>
  <w:style w:type="paragraph" w:styleId="af2">
    <w:name w:val="header"/>
    <w:aliases w:val="Even,header-first,HeaderPort,??????? ??????????,ВерхКолонтитул,Titul,Heder,??????? ??????????1,??????? ??????????2,??????? ??????????3,??????? ??????????11,??????? ??????????21,??????? ??????????4,??????? ??????????5,Текст в штампе,Зн"/>
    <w:basedOn w:val="a5"/>
    <w:link w:val="af3"/>
    <w:uiPriority w:val="99"/>
    <w:rsid w:val="003B6E9A"/>
    <w:pPr>
      <w:tabs>
        <w:tab w:val="center" w:pos="4677"/>
        <w:tab w:val="right" w:pos="9355"/>
      </w:tabs>
    </w:pPr>
  </w:style>
  <w:style w:type="paragraph" w:styleId="af4">
    <w:name w:val="Document Map"/>
    <w:basedOn w:val="a5"/>
    <w:semiHidden/>
    <w:rsid w:val="008224D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f5">
    <w:name w:val="annotation reference"/>
    <w:semiHidden/>
    <w:rsid w:val="005E73A1"/>
    <w:rPr>
      <w:sz w:val="16"/>
      <w:szCs w:val="16"/>
    </w:rPr>
  </w:style>
  <w:style w:type="paragraph" w:styleId="af6">
    <w:name w:val="annotation text"/>
    <w:basedOn w:val="a5"/>
    <w:link w:val="af7"/>
    <w:uiPriority w:val="99"/>
    <w:semiHidden/>
    <w:rsid w:val="005E73A1"/>
    <w:rPr>
      <w:sz w:val="20"/>
      <w:szCs w:val="20"/>
    </w:rPr>
  </w:style>
  <w:style w:type="paragraph" w:styleId="af8">
    <w:name w:val="Balloon Text"/>
    <w:basedOn w:val="a5"/>
    <w:semiHidden/>
    <w:rsid w:val="005E73A1"/>
    <w:rPr>
      <w:rFonts w:ascii="Tahoma" w:hAnsi="Tahoma" w:cs="Tahoma"/>
      <w:sz w:val="16"/>
      <w:szCs w:val="16"/>
    </w:rPr>
  </w:style>
  <w:style w:type="paragraph" w:styleId="af9">
    <w:name w:val="annotation subject"/>
    <w:basedOn w:val="af6"/>
    <w:next w:val="af6"/>
    <w:semiHidden/>
    <w:rsid w:val="00F93748"/>
    <w:rPr>
      <w:b/>
      <w:bCs/>
    </w:rPr>
  </w:style>
  <w:style w:type="paragraph" w:styleId="afa">
    <w:name w:val="caption"/>
    <w:basedOn w:val="a5"/>
    <w:next w:val="a5"/>
    <w:qFormat/>
    <w:rsid w:val="00D36966"/>
    <w:rPr>
      <w:b/>
      <w:bCs/>
      <w:sz w:val="20"/>
      <w:szCs w:val="20"/>
    </w:rPr>
  </w:style>
  <w:style w:type="paragraph" w:styleId="60">
    <w:name w:val="toc 6"/>
    <w:basedOn w:val="a5"/>
    <w:next w:val="a5"/>
    <w:autoRedefine/>
    <w:semiHidden/>
    <w:rsid w:val="00137A9B"/>
    <w:pPr>
      <w:suppressAutoHyphens w:val="0"/>
      <w:spacing w:after="0" w:line="240" w:lineRule="auto"/>
      <w:ind w:left="1000"/>
      <w:jc w:val="left"/>
    </w:pPr>
    <w:rPr>
      <w:rFonts w:ascii="Times New Roman" w:hAnsi="Times New Roman"/>
      <w:sz w:val="20"/>
      <w:szCs w:val="21"/>
      <w:lang w:eastAsia="ru-RU"/>
    </w:rPr>
  </w:style>
  <w:style w:type="character" w:styleId="afb">
    <w:name w:val="page number"/>
    <w:basedOn w:val="a6"/>
    <w:semiHidden/>
    <w:rsid w:val="004E468A"/>
  </w:style>
  <w:style w:type="character" w:customStyle="1" w:styleId="12">
    <w:name w:val="Заголовок 1 Знак Знак Знак"/>
    <w:semiHidden/>
    <w:rsid w:val="00804684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styleId="afc">
    <w:name w:val="Body Text Indent"/>
    <w:aliases w:val="Основной текст с отступом Знак,Основной текст с отступом Знак Знак,Основной текст с отступом1 Знак Знак,Основной текст с отступом1 Знак Знак Знак Знак Знак,Основной текст с отступом1 Знак Знак Знак Знак Знак Знак Знак"/>
    <w:basedOn w:val="a5"/>
    <w:link w:val="13"/>
    <w:rsid w:val="00EA7714"/>
    <w:pPr>
      <w:suppressAutoHyphens w:val="0"/>
      <w:spacing w:after="0" w:line="360" w:lineRule="auto"/>
      <w:ind w:firstLine="720"/>
    </w:pPr>
    <w:rPr>
      <w:szCs w:val="20"/>
      <w:lang w:eastAsia="ru-RU"/>
    </w:rPr>
  </w:style>
  <w:style w:type="paragraph" w:styleId="90">
    <w:name w:val="toc 9"/>
    <w:basedOn w:val="a5"/>
    <w:next w:val="a5"/>
    <w:autoRedefine/>
    <w:semiHidden/>
    <w:rsid w:val="00645019"/>
    <w:pPr>
      <w:tabs>
        <w:tab w:val="center" w:pos="4677"/>
        <w:tab w:val="right" w:pos="9355"/>
      </w:tabs>
      <w:suppressAutoHyphens w:val="0"/>
      <w:spacing w:after="0" w:line="240" w:lineRule="auto"/>
      <w:jc w:val="left"/>
    </w:pPr>
    <w:rPr>
      <w:rFonts w:ascii="Times New Roman" w:hAnsi="Times New Roman"/>
      <w:sz w:val="18"/>
      <w:szCs w:val="20"/>
      <w:lang w:eastAsia="ru-RU"/>
    </w:rPr>
  </w:style>
  <w:style w:type="paragraph" w:customStyle="1" w:styleId="14">
    <w:name w:val="Обычный1"/>
    <w:rsid w:val="00092A26"/>
  </w:style>
  <w:style w:type="paragraph" w:customStyle="1" w:styleId="OaaeeoaIoiaaoey">
    <w:name w:val="OaaeeoaIoia?aoey"/>
    <w:basedOn w:val="a5"/>
    <w:rsid w:val="00092A26"/>
    <w:pPr>
      <w:suppressAutoHyphens w:val="0"/>
      <w:spacing w:before="120" w:after="0" w:line="240" w:lineRule="auto"/>
      <w:jc w:val="center"/>
    </w:pPr>
    <w:rPr>
      <w:szCs w:val="20"/>
      <w:lang w:eastAsia="ru-RU"/>
    </w:rPr>
  </w:style>
  <w:style w:type="paragraph" w:customStyle="1" w:styleId="afd">
    <w:name w:val="Нумерованный Т"/>
    <w:basedOn w:val="a5"/>
    <w:rsid w:val="00092A26"/>
    <w:pPr>
      <w:keepLines/>
      <w:suppressLineNumbers/>
      <w:overflowPunct w:val="0"/>
      <w:autoSpaceDE w:val="0"/>
      <w:autoSpaceDN w:val="0"/>
      <w:adjustRightInd w:val="0"/>
      <w:spacing w:before="40" w:after="20" w:line="240" w:lineRule="auto"/>
      <w:ind w:left="318" w:hanging="318"/>
      <w:jc w:val="left"/>
      <w:textAlignment w:val="baseline"/>
    </w:pPr>
    <w:rPr>
      <w:rFonts w:ascii="Times New Roman CYR" w:hAnsi="Times New Roman CYR"/>
      <w:sz w:val="22"/>
      <w:szCs w:val="20"/>
      <w:lang w:eastAsia="ru-RU"/>
    </w:rPr>
  </w:style>
  <w:style w:type="paragraph" w:styleId="22">
    <w:name w:val="Body Text Indent 2"/>
    <w:basedOn w:val="a5"/>
    <w:rsid w:val="00645019"/>
    <w:pPr>
      <w:suppressAutoHyphens w:val="0"/>
      <w:spacing w:after="0" w:line="360" w:lineRule="auto"/>
      <w:ind w:left="1134" w:firstLine="720"/>
    </w:pPr>
    <w:rPr>
      <w:szCs w:val="20"/>
      <w:lang w:eastAsia="ru-RU"/>
    </w:rPr>
  </w:style>
  <w:style w:type="paragraph" w:customStyle="1" w:styleId="a">
    <w:name w:val="МаркированныйСписок"/>
    <w:basedOn w:val="a5"/>
    <w:rsid w:val="004D549F"/>
    <w:pPr>
      <w:numPr>
        <w:numId w:val="13"/>
      </w:numPr>
      <w:tabs>
        <w:tab w:val="clear" w:pos="360"/>
        <w:tab w:val="num" w:pos="709"/>
      </w:tabs>
      <w:suppressAutoHyphens w:val="0"/>
      <w:spacing w:line="240" w:lineRule="auto"/>
      <w:ind w:left="709" w:hanging="283"/>
    </w:pPr>
    <w:rPr>
      <w:rFonts w:ascii="Times New Roman" w:hAnsi="Times New Roman"/>
      <w:sz w:val="26"/>
      <w:szCs w:val="20"/>
      <w:lang w:eastAsia="ru-RU"/>
    </w:rPr>
  </w:style>
  <w:style w:type="paragraph" w:customStyle="1" w:styleId="120">
    <w:name w:val="штамп_12"/>
    <w:basedOn w:val="a5"/>
    <w:rsid w:val="00C172ED"/>
    <w:pPr>
      <w:suppressAutoHyphens w:val="0"/>
      <w:spacing w:after="0" w:line="240" w:lineRule="auto"/>
      <w:jc w:val="center"/>
    </w:pPr>
    <w:rPr>
      <w:rFonts w:ascii="Times New Roman" w:hAnsi="Times New Roman"/>
      <w:b/>
      <w:bCs/>
      <w:sz w:val="16"/>
      <w:lang w:eastAsia="ru-RU"/>
    </w:rPr>
  </w:style>
  <w:style w:type="paragraph" w:customStyle="1" w:styleId="a2">
    <w:name w:val="Список маркированный"/>
    <w:basedOn w:val="a5"/>
    <w:rsid w:val="00C172ED"/>
    <w:pPr>
      <w:numPr>
        <w:numId w:val="15"/>
      </w:numPr>
      <w:tabs>
        <w:tab w:val="left" w:pos="1080"/>
      </w:tabs>
      <w:suppressAutoHyphens w:val="0"/>
      <w:spacing w:after="0" w:line="360" w:lineRule="auto"/>
      <w:ind w:right="113"/>
    </w:pPr>
    <w:rPr>
      <w:rFonts w:ascii="Times New Roman" w:hAnsi="Times New Roman"/>
      <w:szCs w:val="20"/>
      <w:lang w:eastAsia="ru-RU"/>
    </w:rPr>
  </w:style>
  <w:style w:type="character" w:customStyle="1" w:styleId="af3">
    <w:name w:val="Верхний колонтитул Знак"/>
    <w:aliases w:val="Even Знак,header-first Знак,HeaderPort Знак,??????? ?????????? Знак,ВерхКолонтитул Знак,Titul Знак,Heder Знак,??????? ??????????1 Знак,??????? ??????????2 Знак,??????? ??????????3 Знак,??????? ??????????11 Знак,Зн Знак"/>
    <w:link w:val="af2"/>
    <w:uiPriority w:val="99"/>
    <w:rsid w:val="00356625"/>
    <w:rPr>
      <w:rFonts w:ascii="Arial" w:hAnsi="Arial"/>
      <w:sz w:val="24"/>
      <w:szCs w:val="24"/>
      <w:lang w:eastAsia="ar-SA"/>
    </w:rPr>
  </w:style>
  <w:style w:type="paragraph" w:customStyle="1" w:styleId="--">
    <w:name w:val="УГТП-Подписи-Даты"/>
    <w:basedOn w:val="a5"/>
    <w:qFormat/>
    <w:rsid w:val="000405C1"/>
    <w:pPr>
      <w:framePr w:hSpace="181" w:wrap="around" w:vAnchor="page" w:hAnchor="page" w:x="1248" w:y="14278"/>
      <w:tabs>
        <w:tab w:val="center" w:pos="4677"/>
        <w:tab w:val="right" w:pos="9355"/>
      </w:tabs>
      <w:suppressAutoHyphens w:val="0"/>
      <w:spacing w:after="0" w:line="240" w:lineRule="auto"/>
      <w:jc w:val="center"/>
    </w:pPr>
    <w:rPr>
      <w:rFonts w:ascii="Arial Narrow" w:hAnsi="Arial Narrow" w:cs="Arial"/>
      <w:spacing w:val="-13"/>
      <w:sz w:val="16"/>
      <w:szCs w:val="16"/>
      <w:lang w:eastAsia="ru-RU"/>
    </w:rPr>
  </w:style>
  <w:style w:type="paragraph" w:customStyle="1" w:styleId="--0">
    <w:name w:val="УГТП-Подписи-ФИО"/>
    <w:basedOn w:val="a5"/>
    <w:qFormat/>
    <w:rsid w:val="000405C1"/>
    <w:pPr>
      <w:framePr w:hSpace="181" w:wrap="around" w:vAnchor="page" w:hAnchor="page" w:x="1248" w:y="14278"/>
      <w:tabs>
        <w:tab w:val="center" w:pos="4677"/>
        <w:tab w:val="right" w:pos="9355"/>
      </w:tabs>
      <w:suppressAutoHyphens w:val="0"/>
      <w:spacing w:after="0" w:line="240" w:lineRule="auto"/>
      <w:jc w:val="left"/>
    </w:pPr>
    <w:rPr>
      <w:rFonts w:cs="Arial"/>
      <w:spacing w:val="-13"/>
      <w:sz w:val="16"/>
      <w:szCs w:val="16"/>
      <w:lang w:eastAsia="ru-RU"/>
    </w:rPr>
  </w:style>
  <w:style w:type="character" w:customStyle="1" w:styleId="af7">
    <w:name w:val="Текст примечания Знак"/>
    <w:link w:val="af6"/>
    <w:uiPriority w:val="99"/>
    <w:semiHidden/>
    <w:locked/>
    <w:rsid w:val="00B923C3"/>
    <w:rPr>
      <w:rFonts w:ascii="Arial" w:hAnsi="Arial"/>
      <w:lang w:eastAsia="ar-SA"/>
    </w:rPr>
  </w:style>
  <w:style w:type="paragraph" w:customStyle="1" w:styleId="210">
    <w:name w:val="Основной текст с отступом 21"/>
    <w:basedOn w:val="a5"/>
    <w:rsid w:val="002F76DF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0">
    <w:name w:val="Основной текст с отступом 22"/>
    <w:basedOn w:val="a5"/>
    <w:rsid w:val="00260ABA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">
    <w:name w:val="Основной текст с отступом 23"/>
    <w:basedOn w:val="a5"/>
    <w:rsid w:val="00275A37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4">
    <w:name w:val="Основной текст с отступом 24"/>
    <w:basedOn w:val="a5"/>
    <w:rsid w:val="005A6926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5">
    <w:name w:val="Основной текст с отступом 25"/>
    <w:basedOn w:val="a5"/>
    <w:rsid w:val="004E086B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6">
    <w:name w:val="Основной текст с отступом 26"/>
    <w:basedOn w:val="a5"/>
    <w:rsid w:val="00A35E58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7">
    <w:name w:val="Основной текст с отступом 27"/>
    <w:basedOn w:val="a5"/>
    <w:rsid w:val="009129D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8">
    <w:name w:val="Основной текст с отступом 28"/>
    <w:basedOn w:val="a5"/>
    <w:rsid w:val="005E7788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9">
    <w:name w:val="Основной текст с отступом 29"/>
    <w:basedOn w:val="a5"/>
    <w:rsid w:val="002F1DE0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00">
    <w:name w:val="Основной текст с отступом 210"/>
    <w:basedOn w:val="a5"/>
    <w:rsid w:val="00E41FA2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1">
    <w:name w:val="Основной текст с отступом 211"/>
    <w:basedOn w:val="a5"/>
    <w:rsid w:val="00E7773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2">
    <w:name w:val="Основной текст с отступом 212"/>
    <w:basedOn w:val="a5"/>
    <w:rsid w:val="00A167A1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3">
    <w:name w:val="Основной текст с отступом 213"/>
    <w:basedOn w:val="a5"/>
    <w:rsid w:val="00FB322E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4">
    <w:name w:val="Основной текст с отступом 214"/>
    <w:basedOn w:val="a5"/>
    <w:rsid w:val="00066DFE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5">
    <w:name w:val="Основной текст с отступом 215"/>
    <w:basedOn w:val="a5"/>
    <w:rsid w:val="00B13BC3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6">
    <w:name w:val="Основной текст с отступом 216"/>
    <w:basedOn w:val="a5"/>
    <w:rsid w:val="002261E9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7">
    <w:name w:val="Основной текст с отступом 217"/>
    <w:basedOn w:val="a5"/>
    <w:rsid w:val="003A1F0F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8">
    <w:name w:val="Основной текст с отступом 218"/>
    <w:basedOn w:val="a5"/>
    <w:rsid w:val="002551D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9">
    <w:name w:val="Основной текст с отступом 219"/>
    <w:basedOn w:val="a5"/>
    <w:rsid w:val="00586A4E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00">
    <w:name w:val="Основной текст с отступом 220"/>
    <w:basedOn w:val="a5"/>
    <w:rsid w:val="000E6301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1">
    <w:name w:val="Основной текст с отступом 221"/>
    <w:basedOn w:val="a5"/>
    <w:rsid w:val="003E3881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2">
    <w:name w:val="Основной текст с отступом 222"/>
    <w:basedOn w:val="a5"/>
    <w:rsid w:val="00AB4583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3">
    <w:name w:val="Основной текст с отступом 223"/>
    <w:basedOn w:val="a5"/>
    <w:rsid w:val="002500F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4">
    <w:name w:val="Основной текст с отступом 224"/>
    <w:basedOn w:val="a5"/>
    <w:rsid w:val="00376AFF"/>
    <w:pPr>
      <w:suppressAutoHyphens w:val="0"/>
      <w:spacing w:after="0"/>
      <w:ind w:left="720"/>
    </w:pPr>
    <w:rPr>
      <w:szCs w:val="20"/>
      <w:lang w:eastAsia="ru-RU"/>
    </w:rPr>
  </w:style>
  <w:style w:type="character" w:customStyle="1" w:styleId="13">
    <w:name w:val="Основной текст с отступом Знак1"/>
    <w:aliases w:val="Основной текст с отступом Знак Знак1,Основной текст с отступом Знак Знак Знак,Основной текст с отступом1 Знак Знак Знак,Основной текст с отступом1 Знак Знак Знак Знак Знак Знак"/>
    <w:link w:val="afc"/>
    <w:rsid w:val="0044281F"/>
    <w:rPr>
      <w:rFonts w:ascii="Arial" w:hAnsi="Arial"/>
      <w:sz w:val="24"/>
    </w:rPr>
  </w:style>
  <w:style w:type="paragraph" w:customStyle="1" w:styleId="225">
    <w:name w:val="Основной текст с отступом 225"/>
    <w:basedOn w:val="a5"/>
    <w:rsid w:val="003558BD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6">
    <w:name w:val="Основной текст с отступом 226"/>
    <w:basedOn w:val="a5"/>
    <w:rsid w:val="002D4D58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7">
    <w:name w:val="Основной текст с отступом 227"/>
    <w:basedOn w:val="a5"/>
    <w:rsid w:val="00ED431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8">
    <w:name w:val="Основной текст с отступом 228"/>
    <w:basedOn w:val="a5"/>
    <w:rsid w:val="00D264E2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9">
    <w:name w:val="Основной текст с отступом 229"/>
    <w:basedOn w:val="a5"/>
    <w:rsid w:val="00B1308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afe">
    <w:name w:val="Пояснительная записка"/>
    <w:basedOn w:val="a5"/>
    <w:rsid w:val="00B13084"/>
    <w:pPr>
      <w:suppressLineNumbers/>
      <w:suppressAutoHyphens w:val="0"/>
      <w:spacing w:after="0" w:line="360" w:lineRule="auto"/>
      <w:ind w:firstLine="680"/>
    </w:pPr>
    <w:rPr>
      <w:rFonts w:cs="Arial"/>
      <w:kern w:val="20"/>
      <w:szCs w:val="20"/>
      <w:lang w:eastAsia="ru-RU"/>
    </w:rPr>
  </w:style>
  <w:style w:type="paragraph" w:customStyle="1" w:styleId="230">
    <w:name w:val="Основной текст с отступом 230"/>
    <w:basedOn w:val="a5"/>
    <w:rsid w:val="002D309C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1">
    <w:name w:val="Основной текст с отступом 231"/>
    <w:basedOn w:val="a5"/>
    <w:rsid w:val="00F008BA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2">
    <w:name w:val="Основной текст с отступом 232"/>
    <w:basedOn w:val="a5"/>
    <w:rsid w:val="00162B63"/>
    <w:pPr>
      <w:suppressAutoHyphens w:val="0"/>
      <w:spacing w:after="0"/>
      <w:ind w:left="720"/>
    </w:pPr>
    <w:rPr>
      <w:szCs w:val="20"/>
      <w:lang w:eastAsia="ru-RU"/>
    </w:rPr>
  </w:style>
  <w:style w:type="paragraph" w:styleId="aff">
    <w:name w:val="Revision"/>
    <w:hidden/>
    <w:uiPriority w:val="99"/>
    <w:semiHidden/>
    <w:rsid w:val="0026085D"/>
    <w:rPr>
      <w:rFonts w:ascii="Arial" w:hAnsi="Arial"/>
      <w:sz w:val="24"/>
      <w:szCs w:val="24"/>
      <w:lang w:eastAsia="ar-SA"/>
    </w:rPr>
  </w:style>
  <w:style w:type="paragraph" w:customStyle="1" w:styleId="233">
    <w:name w:val="Основной текст с отступом 233"/>
    <w:basedOn w:val="a5"/>
    <w:rsid w:val="009873E0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4">
    <w:name w:val="Основной текст с отступом 234"/>
    <w:basedOn w:val="a5"/>
    <w:rsid w:val="000636FC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5">
    <w:name w:val="Основной текст с отступом 235"/>
    <w:basedOn w:val="a5"/>
    <w:rsid w:val="00FC3872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6">
    <w:name w:val="Основной текст с отступом 236"/>
    <w:basedOn w:val="a5"/>
    <w:rsid w:val="00DB3FAB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7">
    <w:name w:val="Основной текст с отступом 237"/>
    <w:basedOn w:val="a5"/>
    <w:rsid w:val="00847216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a1">
    <w:name w:val="Марк.список"/>
    <w:basedOn w:val="a5"/>
    <w:rsid w:val="00EA3D35"/>
    <w:pPr>
      <w:widowControl w:val="0"/>
      <w:numPr>
        <w:numId w:val="37"/>
      </w:numPr>
      <w:suppressAutoHyphens w:val="0"/>
      <w:spacing w:before="100" w:after="100" w:line="240" w:lineRule="auto"/>
    </w:pPr>
    <w:rPr>
      <w:rFonts w:ascii="Times New Roman" w:hAnsi="Times New Roman"/>
      <w:snapToGrid w:val="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9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OVI~1\AppData\Local\Temp\LotsiaTempFolder\&#1054;&#1087;&#1088;&#1086;&#1089;&#1085;&#1099;&#1081;%20&#1051;&#1080;&#1089;&#1090;%20&#1062;&#1055;&#1057;&#1040;&#1080;&#1057;%20&#1073;&#1077;&#1079;%20&#1043;&#1083;.%20&#1057;&#1087;&#1077;&#109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5097B-BFB5-41ED-AEDB-C5CD01212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Опросный Лист ЦПСАиС без Гл. Спеца.dotx</Template>
  <TotalTime>16</TotalTime>
  <Pages>1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ШИФР-ШИФР</vt:lpstr>
    </vt:vector>
  </TitlesOfParts>
  <Company>Стадия</Company>
  <LinksUpToDate>false</LinksUpToDate>
  <CharactersWithSpaces>4705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ШИФР-ШИФР</dc:title>
  <dc:subject>Инв.№</dc:subject>
  <dc:creator>Коровин Евгений Сергеевич</dc:creator>
  <cp:keywords>Название объекта</cp:keywords>
  <cp:lastModifiedBy>Nipi9999</cp:lastModifiedBy>
  <cp:revision>10</cp:revision>
  <cp:lastPrinted>2023-11-13T16:54:00Z</cp:lastPrinted>
  <dcterms:created xsi:type="dcterms:W3CDTF">2025-03-21T11:29:00Z</dcterms:created>
  <dcterms:modified xsi:type="dcterms:W3CDTF">2025-03-25T13:28:00Z</dcterms:modified>
  <cp:category>Дата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K">
    <vt:lpwstr>ШИФР</vt:lpwstr>
  </property>
  <property fmtid="{D5CDD505-2E9C-101B-9397-08002B2CF9AE}" pid="3" name="List">
    <vt:lpwstr>ОЛ</vt:lpwstr>
  </property>
  <property fmtid="{D5CDD505-2E9C-101B-9397-08002B2CF9AE}" pid="4" name="Prilozhenie">
    <vt:lpwstr>ОЛ на первич</vt:lpwstr>
  </property>
  <property fmtid="{D5CDD505-2E9C-101B-9397-08002B2CF9AE}" pid="5" name="OL">
    <vt:lpwstr>ОЛ на</vt:lpwstr>
  </property>
  <property fmtid="{D5CDD505-2E9C-101B-9397-08002B2CF9AE}" pid="6" name="LSATTR_VERID">
    <vt:lpwstr>100021874700014</vt:lpwstr>
  </property>
  <property fmtid="{D5CDD505-2E9C-101B-9397-08002B2CF9AE}" pid="7" name="LSATTR_Обозначение">
    <vt:lpwstr>Г.9.0000.21043-ЧТН/ГТП-00.000-АПТ.ЗП.ОЛ1.2.2.2</vt:lpwstr>
  </property>
  <property fmtid="{D5CDD505-2E9C-101B-9397-08002B2CF9AE}" pid="8" name="LSATTR_Наименование_проекта">
    <vt:lpwstr>Автоматизированная система управления технологическим процессом НПС Подкумок (СА МНС, ПНС и РП, СА ПТ). Тихорецкое РУМН. Техническое перевооружение_x000d_
</vt:lpwstr>
  </property>
  <property fmtid="{D5CDD505-2E9C-101B-9397-08002B2CF9AE}" pid="9" name="LSATTR_Наименование_комплекта">
    <vt:lpwstr>Задание на поставку СА ПТ</vt:lpwstr>
  </property>
  <property fmtid="{D5CDD505-2E9C-101B-9397-08002B2CF9AE}" pid="10" name="LSATTR_Наименование">
    <vt:lpwstr>Извещатель пожарный оптико-электронный дымовой. Опросный лист</vt:lpwstr>
  </property>
  <property fmtid="{D5CDD505-2E9C-101B-9397-08002B2CF9AE}" pid="11" name="LSATTR_Подпись__Разработал_ФИО">
    <vt:lpwstr>Коннов В. В.</vt:lpwstr>
  </property>
  <property fmtid="{D5CDD505-2E9C-101B-9397-08002B2CF9AE}" pid="12" name="LSATTR_Подпись__Разработал_Дата">
    <vt:lpwstr>_</vt:lpwstr>
  </property>
  <property fmtid="{D5CDD505-2E9C-101B-9397-08002B2CF9AE}" pid="13" name="LSATTR_Подпись__Проверил_ФИО">
    <vt:lpwstr>_</vt:lpwstr>
  </property>
  <property fmtid="{D5CDD505-2E9C-101B-9397-08002B2CF9AE}" pid="14" name="LSATTR_Подпись__Проверил_Дата">
    <vt:lpwstr>_</vt:lpwstr>
  </property>
  <property fmtid="{D5CDD505-2E9C-101B-9397-08002B2CF9AE}" pid="15" name="LSATTR_Подпись__Гл__спец__ФИО">
    <vt:lpwstr>_</vt:lpwstr>
  </property>
  <property fmtid="{D5CDD505-2E9C-101B-9397-08002B2CF9AE}" pid="16" name="LSATTR_Подпись__Гл__спец__Дата">
    <vt:lpwstr>_</vt:lpwstr>
  </property>
  <property fmtid="{D5CDD505-2E9C-101B-9397-08002B2CF9AE}" pid="17" name="LSATTR_Подпись__Нормоконтроль_ФИО">
    <vt:lpwstr>_</vt:lpwstr>
  </property>
  <property fmtid="{D5CDD505-2E9C-101B-9397-08002B2CF9AE}" pid="18" name="LSATTR_Подпись__Нормоконтроль_Дата">
    <vt:lpwstr>_</vt:lpwstr>
  </property>
  <property fmtid="{D5CDD505-2E9C-101B-9397-08002B2CF9AE}" pid="19" name="LSATTR_Подпись__Нач__отдела_ФИО">
    <vt:lpwstr>_</vt:lpwstr>
  </property>
  <property fmtid="{D5CDD505-2E9C-101B-9397-08002B2CF9AE}" pid="20" name="LSATTR_Подпись__Нач__отдела_Дата">
    <vt:lpwstr>_</vt:lpwstr>
  </property>
  <property fmtid="{D5CDD505-2E9C-101B-9397-08002B2CF9AE}" pid="21" name="LSATTR_Подпись__ГИП_ФИО">
    <vt:lpwstr>_</vt:lpwstr>
  </property>
  <property fmtid="{D5CDD505-2E9C-101B-9397-08002B2CF9AE}" pid="22" name="LSATTR_Подпись__ГИП_Дата">
    <vt:lpwstr>_</vt:lpwstr>
  </property>
  <property fmtid="{D5CDD505-2E9C-101B-9397-08002B2CF9AE}" pid="23" name="LSATTR_Инвентарный__">
    <vt:lpwstr>278922</vt:lpwstr>
  </property>
  <property fmtid="{D5CDD505-2E9C-101B-9397-08002B2CF9AE}" pid="24" name="LSATTR_Заказчик">
    <vt:lpwstr>АО "Черномортранснефть"</vt:lpwstr>
  </property>
</Properties>
</file>