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67" w:rsidRPr="00E25C0E" w:rsidRDefault="009B3867" w:rsidP="00D75626">
      <w:pPr>
        <w:spacing w:after="0" w:line="14" w:lineRule="exact"/>
        <w:rPr>
          <w:rFonts w:ascii="Times New Roman" w:hAnsi="Times New Roman"/>
          <w:sz w:val="2"/>
          <w:szCs w:val="2"/>
        </w:rPr>
        <w:sectPr w:rsidR="009B3867" w:rsidRPr="00E25C0E" w:rsidSect="00AE2EA6">
          <w:headerReference w:type="default" r:id="rId8"/>
          <w:footerReference w:type="default" r:id="rId9"/>
          <w:pgSz w:w="11906" w:h="16838"/>
          <w:pgMar w:top="84" w:right="454" w:bottom="1304" w:left="1304" w:header="227" w:footer="227" w:gutter="0"/>
          <w:cols w:space="708"/>
          <w:docGrid w:linePitch="360"/>
        </w:sectPr>
      </w:pPr>
    </w:p>
    <w:tbl>
      <w:tblPr>
        <w:tblW w:w="10473" w:type="dxa"/>
        <w:tblInd w:w="-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49"/>
        <w:gridCol w:w="4536"/>
        <w:gridCol w:w="993"/>
        <w:gridCol w:w="4195"/>
      </w:tblGrid>
      <w:tr w:rsidR="00AA7EAB" w:rsidRPr="00E25C0E" w:rsidTr="00AA7EAB">
        <w:trPr>
          <w:trHeight w:val="828"/>
          <w:tblHeader/>
        </w:trPr>
        <w:tc>
          <w:tcPr>
            <w:tcW w:w="7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A7EAB" w:rsidRPr="00E25C0E" w:rsidRDefault="00AA7EAB" w:rsidP="005A0A80">
            <w:pPr>
              <w:pStyle w:val="af0"/>
              <w:ind w:left="405" w:hanging="405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Запрашиваемые данные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Ед. изм.</w:t>
            </w:r>
          </w:p>
        </w:tc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7EAB" w:rsidRPr="00E25C0E" w:rsidRDefault="00AA7EAB" w:rsidP="007320F4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Технические характеристики, данные</w:t>
            </w:r>
          </w:p>
        </w:tc>
      </w:tr>
      <w:tr w:rsidR="000C5A62" w:rsidRPr="00E25C0E" w:rsidTr="00356D80">
        <w:trPr>
          <w:trHeight w:val="454"/>
        </w:trPr>
        <w:tc>
          <w:tcPr>
            <w:tcW w:w="74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62" w:rsidRPr="00E25C0E" w:rsidRDefault="000C5A62" w:rsidP="000C5A62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0C5A62" w:rsidRPr="00E25C0E" w:rsidRDefault="000C5A62" w:rsidP="000C5A62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проектирующей организации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62" w:rsidRPr="001131DB" w:rsidRDefault="000C5A62" w:rsidP="000C5A62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0C5A62" w:rsidRPr="00B7320A" w:rsidRDefault="000C5A62" w:rsidP="000C5A62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bCs/>
                <w:sz w:val="20"/>
                <w:szCs w:val="22"/>
              </w:rPr>
              <w:t>ООО "ПриволжскНИПИнефть"</w:t>
            </w:r>
          </w:p>
        </w:tc>
      </w:tr>
      <w:tr w:rsidR="000C5A62" w:rsidRPr="00E25C0E" w:rsidTr="00356D80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62" w:rsidRPr="00E25C0E" w:rsidRDefault="000C5A62" w:rsidP="000C5A62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0C5A62" w:rsidRPr="00E25C0E" w:rsidRDefault="000C5A62" w:rsidP="000C5A62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предприятия-заказчика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62" w:rsidRPr="001131DB" w:rsidRDefault="000C5A62" w:rsidP="000C5A62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0C5A62" w:rsidRPr="00B7320A" w:rsidRDefault="00AC2693" w:rsidP="000C5A62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  <w:lang w:eastAsia="ar-SA"/>
              </w:rPr>
              <w:t>ООО "Блэк-Стрим"</w:t>
            </w:r>
          </w:p>
        </w:tc>
      </w:tr>
      <w:tr w:rsidR="000C5A62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62" w:rsidRPr="00E25C0E" w:rsidRDefault="000C5A62" w:rsidP="000C5A62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0C5A62" w:rsidRPr="00E25C0E" w:rsidRDefault="000C5A62" w:rsidP="000C5A62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Назначение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62" w:rsidRPr="001131DB" w:rsidRDefault="000C5A62" w:rsidP="000C5A62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C5A62" w:rsidRPr="00B7320A" w:rsidRDefault="000C5A62" w:rsidP="008D69C0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Измерение избыточного давления</w:t>
            </w:r>
            <w:r w:rsidR="0073020E" w:rsidRPr="00B7320A">
              <w:rPr>
                <w:rFonts w:ascii="Times New Roman" w:hAnsi="Times New Roman"/>
                <w:b/>
                <w:sz w:val="20"/>
              </w:rPr>
              <w:t xml:space="preserve"> паров черного соляра</w:t>
            </w:r>
          </w:p>
        </w:tc>
      </w:tr>
      <w:tr w:rsidR="008B07FA" w:rsidRPr="000C5A62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0C5A62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F5809" w:rsidRDefault="008B07FA" w:rsidP="009A38A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F5809">
              <w:rPr>
                <w:rFonts w:ascii="Times New Roman" w:hAnsi="Times New Roman"/>
                <w:sz w:val="20"/>
              </w:rPr>
              <w:t>Измеряемая среда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9A38A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F5809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EF5809" w:rsidRDefault="00EF5809" w:rsidP="009A38A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F5809">
              <w:rPr>
                <w:rFonts w:ascii="Times New Roman" w:hAnsi="Times New Roman"/>
                <w:b/>
                <w:sz w:val="20"/>
              </w:rPr>
              <w:t>Пары черного соляра</w:t>
            </w:r>
          </w:p>
        </w:tc>
      </w:tr>
      <w:tr w:rsidR="008B07FA" w:rsidRPr="000C5A62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0C5A62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0C5A62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Идентификатор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0C5A62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415649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  <w:lang w:val="en-US"/>
              </w:rPr>
              <w:t>PZT2</w:t>
            </w:r>
            <w:r w:rsidRPr="00B7320A">
              <w:rPr>
                <w:rFonts w:ascii="Times New Roman" w:hAnsi="Times New Roman"/>
                <w:b/>
                <w:sz w:val="20"/>
              </w:rPr>
              <w:t>1</w:t>
            </w:r>
            <w:r w:rsidRPr="00B7320A">
              <w:rPr>
                <w:rFonts w:ascii="Times New Roman" w:hAnsi="Times New Roman"/>
                <w:b/>
                <w:sz w:val="20"/>
                <w:lang w:val="en-US"/>
              </w:rPr>
              <w:t>1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A97F3C" w:rsidRDefault="008B07FA" w:rsidP="000C5A62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0C5A62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Место установки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0C5A62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CD76DE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Патрубок Ду50 на верхней образующей колонны К-2н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0C5A62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0C5A62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Класс зоны по взрыво- и пожароопасности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0C5A62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415649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0C5A62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0C5A62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Категория и группа взрывоопасной смеси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0C5A62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0C5A62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B7320A">
              <w:rPr>
                <w:rFonts w:ascii="Times New Roman" w:hAnsi="Times New Roman"/>
                <w:b/>
                <w:sz w:val="20"/>
                <w:lang w:val="en-US"/>
              </w:rPr>
              <w:t>IIA-T4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0C5A62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0C5A62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b/>
                <w:sz w:val="20"/>
              </w:rPr>
              <w:t>Сохранение работоспособности во время и после землетрясения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0C5A62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Баллы по MSK-64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0C5A62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0C5A62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0C5A62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Максимальное избыточное давление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0C5A62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ru-RU" w:eastAsia="ru-RU"/>
              </w:rPr>
            </w:pPr>
            <w:r w:rsidRPr="005A314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кПа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0C5A62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65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Минимальная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0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744748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Максимальная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300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b/>
                <w:sz w:val="20"/>
              </w:rPr>
            </w:pPr>
            <w:r w:rsidRPr="00744748">
              <w:rPr>
                <w:rFonts w:ascii="Times New Roman" w:hAnsi="Times New Roman"/>
                <w:b/>
                <w:sz w:val="20"/>
              </w:rPr>
              <w:t>Характер измеряемой среды: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коррозионная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color w:val="000000"/>
                <w:sz w:val="20"/>
              </w:rPr>
              <w:t>Да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содержание твердых частиц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Не более 0,2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пожароопасная / взрывоопасная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 / нет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С индикацией / без индикации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без индикации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1131DB" w:rsidRDefault="008B07FA" w:rsidP="00A8047D">
            <w:pPr>
              <w:pStyle w:val="af2"/>
              <w:spacing w:after="0" w:line="276" w:lineRule="auto"/>
              <w:ind w:lef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Калибровка шкалы / поверка /</w:t>
            </w:r>
          </w:p>
          <w:p w:rsidR="008B07FA" w:rsidRPr="001131DB" w:rsidRDefault="008B07FA" w:rsidP="00A8047D">
            <w:pPr>
              <w:pStyle w:val="af2"/>
              <w:spacing w:after="0" w:line="276" w:lineRule="auto"/>
              <w:ind w:left="57"/>
              <w:rPr>
                <w:rFonts w:ascii="Times New Roman" w:hAnsi="Times New Roman"/>
                <w:sz w:val="20"/>
                <w:lang w:val="ru-RU"/>
              </w:rPr>
            </w:pPr>
            <w:r w:rsidRPr="005A3144">
              <w:rPr>
                <w:rFonts w:ascii="Times New Roman" w:hAnsi="Times New Roman"/>
                <w:sz w:val="20"/>
                <w:lang w:val="ru-RU"/>
              </w:rPr>
              <w:t>диапазон измерения (cм. примечания 1, 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кПа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 / да / 0…65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Тип присоединения (cм. примечание 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Наружная резьба М20×1,5; снизу</w:t>
            </w:r>
          </w:p>
        </w:tc>
      </w:tr>
      <w:tr w:rsidR="008B07FA" w:rsidRPr="00E25C0E" w:rsidTr="000D07A4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8C6A04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Материал корпуса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Алюминий или алюминиевый сплав или нержавеющая сталь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Наличие кронштейна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Материал кронштейна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Сталь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CD7746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Климатические факторы внешней среды места эксплуатации по ГОСТ 15150 за исключением параметра, указанного в следующем пункте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УХЛ 1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Температура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От минус 40 до +40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Основная приведенная погрешность,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± 0,1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AC2693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bCs/>
                <w:sz w:val="20"/>
              </w:rPr>
            </w:pPr>
            <w:r w:rsidRPr="00AC2693">
              <w:rPr>
                <w:rFonts w:ascii="Times New Roman" w:hAnsi="Times New Roman"/>
                <w:bCs/>
                <w:sz w:val="20"/>
              </w:rPr>
              <w:t xml:space="preserve">Суммарное значение основной и дополнительной температурной погрешности преобразователя избыточного давления, приведенное к изменению температуры окружающей среды на 10 </w:t>
            </w:r>
            <w:r w:rsidRPr="00AC2693">
              <w:rPr>
                <w:rFonts w:ascii="Times New Roman" w:hAnsi="Times New Roman"/>
                <w:bCs/>
                <w:sz w:val="20"/>
              </w:rPr>
              <w:sym w:font="Symbol" w:char="F0B0"/>
            </w:r>
            <w:r w:rsidRPr="00AC2693">
              <w:rPr>
                <w:rFonts w:ascii="Times New Roman" w:hAnsi="Times New Roman"/>
                <w:bCs/>
                <w:sz w:val="20"/>
              </w:rPr>
              <w:t>С во всем диапазоне рабочих температур,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± 0,125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Напряжение питания / источник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=24 / системное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DB3FAB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 xml:space="preserve">Допустимое отклонение питающего напряжения в соответствии с ГОСТ Р 52931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Минус 25…+30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DB3FAB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Выходной сигнал / HART / схема электрического подключения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415649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4-20 мА / нет / 2-х проводная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Наличие внешней / внутренней клеммы заземления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 / нет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Исполнение взрывозащищенное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A97F3C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97F3C">
              <w:rPr>
                <w:rFonts w:ascii="Times New Roman" w:hAnsi="Times New Roman"/>
                <w:sz w:val="20"/>
              </w:rPr>
              <w:t>Вид взрывозащиты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  <w:lang w:val="en-US"/>
              </w:rPr>
              <w:t>1Exd IIA-T4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A97F3C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97F3C">
              <w:rPr>
                <w:rFonts w:ascii="Times New Roman" w:hAnsi="Times New Roman"/>
                <w:sz w:val="20"/>
              </w:rPr>
              <w:t>Подключение по искробезопасной электрической цепи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Степень защиты от влаги и пыли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44748">
              <w:rPr>
                <w:rFonts w:ascii="Times New Roman" w:hAnsi="Times New Roman"/>
                <w:sz w:val="20"/>
              </w:rPr>
              <w:t>по ГОСТ 14254,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IP 65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1131DB" w:rsidRDefault="008B07FA" w:rsidP="00AC2693">
            <w:pPr>
              <w:pStyle w:val="af2"/>
              <w:spacing w:line="240" w:lineRule="auto"/>
              <w:ind w:left="57"/>
              <w:rPr>
                <w:rFonts w:ascii="Times New Roman" w:hAnsi="Times New Roman"/>
                <w:sz w:val="20"/>
                <w:lang w:val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Устойчивость к механическим воздействиям </w:t>
            </w:r>
            <w:r w:rsidRPr="005A3144">
              <w:rPr>
                <w:rFonts w:ascii="Times New Roman" w:hAnsi="Times New Roman"/>
                <w:sz w:val="20"/>
                <w:lang w:val="ru-RU"/>
              </w:rPr>
              <w:t>по ГОСТ Р 52931,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V2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602D77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Наличие внутренней разделительной мембраны</w:t>
            </w:r>
            <w:r w:rsidRPr="00744748" w:rsidDel="009873E0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Материал разделительной мембраны</w:t>
            </w:r>
            <w:r w:rsidRPr="00744748" w:rsidDel="009873E0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Определяется поставщиком-изготовителем в соответствии с характеристиками контактирующей с прибором среды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Материал деталей, контактирующих с рабочей средой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Нержавеющая сталь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Поставка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Тип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44748">
              <w:rPr>
                <w:rFonts w:ascii="Times New Roman" w:hAnsi="Times New Roman"/>
                <w:sz w:val="20"/>
              </w:rPr>
              <w:t>Заземление брони кабеля внутри ввода для любого типа брони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E25C0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6260EE">
              <w:rPr>
                <w:rFonts w:ascii="Times New Roman" w:hAnsi="Times New Roman"/>
                <w:sz w:val="20"/>
              </w:rPr>
              <w:t>Присоединение кабеля в металлорукаве DN</w:t>
            </w:r>
            <w:r>
              <w:rPr>
                <w:rFonts w:ascii="Times New Roman" w:hAnsi="Times New Roman"/>
                <w:sz w:val="20"/>
              </w:rPr>
              <w:t>22</w:t>
            </w:r>
            <w:r w:rsidRPr="006260EE">
              <w:rPr>
                <w:rFonts w:ascii="Times New Roman" w:hAnsi="Times New Roman"/>
                <w:sz w:val="20"/>
              </w:rPr>
              <w:t xml:space="preserve"> к кабельному вводу с возможностью обеспечения электрического контакта между металлорукавом и кабельным вводом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815065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6260EE">
              <w:rPr>
                <w:rFonts w:ascii="Times New Roman" w:hAnsi="Times New Roman"/>
                <w:sz w:val="20"/>
              </w:rPr>
              <w:t>Диаметр присоединяемого кабеля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Для небронированного кабеля 9-13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815065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6260EE">
              <w:rPr>
                <w:rFonts w:ascii="Times New Roman" w:hAnsi="Times New Roman"/>
                <w:sz w:val="20"/>
              </w:rPr>
              <w:t>Установка прибора над нулевой отметкой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От 0 до 10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815065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6260EE">
              <w:rPr>
                <w:rFonts w:ascii="Times New Roman" w:hAnsi="Times New Roman"/>
                <w:sz w:val="20"/>
              </w:rPr>
              <w:t>Наличие паспорта (формуляра)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6260E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6260EE">
              <w:rPr>
                <w:rFonts w:ascii="Times New Roman" w:hAnsi="Times New Roman"/>
                <w:sz w:val="20"/>
              </w:rPr>
              <w:t>Наличие инструкции (руководства) по эксплуатации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6260E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6260EE">
              <w:rPr>
                <w:rFonts w:ascii="Times New Roman" w:hAnsi="Times New Roman"/>
                <w:sz w:val="20"/>
              </w:rPr>
              <w:t>Наличие сертификата соответствия требованиям ТР ТС «О безопасности оборудования для работы во взрывоопасных средах» (ТР ТС 012/2011)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8B07FA" w:rsidRPr="00E25C0E" w:rsidTr="00CD76DE">
        <w:trPr>
          <w:trHeight w:val="1120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A97F3C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97F3C">
              <w:rPr>
                <w:rFonts w:ascii="Times New Roman" w:hAnsi="Times New Roman"/>
                <w:sz w:val="20"/>
              </w:rPr>
              <w:t>Наличие сведений об утвержденном типе СИ в ФИФ ОЕИ, свидетельства/сертификата об утверждении типа СИ, описания типа СИ (приложение к свидетельству об утверждении типа СИ) и методики поверки СИ (копии), регламентированной в описании типа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6260E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6260EE">
              <w:rPr>
                <w:rFonts w:ascii="Times New Roman" w:hAnsi="Times New Roman"/>
                <w:sz w:val="20"/>
              </w:rPr>
              <w:t>Наличие копий протоколов поверки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6260E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6260EE">
              <w:rPr>
                <w:rFonts w:ascii="Times New Roman" w:hAnsi="Times New Roman"/>
                <w:sz w:val="20"/>
              </w:rPr>
              <w:t>Межповерочный интервал,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лет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3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6260E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6260EE">
              <w:rPr>
                <w:rFonts w:ascii="Times New Roman" w:hAnsi="Times New Roman"/>
                <w:sz w:val="20"/>
              </w:rPr>
              <w:t>Дополнительные требования к прибору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7B2298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Аналог преобразователя избыточного давления- Метран 150CG</w:t>
            </w:r>
          </w:p>
        </w:tc>
      </w:tr>
      <w:tr w:rsidR="008B07FA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E25C0E" w:rsidRDefault="008B07FA" w:rsidP="00A8047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8B07FA" w:rsidRPr="006260EE" w:rsidRDefault="008B07FA" w:rsidP="00A8047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6260EE">
              <w:rPr>
                <w:rFonts w:ascii="Times New Roman" w:hAnsi="Times New Roman"/>
                <w:sz w:val="20"/>
              </w:rPr>
              <w:t>Комплектная поставка двухвентильного блока из нержавеющей стали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7FA" w:rsidRPr="001131DB" w:rsidRDefault="008B07FA" w:rsidP="00A8047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A314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B07FA" w:rsidRPr="00B7320A" w:rsidRDefault="008B07FA" w:rsidP="00A8047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B7320A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</w:tbl>
    <w:p w:rsidR="00CD76DE" w:rsidRDefault="00CD76DE" w:rsidP="000A377E">
      <w:pPr>
        <w:pStyle w:val="afc"/>
        <w:spacing w:line="300" w:lineRule="exact"/>
        <w:ind w:left="426" w:right="426" w:firstLine="283"/>
        <w:rPr>
          <w:rFonts w:ascii="Times New Roman" w:hAnsi="Times New Roman"/>
          <w:sz w:val="20"/>
        </w:rPr>
      </w:pPr>
    </w:p>
    <w:p w:rsidR="00A97F3C" w:rsidRPr="00E25C0E" w:rsidRDefault="00A97F3C" w:rsidP="000A377E">
      <w:pPr>
        <w:pStyle w:val="afc"/>
        <w:spacing w:line="300" w:lineRule="exact"/>
        <w:ind w:left="426" w:right="426" w:firstLine="283"/>
        <w:rPr>
          <w:rFonts w:ascii="Times New Roman" w:hAnsi="Times New Roman"/>
          <w:sz w:val="20"/>
        </w:rPr>
      </w:pPr>
      <w:r w:rsidRPr="00E25C0E">
        <w:rPr>
          <w:rFonts w:ascii="Times New Roman" w:hAnsi="Times New Roman"/>
          <w:sz w:val="20"/>
        </w:rPr>
        <w:t>Примечания:</w:t>
      </w:r>
    </w:p>
    <w:p w:rsidR="00A97F3C" w:rsidRPr="00E56CD4" w:rsidRDefault="00A97F3C" w:rsidP="00A97F3C">
      <w:pPr>
        <w:pStyle w:val="afc"/>
        <w:numPr>
          <w:ilvl w:val="0"/>
          <w:numId w:val="17"/>
        </w:numPr>
        <w:tabs>
          <w:tab w:val="clear" w:pos="2214"/>
        </w:tabs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E56CD4">
        <w:rPr>
          <w:rFonts w:ascii="Times New Roman" w:hAnsi="Times New Roman"/>
          <w:sz w:val="20"/>
        </w:rPr>
        <w:t>Первичная поверка (калибровка) должна быть выполнена в установленном порядке организацией, аккредитованной на выполнение данного вида работ в РФ.</w:t>
      </w:r>
    </w:p>
    <w:p w:rsidR="00A97F3C" w:rsidRPr="00E56CD4" w:rsidRDefault="00A97F3C" w:rsidP="00A97F3C">
      <w:pPr>
        <w:pStyle w:val="afc"/>
        <w:numPr>
          <w:ilvl w:val="0"/>
          <w:numId w:val="17"/>
        </w:numPr>
        <w:shd w:val="clear" w:color="auto" w:fill="FFFFFF"/>
        <w:tabs>
          <w:tab w:val="clear" w:pos="2214"/>
        </w:tabs>
        <w:spacing w:line="340" w:lineRule="exact"/>
        <w:ind w:left="709" w:right="426" w:hanging="283"/>
        <w:rPr>
          <w:rFonts w:ascii="Times New Roman" w:hAnsi="Times New Roman"/>
          <w:sz w:val="20"/>
        </w:rPr>
      </w:pPr>
      <w:r w:rsidRPr="00E56CD4">
        <w:rPr>
          <w:rFonts w:ascii="Times New Roman" w:hAnsi="Times New Roman"/>
          <w:sz w:val="20"/>
        </w:rPr>
        <w:t>Нижний предел диапазона измерения должен настраиваться на нижний предел измерения, указанный в описании типа, но не более соответствующей величины, указанной в п. 16 данного опросного листа.</w:t>
      </w:r>
    </w:p>
    <w:p w:rsidR="00A97F3C" w:rsidRPr="00E56CD4" w:rsidRDefault="00A97F3C" w:rsidP="00A97F3C">
      <w:pPr>
        <w:pStyle w:val="afc"/>
        <w:numPr>
          <w:ilvl w:val="0"/>
          <w:numId w:val="17"/>
        </w:numPr>
        <w:shd w:val="clear" w:color="auto" w:fill="FFFFFF"/>
        <w:tabs>
          <w:tab w:val="clear" w:pos="2214"/>
        </w:tabs>
        <w:spacing w:line="340" w:lineRule="exact"/>
        <w:ind w:left="709" w:right="426" w:hanging="283"/>
        <w:rPr>
          <w:rFonts w:ascii="Times New Roman" w:hAnsi="Times New Roman"/>
          <w:sz w:val="20"/>
        </w:rPr>
      </w:pPr>
      <w:r w:rsidRPr="00E56CD4">
        <w:rPr>
          <w:rFonts w:ascii="Times New Roman" w:hAnsi="Times New Roman"/>
          <w:sz w:val="20"/>
        </w:rPr>
        <w:t>При отсутствии в номенклатуре производителя оборудования с присоединением с указанным типом резьбы допускается применение оборудования с другим типом резьбы при условии комплектной поставки монтажного комплекта для перехода на резьбу, указанную в ОЛ.</w:t>
      </w:r>
    </w:p>
    <w:p w:rsidR="00A97F3C" w:rsidRPr="00542E4D" w:rsidRDefault="00A97F3C" w:rsidP="00A97F3C">
      <w:pPr>
        <w:pStyle w:val="afc"/>
        <w:numPr>
          <w:ilvl w:val="0"/>
          <w:numId w:val="17"/>
        </w:numPr>
        <w:tabs>
          <w:tab w:val="clear" w:pos="2214"/>
        </w:tabs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542E4D">
        <w:rPr>
          <w:rFonts w:ascii="Times New Roman" w:hAnsi="Times New Roman"/>
          <w:sz w:val="20"/>
        </w:rPr>
        <w:t>Вся документация должна быть выполнена на русском языке.</w:t>
      </w:r>
    </w:p>
    <w:p w:rsidR="005A6D93" w:rsidRPr="00A97F3C" w:rsidRDefault="00A97F3C" w:rsidP="00A97F3C">
      <w:pPr>
        <w:pStyle w:val="afc"/>
        <w:numPr>
          <w:ilvl w:val="0"/>
          <w:numId w:val="17"/>
        </w:numPr>
        <w:tabs>
          <w:tab w:val="clear" w:pos="2214"/>
        </w:tabs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542E4D">
        <w:rPr>
          <w:rFonts w:ascii="Times New Roman" w:hAnsi="Times New Roman"/>
          <w:sz w:val="20"/>
        </w:rPr>
        <w:t>Оборудование должно быть не бывшим ранее в употреблении, оригинальным, не восстановленным.</w:t>
      </w:r>
    </w:p>
    <w:sectPr w:rsidR="005A6D93" w:rsidRPr="00A97F3C" w:rsidSect="00AC2693">
      <w:headerReference w:type="default" r:id="rId10"/>
      <w:footerReference w:type="default" r:id="rId11"/>
      <w:type w:val="continuous"/>
      <w:pgSz w:w="11906" w:h="16838"/>
      <w:pgMar w:top="262" w:right="849" w:bottom="1304" w:left="1304" w:header="23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1DB" w:rsidRDefault="001131DB">
      <w:r>
        <w:separator/>
      </w:r>
    </w:p>
    <w:p w:rsidR="001131DB" w:rsidRDefault="001131DB"/>
  </w:endnote>
  <w:endnote w:type="continuationSeparator" w:id="1">
    <w:p w:rsidR="001131DB" w:rsidRDefault="001131DB">
      <w:r>
        <w:continuationSeparator/>
      </w:r>
    </w:p>
    <w:p w:rsidR="001131DB" w:rsidRDefault="001131D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568"/>
      <w:gridCol w:w="568"/>
      <w:gridCol w:w="569"/>
      <w:gridCol w:w="569"/>
      <w:gridCol w:w="859"/>
      <w:gridCol w:w="586"/>
      <w:gridCol w:w="3933"/>
      <w:gridCol w:w="842"/>
      <w:gridCol w:w="839"/>
      <w:gridCol w:w="1157"/>
    </w:tblGrid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AC2693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AC2693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8D69C0"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 w:rsidR="006A05EA">
            <w:rPr>
              <w:rFonts w:ascii="Times New Roman" w:eastAsia="MS Mincho" w:hAnsi="Times New Roman"/>
              <w:sz w:val="24"/>
              <w:szCs w:val="22"/>
              <w:lang w:eastAsia="ja-JP"/>
            </w:rPr>
            <w:t>2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FA5B40" w:rsidRDefault="00B61E9F" w:rsidP="00160AE5">
          <w:pPr>
            <w:pStyle w:val="aa"/>
            <w:jc w:val="center"/>
            <w:rPr>
              <w:rFonts w:ascii="Times New Roman" w:hAnsi="Times New Roman"/>
              <w:bCs/>
              <w:color w:val="000000"/>
              <w:sz w:val="24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AC2693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C2693">
            <w:rPr>
              <w:rFonts w:ascii="Times New Roman" w:hAnsi="Times New Roman"/>
              <w:sz w:val="24"/>
            </w:rPr>
            <w:t>ООО "Блэк-Стрим"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pacing w:val="-6"/>
              <w:sz w:val="16"/>
              <w:szCs w:val="16"/>
            </w:rPr>
          </w:pPr>
          <w:r w:rsidRPr="00D729B8">
            <w:rPr>
              <w:rFonts w:ascii="Times New Roman" w:hAnsi="Times New Roman"/>
              <w:spacing w:val="-6"/>
              <w:sz w:val="16"/>
              <w:szCs w:val="16"/>
            </w:rPr>
            <w:t>Кол.уч.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ind w:right="-23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847216" w:rsidP="00847216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Разраб.</w:t>
          </w:r>
        </w:p>
      </w:tc>
      <w:tc>
        <w:tcPr>
          <w:tcW w:w="1138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Афанасьев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FB6399" w:rsidRDefault="00B61E9F" w:rsidP="003F77E1">
          <w:pPr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AA7EAB" w:rsidP="00431ED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CD76DE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C2693" w:rsidRPr="00AC2693" w:rsidRDefault="00AC2693" w:rsidP="00AC2693">
          <w:pPr>
            <w:pStyle w:val="aa"/>
            <w:jc w:val="center"/>
            <w:rPr>
              <w:rFonts w:ascii="Times New Roman" w:hAnsi="Times New Roman"/>
              <w:spacing w:val="-2"/>
              <w:sz w:val="16"/>
              <w:szCs w:val="16"/>
            </w:rPr>
          </w:pPr>
          <w:r w:rsidRPr="00AC2693">
            <w:rPr>
              <w:rFonts w:ascii="Times New Roman" w:hAnsi="Times New Roman"/>
              <w:spacing w:val="-2"/>
              <w:sz w:val="16"/>
              <w:szCs w:val="16"/>
            </w:rPr>
            <w:t xml:space="preserve">"Техническое перевооружение установки производства битумов ООО "Блэк Стрим". </w:t>
          </w:r>
        </w:p>
        <w:p w:rsidR="00B61E9F" w:rsidRPr="00847216" w:rsidRDefault="00AC2693" w:rsidP="00AC2693">
          <w:pPr>
            <w:pStyle w:val="aa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AC2693">
            <w:rPr>
              <w:rFonts w:ascii="Times New Roman" w:hAnsi="Times New Roman"/>
              <w:spacing w:val="-2"/>
              <w:sz w:val="16"/>
              <w:szCs w:val="16"/>
            </w:rPr>
            <w:t>1 этап</w:t>
          </w:r>
        </w:p>
      </w:tc>
      <w:tc>
        <w:tcPr>
          <w:tcW w:w="8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39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5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3F77E1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t>Р</w:t>
          </w:r>
        </w:p>
      </w:tc>
      <w:tc>
        <w:tcPr>
          <w:tcW w:w="839" w:type="dxa"/>
          <w:vMerge w:val="restart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6B259E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Style w:val="afb"/>
              <w:rFonts w:ascii="Times New Roman" w:hAnsi="Times New Roman"/>
              <w:sz w:val="20"/>
              <w:szCs w:val="20"/>
            </w:rPr>
            <w:instrText xml:space="preserve"> PAGE </w:instrTex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separate"/>
          </w:r>
          <w:r w:rsidR="00EF5809">
            <w:rPr>
              <w:rStyle w:val="afb"/>
              <w:rFonts w:ascii="Times New Roman" w:hAnsi="Times New Roman"/>
              <w:noProof/>
              <w:sz w:val="20"/>
              <w:szCs w:val="20"/>
            </w:rPr>
            <w:t>1</w: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end"/>
          </w:r>
        </w:p>
      </w:tc>
      <w:tc>
        <w:tcPr>
          <w:tcW w:w="115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6B259E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fldSimple w:instr=" NUMPAGES   \* MERGEFORMAT ">
            <w:r w:rsidR="00EF5809" w:rsidRPr="00EF5809">
              <w:rPr>
                <w:rFonts w:ascii="Times New Roman" w:hAnsi="Times New Roman"/>
                <w:noProof/>
                <w:sz w:val="20"/>
                <w:szCs w:val="20"/>
              </w:rPr>
              <w:t>3</w:t>
            </w:r>
          </w:fldSimple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066DFE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83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115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847216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847216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47216" w:rsidRPr="00FA5B40" w:rsidRDefault="00847216" w:rsidP="00A97F3C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 xml:space="preserve">Преобразователь </w:t>
          </w:r>
          <w:r w:rsidR="00A97F3C">
            <w:rPr>
              <w:rFonts w:ascii="Times New Roman" w:hAnsi="Times New Roman"/>
              <w:sz w:val="20"/>
              <w:szCs w:val="20"/>
            </w:rPr>
            <w:t>избыточного давления</w:t>
          </w:r>
          <w:r w:rsidR="00AA7EAB">
            <w:rPr>
              <w:rFonts w:ascii="Times New Roman" w:hAnsi="Times New Roman"/>
              <w:sz w:val="20"/>
              <w:szCs w:val="20"/>
            </w:rPr>
            <w:t>.</w:t>
          </w:r>
          <w:r w:rsidR="00A97F3C">
            <w:rPr>
              <w:rFonts w:ascii="Times New Roman" w:hAnsi="Times New Roman"/>
              <w:sz w:val="20"/>
              <w:szCs w:val="20"/>
            </w:rPr>
            <w:t xml:space="preserve"> </w:t>
          </w:r>
          <w:r w:rsidR="00736696">
            <w:rPr>
              <w:rFonts w:ascii="Times New Roman" w:hAnsi="Times New Roman"/>
              <w:sz w:val="20"/>
              <w:szCs w:val="20"/>
            </w:rPr>
            <w:t xml:space="preserve">Тип </w:t>
          </w:r>
          <w:r w:rsidR="006A05EA">
            <w:rPr>
              <w:rFonts w:ascii="Times New Roman" w:hAnsi="Times New Roman"/>
              <w:sz w:val="20"/>
              <w:szCs w:val="20"/>
            </w:rPr>
            <w:t>2</w:t>
          </w:r>
          <w:r w:rsidR="00736696">
            <w:rPr>
              <w:rFonts w:ascii="Times New Roman" w:hAnsi="Times New Roman"/>
              <w:sz w:val="20"/>
              <w:szCs w:val="20"/>
            </w:rPr>
            <w:t xml:space="preserve">. </w:t>
          </w:r>
          <w:r>
            <w:rPr>
              <w:rFonts w:ascii="Times New Roman" w:hAnsi="Times New Roman"/>
              <w:sz w:val="20"/>
              <w:szCs w:val="20"/>
            </w:rPr>
            <w:t>Опросный лист</w:t>
          </w:r>
        </w:p>
      </w:tc>
      <w:tc>
        <w:tcPr>
          <w:tcW w:w="2838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E2EA6" w:rsidRPr="00AE2EA6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ООО "ПриволжскНИПИнефть"</w:t>
          </w:r>
        </w:p>
        <w:p w:rsidR="00847216" w:rsidRPr="00D729B8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г.Самара</w:t>
          </w: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Н. контр.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F269C9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Тихонов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pStyle w:val="aa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CD76DE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jc w:val="center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ГИП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Евграфов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3F77E1">
          <w:pPr>
            <w:pStyle w:val="--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</w:rPr>
            <w:t>10.2</w:t>
          </w:r>
          <w:r w:rsidR="00CD76DE">
            <w:rPr>
              <w:rFonts w:ascii="Times New Roman" w:hAnsi="Times New Roman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</w:tbl>
  <w:p w:rsidR="00B61E9F" w:rsidRPr="00CD3B6C" w:rsidRDefault="006B259E">
    <w:pPr>
      <w:pStyle w:val="aa"/>
      <w:rPr>
        <w:rFonts w:ascii="Times New Roman" w:hAnsi="Times New Roman"/>
        <w:sz w:val="6"/>
        <w:szCs w:val="6"/>
      </w:rPr>
    </w:pPr>
    <w:r w:rsidRPr="006B259E">
      <w:rPr>
        <w:rFonts w:ascii="Times New Roman" w:hAnsi="Times New Roman"/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76.25pt;margin-top:91.25pt;width:31.4pt;height:31.35pt;z-index:1;mso-position-horizontal-relative:text;mso-position-vertical-relative:text">
          <v:imagedata r:id="rId1" o:title=""/>
        </v:shape>
        <o:OLEObject Type="Embed" ProgID="CorelDRAW.Graphic.9" ShapeID="_x0000_s2049" DrawAspect="Content" ObjectID="_1804425215" r:id="rId2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424"/>
      <w:gridCol w:w="606"/>
      <w:gridCol w:w="682"/>
      <w:gridCol w:w="683"/>
      <w:gridCol w:w="888"/>
      <w:gridCol w:w="606"/>
      <w:gridCol w:w="6013"/>
      <w:gridCol w:w="588"/>
    </w:tblGrid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AC2693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AC2693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 w:rsidR="006A05EA">
            <w:rPr>
              <w:rFonts w:ascii="Times New Roman" w:eastAsia="MS Mincho" w:hAnsi="Times New Roman"/>
              <w:sz w:val="24"/>
              <w:szCs w:val="22"/>
              <w:lang w:eastAsia="ja-JP"/>
            </w:rPr>
            <w:t>2</w:t>
          </w:r>
        </w:p>
      </w:tc>
      <w:tc>
        <w:tcPr>
          <w:tcW w:w="5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160AE5" w:rsidRDefault="00B61E9F" w:rsidP="00160AE5">
          <w:pPr>
            <w:pStyle w:val="aa"/>
            <w:ind w:right="-60" w:hanging="108"/>
            <w:jc w:val="center"/>
            <w:rPr>
              <w:rFonts w:ascii="Times New Roman" w:hAnsi="Times New Roman"/>
              <w:sz w:val="18"/>
              <w:szCs w:val="18"/>
            </w:rPr>
          </w:pPr>
          <w:r w:rsidRPr="00160AE5">
            <w:rPr>
              <w:rFonts w:ascii="Times New Roman" w:hAnsi="Times New Roman"/>
              <w:sz w:val="18"/>
              <w:szCs w:val="18"/>
              <w:lang w:val="en-US"/>
            </w:rPr>
            <w:t>Лист</w:t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/>
          <w:tcBorders>
            <w:lef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D729B8" w:rsidRDefault="006B259E" w:rsidP="00160AE5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Fonts w:ascii="Times New Roman" w:hAnsi="Times New Roman"/>
              <w:sz w:val="20"/>
              <w:szCs w:val="20"/>
            </w:rPr>
            <w:instrText xml:space="preserve"> PAGE   \* MERGEFORMAT </w:instrTex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separate"/>
          </w:r>
          <w:r w:rsidR="00EF5809">
            <w:rPr>
              <w:rFonts w:ascii="Times New Roman" w:hAnsi="Times New Roman"/>
              <w:noProof/>
              <w:sz w:val="20"/>
              <w:szCs w:val="20"/>
            </w:rPr>
            <w:t>2</w: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end"/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Кол.уч.</w:t>
          </w: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013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61E9F" w:rsidRPr="00015955" w:rsidRDefault="00B61E9F" w:rsidP="001B34A1">
          <w:pPr>
            <w:pStyle w:val="aa"/>
          </w:pPr>
        </w:p>
      </w:tc>
    </w:tr>
  </w:tbl>
  <w:p w:rsidR="00B61E9F" w:rsidRPr="00A761D7" w:rsidRDefault="006B259E">
    <w:pPr>
      <w:pStyle w:val="aa"/>
      <w:rPr>
        <w:sz w:val="6"/>
        <w:szCs w:val="6"/>
      </w:rPr>
    </w:pPr>
    <w:r w:rsidRPr="006B259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-46.9pt;margin-top:-247.8pt;width:45pt;height:256.9pt;z-index:-2;mso-position-horizontal-relative:text;mso-position-vertical-relative:text" stroked="f">
          <v:textbox style="mso-next-textbox:#_x0000_s2056">
            <w:txbxContent>
              <w:tbl>
                <w:tblPr>
                  <w:tblW w:w="681" w:type="dxa"/>
                  <w:jc w:val="right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284"/>
                  <w:gridCol w:w="397"/>
                </w:tblGrid>
                <w:tr w:rsidR="00B61E9F" w:rsidRPr="009C59B0" w:rsidTr="00A5568E">
                  <w:trPr>
                    <w:cantSplit/>
                    <w:trHeight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5568E">
                  <w:trPr>
                    <w:cantSplit/>
                    <w:trHeight w:hRule="exact" w:val="1985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5568E">
                  <w:trPr>
                    <w:cantSplit/>
                    <w:trHeight w:hRule="exact"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97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0B59DA">
                <w:pPr>
                  <w:pStyle w:val="aa"/>
                  <w:ind w:left="113"/>
                  <w:rPr>
                    <w:lang w:val="en-US"/>
                  </w:rPr>
                </w:pPr>
              </w:p>
            </w:txbxContent>
          </v:textbox>
        </v:shape>
      </w:pict>
    </w:r>
    <w:r w:rsidRPr="006B259E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76.25pt;margin-top:91.25pt;width:31.4pt;height:31.35pt;z-index:3;mso-position-horizontal-relative:text;mso-position-vertical-relative:text">
          <v:imagedata r:id="rId1" o:title=""/>
        </v:shape>
        <o:OLEObject Type="Embed" ProgID="CorelDRAW.Graphic.9" ShapeID="_x0000_s2055" DrawAspect="Content" ObjectID="_1804425216" r:id="rId2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1DB" w:rsidRDefault="001131DB">
      <w:r>
        <w:separator/>
      </w:r>
    </w:p>
    <w:p w:rsidR="001131DB" w:rsidRDefault="001131DB"/>
  </w:footnote>
  <w:footnote w:type="continuationSeparator" w:id="1">
    <w:p w:rsidR="001131DB" w:rsidRDefault="001131DB">
      <w:r>
        <w:continuationSeparator/>
      </w:r>
    </w:p>
    <w:p w:rsidR="001131DB" w:rsidRDefault="001131D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216" w:rsidRPr="00AE2EA6" w:rsidRDefault="006B259E" w:rsidP="00AE2EA6">
    <w:pPr>
      <w:pStyle w:val="af2"/>
      <w:spacing w:after="0"/>
      <w:ind w:firstLine="7229"/>
      <w:rPr>
        <w:sz w:val="10"/>
        <w:szCs w:val="10"/>
      </w:rPr>
    </w:pPr>
    <w:r w:rsidRPr="006B259E">
      <w:rPr>
        <w:rFonts w:ascii="Times New Roman" w:hAnsi="Times New Roman"/>
        <w:noProof/>
        <w:sz w:val="16"/>
        <w:szCs w:val="16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-52.85pt;margin-top:377.9pt;width:45pt;height:449.75pt;z-index:-1" stroked="f">
          <v:textbox style="mso-next-textbox:#_x0000_s2075">
            <w:txbxContent>
              <w:tbl>
                <w:tblPr>
                  <w:tblOverlap w:val="never"/>
                  <w:tblW w:w="839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158"/>
                  <w:gridCol w:w="122"/>
                  <w:gridCol w:w="188"/>
                  <w:gridCol w:w="92"/>
                  <w:gridCol w:w="279"/>
                </w:tblGrid>
                <w:tr w:rsidR="00B61E9F" w:rsidRPr="005711B5" w:rsidTr="00A438D2">
                  <w:trPr>
                    <w:cantSplit/>
                    <w:trHeight w:val="567"/>
                  </w:trPr>
                  <w:tc>
                    <w:tcPr>
                      <w:tcW w:w="280" w:type="dxa"/>
                      <w:gridSpan w:val="2"/>
                      <w:vMerge w:val="restart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  <w:t>Согласовано</w:t>
                      </w: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jc w:val="center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851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hRule="exact" w:val="1985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438D2">
                  <w:trPr>
                    <w:gridBefore w:val="1"/>
                    <w:wBefore w:w="158" w:type="dxa"/>
                    <w:cantSplit/>
                    <w:trHeight w:hRule="exact"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71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DB193C">
                <w:pPr>
                  <w:pStyle w:val="aa"/>
                  <w:ind w:left="113"/>
                  <w:rPr>
                    <w:lang w:val="en-US"/>
                  </w:rPr>
                </w:pPr>
              </w:p>
              <w:p w:rsidR="00B61E9F" w:rsidRPr="00731C2A" w:rsidRDefault="00B61E9F" w:rsidP="00DB193C"/>
            </w:txbxContent>
          </v:textbox>
        </v:shape>
      </w:pict>
    </w:r>
    <w:r w:rsidRPr="006B259E">
      <w:rPr>
        <w:noProof/>
        <w:sz w:val="6"/>
        <w:szCs w:val="6"/>
        <w:lang w:eastAsia="ru-RU"/>
      </w:rPr>
      <w:pict>
        <v:group id="_x0000_s2051" style="position:absolute;left:0;text-align:left;margin-left:-9.05pt;margin-top:5.45pt;width:524.5pt;height:809.2pt;z-index:2" coordorigin="1787,4557" coordsize="9720,360">
          <v:line id="_x0000_s2052" style="position:absolute" from="1787,4557" to="11507,4557" strokeweight="1.5pt"/>
          <v:line id="_x0000_s2053" style="position:absolute" from="1787,4557" to="1787,4917" strokeweight="1.5pt"/>
          <v:line id="_x0000_s2054" style="position:absolute" from="11507,4557" to="11507,4917" strokeweight="1.5pt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9F" w:rsidRPr="00354F39" w:rsidRDefault="006B259E" w:rsidP="004D44F1">
    <w:pPr>
      <w:pStyle w:val="af2"/>
      <w:spacing w:after="0"/>
      <w:rPr>
        <w:sz w:val="6"/>
        <w:szCs w:val="6"/>
        <w:lang w:val="en-US"/>
      </w:rPr>
    </w:pPr>
    <w:r>
      <w:rPr>
        <w:noProof/>
        <w:sz w:val="6"/>
        <w:szCs w:val="6"/>
        <w:lang w:eastAsia="ru-RU"/>
      </w:rPr>
      <w:pict>
        <v:group id="_x0000_s2061" style="position:absolute;left:0;text-align:left;margin-left:-9.05pt;margin-top:4.9pt;width:524.5pt;height:809.3pt;z-index:4" coordorigin="1787,4557" coordsize="9720,360">
          <v:line id="_x0000_s2062" style="position:absolute" from="1787,4557" to="11507,4557" strokeweight="1.5pt"/>
          <v:line id="_x0000_s2063" style="position:absolute" from="1787,4557" to="1787,4917" strokeweight="1.5pt"/>
          <v:line id="_x0000_s2064" style="position:absolute" from="11507,4557" to="11507,4917" strokeweight="1.5p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EB25E4A"/>
    <w:lvl w:ilvl="0">
      <w:start w:val="1"/>
      <w:numFmt w:val="decimal"/>
      <w:pStyle w:val="1"/>
      <w:lvlText w:val="%1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343"/>
        </w:tabs>
        <w:ind w:left="1343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03"/>
        </w:tabs>
        <w:ind w:left="1403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23"/>
        </w:tabs>
        <w:ind w:left="182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83"/>
        </w:tabs>
        <w:ind w:left="188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303"/>
        </w:tabs>
        <w:ind w:left="2303" w:hanging="1800"/>
      </w:pPr>
      <w:rPr>
        <w:rFonts w:hint="default"/>
        <w:b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"/>
      <w:lvlJc w:val="left"/>
      <w:pPr>
        <w:tabs>
          <w:tab w:val="num" w:pos="1593"/>
        </w:tabs>
        <w:ind w:left="1593" w:hanging="402"/>
      </w:pPr>
      <w:rPr>
        <w:rFonts w:ascii="Wingdings 2" w:hAnsi="Wingdings 2"/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395"/>
        </w:tabs>
        <w:ind w:left="1395" w:hanging="402"/>
      </w:pPr>
      <w:rPr>
        <w:rFonts w:ascii="Courier New" w:hAnsi="Courier New"/>
        <w:color w:val="000000"/>
      </w:rPr>
    </w:lvl>
  </w:abstractNum>
  <w:abstractNum w:abstractNumId="3">
    <w:nsid w:val="035348F9"/>
    <w:multiLevelType w:val="singleLevel"/>
    <w:tmpl w:val="3296FE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1C0AD8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5">
    <w:nsid w:val="075206D3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6">
    <w:nsid w:val="0E0766B1"/>
    <w:multiLevelType w:val="hybridMultilevel"/>
    <w:tmpl w:val="3A183DD0"/>
    <w:lvl w:ilvl="0" w:tplc="A24A9E7A">
      <w:start w:val="1"/>
      <w:numFmt w:val="bullet"/>
      <w:pStyle w:val="a0"/>
      <w:lvlText w:val=""/>
      <w:lvlJc w:val="left"/>
      <w:pPr>
        <w:tabs>
          <w:tab w:val="num" w:pos="1247"/>
        </w:tabs>
        <w:ind w:left="1247" w:hanging="226"/>
      </w:pPr>
      <w:rPr>
        <w:rFonts w:ascii="Wingdings 2" w:hAnsi="Wingdings 2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E82D3C"/>
    <w:multiLevelType w:val="hybridMultilevel"/>
    <w:tmpl w:val="AF68D1D2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8">
    <w:nsid w:val="12B1505B"/>
    <w:multiLevelType w:val="hybridMultilevel"/>
    <w:tmpl w:val="169E11E4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13DB65B6"/>
    <w:multiLevelType w:val="hybridMultilevel"/>
    <w:tmpl w:val="A81E2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58586F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11">
    <w:nsid w:val="1694704B"/>
    <w:multiLevelType w:val="hybridMultilevel"/>
    <w:tmpl w:val="6D747870"/>
    <w:lvl w:ilvl="0" w:tplc="DD6C3B6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>
    <w:nsid w:val="169B78B9"/>
    <w:multiLevelType w:val="singleLevel"/>
    <w:tmpl w:val="98A09D18"/>
    <w:lvl w:ilvl="0">
      <w:start w:val="1"/>
      <w:numFmt w:val="bullet"/>
      <w:pStyle w:val="a1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13">
    <w:nsid w:val="1734596F"/>
    <w:multiLevelType w:val="hybridMultilevel"/>
    <w:tmpl w:val="85069EEC"/>
    <w:lvl w:ilvl="0" w:tplc="F8709EE6">
      <w:start w:val="5"/>
      <w:numFmt w:val="decimal"/>
      <w:lvlText w:val="%1."/>
      <w:lvlJc w:val="left"/>
      <w:pPr>
        <w:ind w:left="1069" w:hanging="360"/>
      </w:pPr>
      <w:rPr>
        <w:rFonts w:cs="Arial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B9313A9"/>
    <w:multiLevelType w:val="hybridMultilevel"/>
    <w:tmpl w:val="C05C1CA6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77B15"/>
    <w:multiLevelType w:val="hybridMultilevel"/>
    <w:tmpl w:val="FFAC0E1C"/>
    <w:lvl w:ilvl="0" w:tplc="ACD0584E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6">
    <w:nsid w:val="1F6525F1"/>
    <w:multiLevelType w:val="hybridMultilevel"/>
    <w:tmpl w:val="90C8ED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F7C22DE"/>
    <w:multiLevelType w:val="hybridMultilevel"/>
    <w:tmpl w:val="C1F2E594"/>
    <w:lvl w:ilvl="0" w:tplc="E3CCBAD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>
    <w:nsid w:val="22C46951"/>
    <w:multiLevelType w:val="hybridMultilevel"/>
    <w:tmpl w:val="2E3E5AE0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C0A2B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20">
    <w:nsid w:val="2E3E357A"/>
    <w:multiLevelType w:val="hybridMultilevel"/>
    <w:tmpl w:val="F7F2B8C6"/>
    <w:lvl w:ilvl="0" w:tplc="6C78CC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1596460"/>
    <w:multiLevelType w:val="hybridMultilevel"/>
    <w:tmpl w:val="85FC9B8E"/>
    <w:lvl w:ilvl="0" w:tplc="7EB0B3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D636E3"/>
    <w:multiLevelType w:val="hybridMultilevel"/>
    <w:tmpl w:val="BE08F15C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1E424B"/>
    <w:multiLevelType w:val="singleLevel"/>
    <w:tmpl w:val="FB4E7C8A"/>
    <w:lvl w:ilvl="0">
      <w:start w:val="1"/>
      <w:numFmt w:val="decimal"/>
      <w:lvlText w:val="%1"/>
      <w:legacy w:legacy="1" w:legacySpace="0" w:legacyIndent="0"/>
      <w:lvlJc w:val="left"/>
      <w:rPr>
        <w:rFonts w:ascii="Arial" w:hAnsi="Arial" w:cs="Arial" w:hint="default"/>
        <w:b w:val="0"/>
        <w:i w:val="0"/>
        <w:strike w:val="0"/>
        <w:sz w:val="24"/>
      </w:rPr>
    </w:lvl>
  </w:abstractNum>
  <w:abstractNum w:abstractNumId="24">
    <w:nsid w:val="3F113757"/>
    <w:multiLevelType w:val="multilevel"/>
    <w:tmpl w:val="67743928"/>
    <w:lvl w:ilvl="0">
      <w:start w:val="1"/>
      <w:numFmt w:val="bullet"/>
      <w:pStyle w:val="a2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407C03D7"/>
    <w:multiLevelType w:val="hybridMultilevel"/>
    <w:tmpl w:val="372AC96A"/>
    <w:lvl w:ilvl="0" w:tplc="C330BC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51A483D"/>
    <w:multiLevelType w:val="hybridMultilevel"/>
    <w:tmpl w:val="11149376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7">
    <w:nsid w:val="4FE71B0E"/>
    <w:multiLevelType w:val="hybridMultilevel"/>
    <w:tmpl w:val="2D1A852E"/>
    <w:lvl w:ilvl="0" w:tplc="2220A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40040E1"/>
    <w:multiLevelType w:val="hybridMultilevel"/>
    <w:tmpl w:val="578E482E"/>
    <w:lvl w:ilvl="0" w:tplc="E92E0F38">
      <w:start w:val="1"/>
      <w:numFmt w:val="decimal"/>
      <w:lvlText w:val="%1"/>
      <w:lvlJc w:val="center"/>
      <w:pPr>
        <w:tabs>
          <w:tab w:val="num" w:pos="816"/>
        </w:tabs>
        <w:ind w:left="816" w:hanging="5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B32E03"/>
    <w:multiLevelType w:val="multilevel"/>
    <w:tmpl w:val="5F8C0A46"/>
    <w:lvl w:ilvl="0">
      <w:start w:val="1"/>
      <w:numFmt w:val="decimal"/>
      <w:suff w:val="space"/>
      <w:lvlText w:val="%1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992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30">
    <w:nsid w:val="579A0555"/>
    <w:multiLevelType w:val="hybridMultilevel"/>
    <w:tmpl w:val="7EBA43FA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>
    <w:nsid w:val="57A10EFB"/>
    <w:multiLevelType w:val="hybridMultilevel"/>
    <w:tmpl w:val="B400F4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DB22CE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3">
    <w:nsid w:val="61E5639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4">
    <w:nsid w:val="641964F3"/>
    <w:multiLevelType w:val="hybridMultilevel"/>
    <w:tmpl w:val="98B60AA2"/>
    <w:lvl w:ilvl="0" w:tplc="9ABA7F9A">
      <w:start w:val="1"/>
      <w:numFmt w:val="decimal"/>
      <w:pStyle w:val="a3"/>
      <w:lvlText w:val="%1"/>
      <w:lvlJc w:val="right"/>
      <w:pPr>
        <w:tabs>
          <w:tab w:val="num" w:pos="1021"/>
        </w:tabs>
        <w:ind w:left="1021" w:hanging="11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BB75E8"/>
    <w:multiLevelType w:val="hybridMultilevel"/>
    <w:tmpl w:val="047685C6"/>
    <w:lvl w:ilvl="0" w:tplc="7C449FEE">
      <w:start w:val="1"/>
      <w:numFmt w:val="bullet"/>
      <w:pStyle w:val="a4"/>
      <w:lvlText w:val="-"/>
      <w:lvlJc w:val="left"/>
      <w:pPr>
        <w:tabs>
          <w:tab w:val="num" w:pos="1021"/>
        </w:tabs>
        <w:ind w:left="1021" w:hanging="227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C18F8"/>
    <w:multiLevelType w:val="hybridMultilevel"/>
    <w:tmpl w:val="65E0C774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7">
    <w:nsid w:val="7BAE085C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8">
    <w:nsid w:val="7BFE017D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num w:numId="1">
    <w:abstractNumId w:val="35"/>
  </w:num>
  <w:num w:numId="2">
    <w:abstractNumId w:val="34"/>
  </w:num>
  <w:num w:numId="3">
    <w:abstractNumId w:val="6"/>
  </w:num>
  <w:num w:numId="4">
    <w:abstractNumId w:val="0"/>
  </w:num>
  <w:num w:numId="5">
    <w:abstractNumId w:val="21"/>
  </w:num>
  <w:num w:numId="6">
    <w:abstractNumId w:val="10"/>
  </w:num>
  <w:num w:numId="7">
    <w:abstractNumId w:val="33"/>
  </w:num>
  <w:num w:numId="8">
    <w:abstractNumId w:val="8"/>
  </w:num>
  <w:num w:numId="9">
    <w:abstractNumId w:val="15"/>
  </w:num>
  <w:num w:numId="10">
    <w:abstractNumId w:val="37"/>
  </w:num>
  <w:num w:numId="11">
    <w:abstractNumId w:val="19"/>
  </w:num>
  <w:num w:numId="12">
    <w:abstractNumId w:val="32"/>
  </w:num>
  <w:num w:numId="13">
    <w:abstractNumId w:val="3"/>
  </w:num>
  <w:num w:numId="14">
    <w:abstractNumId w:val="0"/>
  </w:num>
  <w:num w:numId="15">
    <w:abstractNumId w:val="24"/>
  </w:num>
  <w:num w:numId="16">
    <w:abstractNumId w:val="23"/>
  </w:num>
  <w:num w:numId="17">
    <w:abstractNumId w:val="38"/>
  </w:num>
  <w:num w:numId="18">
    <w:abstractNumId w:val="30"/>
  </w:num>
  <w:num w:numId="19">
    <w:abstractNumId w:val="26"/>
  </w:num>
  <w:num w:numId="20">
    <w:abstractNumId w:val="7"/>
  </w:num>
  <w:num w:numId="21">
    <w:abstractNumId w:val="36"/>
  </w:num>
  <w:num w:numId="22">
    <w:abstractNumId w:val="0"/>
  </w:num>
  <w:num w:numId="23">
    <w:abstractNumId w:val="5"/>
  </w:num>
  <w:num w:numId="24">
    <w:abstractNumId w:val="16"/>
  </w:num>
  <w:num w:numId="25">
    <w:abstractNumId w:val="9"/>
  </w:num>
  <w:num w:numId="26">
    <w:abstractNumId w:val="28"/>
  </w:num>
  <w:num w:numId="27">
    <w:abstractNumId w:val="4"/>
  </w:num>
  <w:num w:numId="28">
    <w:abstractNumId w:val="25"/>
  </w:num>
  <w:num w:numId="29">
    <w:abstractNumId w:val="11"/>
  </w:num>
  <w:num w:numId="30">
    <w:abstractNumId w:val="17"/>
  </w:num>
  <w:num w:numId="31">
    <w:abstractNumId w:val="20"/>
  </w:num>
  <w:num w:numId="32">
    <w:abstractNumId w:val="14"/>
  </w:num>
  <w:num w:numId="33">
    <w:abstractNumId w:val="22"/>
  </w:num>
  <w:num w:numId="34">
    <w:abstractNumId w:val="18"/>
  </w:num>
  <w:num w:numId="35">
    <w:abstractNumId w:val="31"/>
  </w:num>
  <w:num w:numId="3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29"/>
  </w:num>
  <w:num w:numId="39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oNotTrackMoves/>
  <w:doNotTrackFormatting/>
  <w:defaultTabStop w:val="709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8E6"/>
    <w:rsid w:val="0000022A"/>
    <w:rsid w:val="00003548"/>
    <w:rsid w:val="00003771"/>
    <w:rsid w:val="00004560"/>
    <w:rsid w:val="0000549D"/>
    <w:rsid w:val="00006330"/>
    <w:rsid w:val="000069B7"/>
    <w:rsid w:val="00006B42"/>
    <w:rsid w:val="00006B53"/>
    <w:rsid w:val="000071DD"/>
    <w:rsid w:val="00007AC6"/>
    <w:rsid w:val="00010469"/>
    <w:rsid w:val="0001084C"/>
    <w:rsid w:val="00010AED"/>
    <w:rsid w:val="000115E3"/>
    <w:rsid w:val="00011B83"/>
    <w:rsid w:val="00012798"/>
    <w:rsid w:val="00012DFB"/>
    <w:rsid w:val="00012F10"/>
    <w:rsid w:val="000130F0"/>
    <w:rsid w:val="000138A7"/>
    <w:rsid w:val="00013C1B"/>
    <w:rsid w:val="0001413A"/>
    <w:rsid w:val="000148E6"/>
    <w:rsid w:val="00014D68"/>
    <w:rsid w:val="000152A4"/>
    <w:rsid w:val="0001532B"/>
    <w:rsid w:val="00015617"/>
    <w:rsid w:val="00015955"/>
    <w:rsid w:val="00016877"/>
    <w:rsid w:val="00017B98"/>
    <w:rsid w:val="000202F3"/>
    <w:rsid w:val="00020711"/>
    <w:rsid w:val="0002092B"/>
    <w:rsid w:val="00021472"/>
    <w:rsid w:val="00021A9B"/>
    <w:rsid w:val="0002257A"/>
    <w:rsid w:val="00022B0F"/>
    <w:rsid w:val="000233E4"/>
    <w:rsid w:val="00023501"/>
    <w:rsid w:val="00023CCF"/>
    <w:rsid w:val="0002443E"/>
    <w:rsid w:val="000245BB"/>
    <w:rsid w:val="000262D8"/>
    <w:rsid w:val="000262ED"/>
    <w:rsid w:val="000268DC"/>
    <w:rsid w:val="00026FFA"/>
    <w:rsid w:val="000271D2"/>
    <w:rsid w:val="00027736"/>
    <w:rsid w:val="0003118D"/>
    <w:rsid w:val="00031DC0"/>
    <w:rsid w:val="00032045"/>
    <w:rsid w:val="00032422"/>
    <w:rsid w:val="00033126"/>
    <w:rsid w:val="0003333E"/>
    <w:rsid w:val="00033829"/>
    <w:rsid w:val="0003394C"/>
    <w:rsid w:val="00033B2A"/>
    <w:rsid w:val="00033D30"/>
    <w:rsid w:val="00034272"/>
    <w:rsid w:val="000343BE"/>
    <w:rsid w:val="00034DBF"/>
    <w:rsid w:val="0003508A"/>
    <w:rsid w:val="00035283"/>
    <w:rsid w:val="000361BB"/>
    <w:rsid w:val="00036206"/>
    <w:rsid w:val="000364C4"/>
    <w:rsid w:val="00036CAE"/>
    <w:rsid w:val="0003706C"/>
    <w:rsid w:val="00037399"/>
    <w:rsid w:val="0003789A"/>
    <w:rsid w:val="000401D8"/>
    <w:rsid w:val="000405C1"/>
    <w:rsid w:val="00040952"/>
    <w:rsid w:val="0004104A"/>
    <w:rsid w:val="000412B1"/>
    <w:rsid w:val="00042924"/>
    <w:rsid w:val="00043B33"/>
    <w:rsid w:val="000445F7"/>
    <w:rsid w:val="00045069"/>
    <w:rsid w:val="000460A0"/>
    <w:rsid w:val="0005002F"/>
    <w:rsid w:val="00050F0C"/>
    <w:rsid w:val="000510F3"/>
    <w:rsid w:val="0005137E"/>
    <w:rsid w:val="00051B7D"/>
    <w:rsid w:val="0005343B"/>
    <w:rsid w:val="00053D40"/>
    <w:rsid w:val="00053F3D"/>
    <w:rsid w:val="00054919"/>
    <w:rsid w:val="0005582E"/>
    <w:rsid w:val="00055B51"/>
    <w:rsid w:val="00055C8A"/>
    <w:rsid w:val="00055D09"/>
    <w:rsid w:val="000562CC"/>
    <w:rsid w:val="00056A5F"/>
    <w:rsid w:val="00056DCA"/>
    <w:rsid w:val="0005744A"/>
    <w:rsid w:val="00057BFF"/>
    <w:rsid w:val="0006087A"/>
    <w:rsid w:val="000610B8"/>
    <w:rsid w:val="00062EF4"/>
    <w:rsid w:val="000632B0"/>
    <w:rsid w:val="000636FC"/>
    <w:rsid w:val="000646F3"/>
    <w:rsid w:val="00065075"/>
    <w:rsid w:val="000652E0"/>
    <w:rsid w:val="00066DFE"/>
    <w:rsid w:val="000702E1"/>
    <w:rsid w:val="00070F07"/>
    <w:rsid w:val="00071547"/>
    <w:rsid w:val="000715D0"/>
    <w:rsid w:val="000719A7"/>
    <w:rsid w:val="00071DB8"/>
    <w:rsid w:val="00072D49"/>
    <w:rsid w:val="0007309A"/>
    <w:rsid w:val="000733AD"/>
    <w:rsid w:val="00073665"/>
    <w:rsid w:val="000743F8"/>
    <w:rsid w:val="00074BAE"/>
    <w:rsid w:val="000753A7"/>
    <w:rsid w:val="00076113"/>
    <w:rsid w:val="00077AD8"/>
    <w:rsid w:val="00077CEF"/>
    <w:rsid w:val="00077D25"/>
    <w:rsid w:val="00080633"/>
    <w:rsid w:val="0008074F"/>
    <w:rsid w:val="00080933"/>
    <w:rsid w:val="000815CD"/>
    <w:rsid w:val="0008167E"/>
    <w:rsid w:val="0008212E"/>
    <w:rsid w:val="0008266F"/>
    <w:rsid w:val="000828BE"/>
    <w:rsid w:val="00082ED2"/>
    <w:rsid w:val="00083DC0"/>
    <w:rsid w:val="0008433A"/>
    <w:rsid w:val="00084525"/>
    <w:rsid w:val="00084679"/>
    <w:rsid w:val="000857E5"/>
    <w:rsid w:val="000858D7"/>
    <w:rsid w:val="00087127"/>
    <w:rsid w:val="000873A1"/>
    <w:rsid w:val="00087E4E"/>
    <w:rsid w:val="00087EC7"/>
    <w:rsid w:val="00087EDB"/>
    <w:rsid w:val="000903AA"/>
    <w:rsid w:val="0009100C"/>
    <w:rsid w:val="00091725"/>
    <w:rsid w:val="0009177F"/>
    <w:rsid w:val="00091F48"/>
    <w:rsid w:val="000925B8"/>
    <w:rsid w:val="00092924"/>
    <w:rsid w:val="000929A5"/>
    <w:rsid w:val="00092A26"/>
    <w:rsid w:val="00092FBB"/>
    <w:rsid w:val="0009310E"/>
    <w:rsid w:val="00093BED"/>
    <w:rsid w:val="000945C9"/>
    <w:rsid w:val="00094EB7"/>
    <w:rsid w:val="000955E3"/>
    <w:rsid w:val="00095EF9"/>
    <w:rsid w:val="00096A68"/>
    <w:rsid w:val="000A01F0"/>
    <w:rsid w:val="000A02F8"/>
    <w:rsid w:val="000A0789"/>
    <w:rsid w:val="000A0C3E"/>
    <w:rsid w:val="000A178E"/>
    <w:rsid w:val="000A258B"/>
    <w:rsid w:val="000A2665"/>
    <w:rsid w:val="000A2ADA"/>
    <w:rsid w:val="000A377E"/>
    <w:rsid w:val="000A390F"/>
    <w:rsid w:val="000A4A10"/>
    <w:rsid w:val="000A4CB2"/>
    <w:rsid w:val="000A4DC9"/>
    <w:rsid w:val="000A5E23"/>
    <w:rsid w:val="000A61DD"/>
    <w:rsid w:val="000B00CE"/>
    <w:rsid w:val="000B0411"/>
    <w:rsid w:val="000B05B7"/>
    <w:rsid w:val="000B130B"/>
    <w:rsid w:val="000B32AD"/>
    <w:rsid w:val="000B3525"/>
    <w:rsid w:val="000B369B"/>
    <w:rsid w:val="000B46B4"/>
    <w:rsid w:val="000B4C04"/>
    <w:rsid w:val="000B5237"/>
    <w:rsid w:val="000B59DA"/>
    <w:rsid w:val="000B6663"/>
    <w:rsid w:val="000B67AF"/>
    <w:rsid w:val="000B779C"/>
    <w:rsid w:val="000B7E42"/>
    <w:rsid w:val="000C0247"/>
    <w:rsid w:val="000C0AD2"/>
    <w:rsid w:val="000C2047"/>
    <w:rsid w:val="000C21CE"/>
    <w:rsid w:val="000C255E"/>
    <w:rsid w:val="000C3173"/>
    <w:rsid w:val="000C3538"/>
    <w:rsid w:val="000C359A"/>
    <w:rsid w:val="000C403E"/>
    <w:rsid w:val="000C55A5"/>
    <w:rsid w:val="000C55B0"/>
    <w:rsid w:val="000C5A62"/>
    <w:rsid w:val="000C5AFE"/>
    <w:rsid w:val="000C696C"/>
    <w:rsid w:val="000C7A85"/>
    <w:rsid w:val="000C7ECD"/>
    <w:rsid w:val="000D0541"/>
    <w:rsid w:val="000D187C"/>
    <w:rsid w:val="000D2D93"/>
    <w:rsid w:val="000D35C4"/>
    <w:rsid w:val="000D3699"/>
    <w:rsid w:val="000D3CA9"/>
    <w:rsid w:val="000D3D44"/>
    <w:rsid w:val="000D404A"/>
    <w:rsid w:val="000D479B"/>
    <w:rsid w:val="000D480D"/>
    <w:rsid w:val="000D4D74"/>
    <w:rsid w:val="000D5215"/>
    <w:rsid w:val="000D5BAB"/>
    <w:rsid w:val="000D6142"/>
    <w:rsid w:val="000D6845"/>
    <w:rsid w:val="000D6927"/>
    <w:rsid w:val="000D6EFA"/>
    <w:rsid w:val="000D70B4"/>
    <w:rsid w:val="000D7808"/>
    <w:rsid w:val="000D79A7"/>
    <w:rsid w:val="000D7D60"/>
    <w:rsid w:val="000E00BA"/>
    <w:rsid w:val="000E159E"/>
    <w:rsid w:val="000E2EC3"/>
    <w:rsid w:val="000E2FB6"/>
    <w:rsid w:val="000E330A"/>
    <w:rsid w:val="000E350C"/>
    <w:rsid w:val="000E3793"/>
    <w:rsid w:val="000E6301"/>
    <w:rsid w:val="000E6AE1"/>
    <w:rsid w:val="000E6C2A"/>
    <w:rsid w:val="000F00B2"/>
    <w:rsid w:val="000F0465"/>
    <w:rsid w:val="000F0616"/>
    <w:rsid w:val="000F0A0C"/>
    <w:rsid w:val="000F158B"/>
    <w:rsid w:val="000F251F"/>
    <w:rsid w:val="000F2810"/>
    <w:rsid w:val="000F2F3B"/>
    <w:rsid w:val="000F33E5"/>
    <w:rsid w:val="000F34C7"/>
    <w:rsid w:val="000F3A97"/>
    <w:rsid w:val="000F5784"/>
    <w:rsid w:val="000F6504"/>
    <w:rsid w:val="000F69DF"/>
    <w:rsid w:val="000F69FB"/>
    <w:rsid w:val="000F7244"/>
    <w:rsid w:val="00100562"/>
    <w:rsid w:val="00101ABD"/>
    <w:rsid w:val="00101B1F"/>
    <w:rsid w:val="00103B23"/>
    <w:rsid w:val="0010450D"/>
    <w:rsid w:val="00104E59"/>
    <w:rsid w:val="00105C2A"/>
    <w:rsid w:val="00106497"/>
    <w:rsid w:val="00106CB7"/>
    <w:rsid w:val="0010702D"/>
    <w:rsid w:val="001079BE"/>
    <w:rsid w:val="00107A08"/>
    <w:rsid w:val="00107A49"/>
    <w:rsid w:val="0011005D"/>
    <w:rsid w:val="00111812"/>
    <w:rsid w:val="00112105"/>
    <w:rsid w:val="001131DB"/>
    <w:rsid w:val="00113BF9"/>
    <w:rsid w:val="001144CB"/>
    <w:rsid w:val="0011538A"/>
    <w:rsid w:val="00116421"/>
    <w:rsid w:val="001165C5"/>
    <w:rsid w:val="001166F2"/>
    <w:rsid w:val="00116FAF"/>
    <w:rsid w:val="00116FFC"/>
    <w:rsid w:val="00117A12"/>
    <w:rsid w:val="00120319"/>
    <w:rsid w:val="0012095F"/>
    <w:rsid w:val="00120F3F"/>
    <w:rsid w:val="00121775"/>
    <w:rsid w:val="00122533"/>
    <w:rsid w:val="001227A6"/>
    <w:rsid w:val="0012323F"/>
    <w:rsid w:val="00123B1B"/>
    <w:rsid w:val="001241AA"/>
    <w:rsid w:val="0012424B"/>
    <w:rsid w:val="001242F7"/>
    <w:rsid w:val="001244C5"/>
    <w:rsid w:val="00124A0D"/>
    <w:rsid w:val="00124D04"/>
    <w:rsid w:val="00124ECB"/>
    <w:rsid w:val="00125080"/>
    <w:rsid w:val="00125B4D"/>
    <w:rsid w:val="00125C88"/>
    <w:rsid w:val="0012626F"/>
    <w:rsid w:val="001263B0"/>
    <w:rsid w:val="00126C71"/>
    <w:rsid w:val="00127532"/>
    <w:rsid w:val="00127FD7"/>
    <w:rsid w:val="00130540"/>
    <w:rsid w:val="001309E5"/>
    <w:rsid w:val="00131303"/>
    <w:rsid w:val="00131D8D"/>
    <w:rsid w:val="0013217F"/>
    <w:rsid w:val="00132589"/>
    <w:rsid w:val="00132CC6"/>
    <w:rsid w:val="00133C79"/>
    <w:rsid w:val="00133DE2"/>
    <w:rsid w:val="00133DE4"/>
    <w:rsid w:val="00135FE0"/>
    <w:rsid w:val="001370F5"/>
    <w:rsid w:val="001377FF"/>
    <w:rsid w:val="00137A9B"/>
    <w:rsid w:val="00137B6B"/>
    <w:rsid w:val="001404F9"/>
    <w:rsid w:val="00140E89"/>
    <w:rsid w:val="00141116"/>
    <w:rsid w:val="0014157B"/>
    <w:rsid w:val="00141A1B"/>
    <w:rsid w:val="00142682"/>
    <w:rsid w:val="00142A64"/>
    <w:rsid w:val="00143D6B"/>
    <w:rsid w:val="00143E32"/>
    <w:rsid w:val="00143E86"/>
    <w:rsid w:val="001448A7"/>
    <w:rsid w:val="00144BBB"/>
    <w:rsid w:val="0014505A"/>
    <w:rsid w:val="001453A9"/>
    <w:rsid w:val="00145862"/>
    <w:rsid w:val="00145D71"/>
    <w:rsid w:val="00146E13"/>
    <w:rsid w:val="00146E5C"/>
    <w:rsid w:val="00147108"/>
    <w:rsid w:val="0014797A"/>
    <w:rsid w:val="00147CEA"/>
    <w:rsid w:val="00150434"/>
    <w:rsid w:val="00150658"/>
    <w:rsid w:val="001507B6"/>
    <w:rsid w:val="00150A70"/>
    <w:rsid w:val="0015118B"/>
    <w:rsid w:val="00151C05"/>
    <w:rsid w:val="00151FB0"/>
    <w:rsid w:val="0015341B"/>
    <w:rsid w:val="00153604"/>
    <w:rsid w:val="001536AD"/>
    <w:rsid w:val="001539FC"/>
    <w:rsid w:val="00153BA6"/>
    <w:rsid w:val="00153EC8"/>
    <w:rsid w:val="001540CE"/>
    <w:rsid w:val="0015415C"/>
    <w:rsid w:val="00154214"/>
    <w:rsid w:val="00154AE0"/>
    <w:rsid w:val="001557DD"/>
    <w:rsid w:val="001558DB"/>
    <w:rsid w:val="00155A72"/>
    <w:rsid w:val="001561FE"/>
    <w:rsid w:val="00156762"/>
    <w:rsid w:val="001567BB"/>
    <w:rsid w:val="0015686B"/>
    <w:rsid w:val="00156DB3"/>
    <w:rsid w:val="00156F4F"/>
    <w:rsid w:val="00157164"/>
    <w:rsid w:val="00157C70"/>
    <w:rsid w:val="00157ECE"/>
    <w:rsid w:val="0016014F"/>
    <w:rsid w:val="001608F0"/>
    <w:rsid w:val="00160AE5"/>
    <w:rsid w:val="00160B3A"/>
    <w:rsid w:val="00160C5C"/>
    <w:rsid w:val="00161053"/>
    <w:rsid w:val="00161922"/>
    <w:rsid w:val="00161F21"/>
    <w:rsid w:val="00162B63"/>
    <w:rsid w:val="00164597"/>
    <w:rsid w:val="00165B5F"/>
    <w:rsid w:val="001705DC"/>
    <w:rsid w:val="001707A0"/>
    <w:rsid w:val="00170F13"/>
    <w:rsid w:val="001721E9"/>
    <w:rsid w:val="0017294A"/>
    <w:rsid w:val="00172A54"/>
    <w:rsid w:val="00173541"/>
    <w:rsid w:val="001739B9"/>
    <w:rsid w:val="00173C57"/>
    <w:rsid w:val="00174F17"/>
    <w:rsid w:val="00175EC9"/>
    <w:rsid w:val="00175F90"/>
    <w:rsid w:val="00176708"/>
    <w:rsid w:val="00177BB1"/>
    <w:rsid w:val="001827AB"/>
    <w:rsid w:val="00182CA4"/>
    <w:rsid w:val="0018488A"/>
    <w:rsid w:val="00184D55"/>
    <w:rsid w:val="00185080"/>
    <w:rsid w:val="001855FD"/>
    <w:rsid w:val="0018583B"/>
    <w:rsid w:val="00185FEF"/>
    <w:rsid w:val="00186C34"/>
    <w:rsid w:val="00186E6A"/>
    <w:rsid w:val="00186EF0"/>
    <w:rsid w:val="00186F5C"/>
    <w:rsid w:val="001879BD"/>
    <w:rsid w:val="00187A91"/>
    <w:rsid w:val="00187BAD"/>
    <w:rsid w:val="00190382"/>
    <w:rsid w:val="001914E4"/>
    <w:rsid w:val="0019202E"/>
    <w:rsid w:val="00192C57"/>
    <w:rsid w:val="001930D7"/>
    <w:rsid w:val="001933B6"/>
    <w:rsid w:val="001936AC"/>
    <w:rsid w:val="00193FCA"/>
    <w:rsid w:val="0019458C"/>
    <w:rsid w:val="00194E00"/>
    <w:rsid w:val="00195224"/>
    <w:rsid w:val="00195B01"/>
    <w:rsid w:val="00196220"/>
    <w:rsid w:val="00196826"/>
    <w:rsid w:val="00197907"/>
    <w:rsid w:val="00197ADD"/>
    <w:rsid w:val="00197D05"/>
    <w:rsid w:val="001A0C34"/>
    <w:rsid w:val="001A25C0"/>
    <w:rsid w:val="001A3958"/>
    <w:rsid w:val="001A3DC1"/>
    <w:rsid w:val="001A3F1A"/>
    <w:rsid w:val="001A4699"/>
    <w:rsid w:val="001A4F24"/>
    <w:rsid w:val="001A4F41"/>
    <w:rsid w:val="001A5287"/>
    <w:rsid w:val="001A5CA9"/>
    <w:rsid w:val="001A7401"/>
    <w:rsid w:val="001A7906"/>
    <w:rsid w:val="001A7DFC"/>
    <w:rsid w:val="001B04D5"/>
    <w:rsid w:val="001B0C17"/>
    <w:rsid w:val="001B1247"/>
    <w:rsid w:val="001B26B0"/>
    <w:rsid w:val="001B2D82"/>
    <w:rsid w:val="001B34A1"/>
    <w:rsid w:val="001B3750"/>
    <w:rsid w:val="001B39C9"/>
    <w:rsid w:val="001B3B40"/>
    <w:rsid w:val="001B3B6B"/>
    <w:rsid w:val="001B435F"/>
    <w:rsid w:val="001B4C86"/>
    <w:rsid w:val="001B4ED5"/>
    <w:rsid w:val="001B585C"/>
    <w:rsid w:val="001B5AD2"/>
    <w:rsid w:val="001B5FC4"/>
    <w:rsid w:val="001B627C"/>
    <w:rsid w:val="001B62AD"/>
    <w:rsid w:val="001B64F3"/>
    <w:rsid w:val="001B6B12"/>
    <w:rsid w:val="001B70E6"/>
    <w:rsid w:val="001B7B93"/>
    <w:rsid w:val="001B7DAD"/>
    <w:rsid w:val="001B7E35"/>
    <w:rsid w:val="001C00FB"/>
    <w:rsid w:val="001C0599"/>
    <w:rsid w:val="001C0626"/>
    <w:rsid w:val="001C0A21"/>
    <w:rsid w:val="001C0A78"/>
    <w:rsid w:val="001C1632"/>
    <w:rsid w:val="001C2C38"/>
    <w:rsid w:val="001C3733"/>
    <w:rsid w:val="001C394E"/>
    <w:rsid w:val="001C45F2"/>
    <w:rsid w:val="001C482D"/>
    <w:rsid w:val="001C4A36"/>
    <w:rsid w:val="001C750A"/>
    <w:rsid w:val="001C7918"/>
    <w:rsid w:val="001C7F88"/>
    <w:rsid w:val="001C7FBF"/>
    <w:rsid w:val="001D0DC3"/>
    <w:rsid w:val="001D1108"/>
    <w:rsid w:val="001D118B"/>
    <w:rsid w:val="001D1C45"/>
    <w:rsid w:val="001D1FD3"/>
    <w:rsid w:val="001D2B72"/>
    <w:rsid w:val="001D3C71"/>
    <w:rsid w:val="001D3FA4"/>
    <w:rsid w:val="001D43CF"/>
    <w:rsid w:val="001D4809"/>
    <w:rsid w:val="001D4DF9"/>
    <w:rsid w:val="001D5BD9"/>
    <w:rsid w:val="001D60CF"/>
    <w:rsid w:val="001D6300"/>
    <w:rsid w:val="001D6BED"/>
    <w:rsid w:val="001D6E91"/>
    <w:rsid w:val="001D788C"/>
    <w:rsid w:val="001D7DD2"/>
    <w:rsid w:val="001D7F15"/>
    <w:rsid w:val="001E09E1"/>
    <w:rsid w:val="001E0B47"/>
    <w:rsid w:val="001E0D12"/>
    <w:rsid w:val="001E0F46"/>
    <w:rsid w:val="001E1D69"/>
    <w:rsid w:val="001E21BC"/>
    <w:rsid w:val="001E252E"/>
    <w:rsid w:val="001E2713"/>
    <w:rsid w:val="001E37BA"/>
    <w:rsid w:val="001E5A9D"/>
    <w:rsid w:val="001E5FC5"/>
    <w:rsid w:val="001E67DC"/>
    <w:rsid w:val="001E6989"/>
    <w:rsid w:val="001E709F"/>
    <w:rsid w:val="001E7C8B"/>
    <w:rsid w:val="001F09EF"/>
    <w:rsid w:val="001F0E5C"/>
    <w:rsid w:val="001F2274"/>
    <w:rsid w:val="001F37F7"/>
    <w:rsid w:val="001F3C6A"/>
    <w:rsid w:val="001F3E22"/>
    <w:rsid w:val="001F41BC"/>
    <w:rsid w:val="001F4DE7"/>
    <w:rsid w:val="001F5291"/>
    <w:rsid w:val="001F52E2"/>
    <w:rsid w:val="001F633D"/>
    <w:rsid w:val="001F7061"/>
    <w:rsid w:val="001F75E7"/>
    <w:rsid w:val="002001A4"/>
    <w:rsid w:val="00200ED1"/>
    <w:rsid w:val="00201838"/>
    <w:rsid w:val="00201DF2"/>
    <w:rsid w:val="00203C82"/>
    <w:rsid w:val="00203E14"/>
    <w:rsid w:val="00204FE4"/>
    <w:rsid w:val="00205127"/>
    <w:rsid w:val="0020531D"/>
    <w:rsid w:val="002053C2"/>
    <w:rsid w:val="002056E9"/>
    <w:rsid w:val="002067AC"/>
    <w:rsid w:val="0020680D"/>
    <w:rsid w:val="00206C3C"/>
    <w:rsid w:val="00206EC2"/>
    <w:rsid w:val="00207206"/>
    <w:rsid w:val="00207528"/>
    <w:rsid w:val="002077D4"/>
    <w:rsid w:val="00207A43"/>
    <w:rsid w:val="00211116"/>
    <w:rsid w:val="00211CEE"/>
    <w:rsid w:val="002124A9"/>
    <w:rsid w:val="00213F7E"/>
    <w:rsid w:val="002144EF"/>
    <w:rsid w:val="00214D42"/>
    <w:rsid w:val="002159EE"/>
    <w:rsid w:val="00216CA3"/>
    <w:rsid w:val="00217555"/>
    <w:rsid w:val="00217F74"/>
    <w:rsid w:val="0022017A"/>
    <w:rsid w:val="002215CD"/>
    <w:rsid w:val="0022217F"/>
    <w:rsid w:val="00222BEB"/>
    <w:rsid w:val="00224300"/>
    <w:rsid w:val="002259C6"/>
    <w:rsid w:val="00225CB6"/>
    <w:rsid w:val="00226093"/>
    <w:rsid w:val="002261E9"/>
    <w:rsid w:val="00226982"/>
    <w:rsid w:val="002271FF"/>
    <w:rsid w:val="00227E08"/>
    <w:rsid w:val="00227F30"/>
    <w:rsid w:val="002307E1"/>
    <w:rsid w:val="0023156C"/>
    <w:rsid w:val="002322F0"/>
    <w:rsid w:val="0023266C"/>
    <w:rsid w:val="00232B57"/>
    <w:rsid w:val="002339C9"/>
    <w:rsid w:val="00233D0A"/>
    <w:rsid w:val="00234224"/>
    <w:rsid w:val="0023425E"/>
    <w:rsid w:val="00234C7B"/>
    <w:rsid w:val="002351D9"/>
    <w:rsid w:val="002359A5"/>
    <w:rsid w:val="00236058"/>
    <w:rsid w:val="00236AE7"/>
    <w:rsid w:val="002373F9"/>
    <w:rsid w:val="00240AEE"/>
    <w:rsid w:val="00240B38"/>
    <w:rsid w:val="00241AB1"/>
    <w:rsid w:val="00241FA5"/>
    <w:rsid w:val="00242A4D"/>
    <w:rsid w:val="002435C0"/>
    <w:rsid w:val="0024466C"/>
    <w:rsid w:val="00244A98"/>
    <w:rsid w:val="0024555B"/>
    <w:rsid w:val="0024651A"/>
    <w:rsid w:val="002475E1"/>
    <w:rsid w:val="002500F4"/>
    <w:rsid w:val="00250837"/>
    <w:rsid w:val="00251871"/>
    <w:rsid w:val="00251942"/>
    <w:rsid w:val="00253293"/>
    <w:rsid w:val="0025355D"/>
    <w:rsid w:val="00253D5A"/>
    <w:rsid w:val="00254300"/>
    <w:rsid w:val="002551D4"/>
    <w:rsid w:val="00255941"/>
    <w:rsid w:val="00255BFA"/>
    <w:rsid w:val="002571B8"/>
    <w:rsid w:val="0025747F"/>
    <w:rsid w:val="00257DF9"/>
    <w:rsid w:val="0026085D"/>
    <w:rsid w:val="00260A21"/>
    <w:rsid w:val="00260ABA"/>
    <w:rsid w:val="00261F2E"/>
    <w:rsid w:val="00264420"/>
    <w:rsid w:val="00264CDB"/>
    <w:rsid w:val="00264F56"/>
    <w:rsid w:val="002656CC"/>
    <w:rsid w:val="002666F7"/>
    <w:rsid w:val="002715DF"/>
    <w:rsid w:val="00271BC5"/>
    <w:rsid w:val="002724A2"/>
    <w:rsid w:val="00272A3F"/>
    <w:rsid w:val="00274909"/>
    <w:rsid w:val="00275163"/>
    <w:rsid w:val="00275A37"/>
    <w:rsid w:val="00275ECB"/>
    <w:rsid w:val="00275FA8"/>
    <w:rsid w:val="00276C27"/>
    <w:rsid w:val="00277873"/>
    <w:rsid w:val="0028078D"/>
    <w:rsid w:val="00280B6C"/>
    <w:rsid w:val="002817A4"/>
    <w:rsid w:val="00281FA5"/>
    <w:rsid w:val="0028317C"/>
    <w:rsid w:val="00284C0B"/>
    <w:rsid w:val="00284DCB"/>
    <w:rsid w:val="002859E6"/>
    <w:rsid w:val="00285A4E"/>
    <w:rsid w:val="00285AFD"/>
    <w:rsid w:val="00285E5F"/>
    <w:rsid w:val="002866DA"/>
    <w:rsid w:val="0028685A"/>
    <w:rsid w:val="002869E6"/>
    <w:rsid w:val="00287C27"/>
    <w:rsid w:val="00290260"/>
    <w:rsid w:val="00290543"/>
    <w:rsid w:val="002923D9"/>
    <w:rsid w:val="00292449"/>
    <w:rsid w:val="00293AC0"/>
    <w:rsid w:val="00293F0B"/>
    <w:rsid w:val="00294F87"/>
    <w:rsid w:val="002960D5"/>
    <w:rsid w:val="00296723"/>
    <w:rsid w:val="00296E0D"/>
    <w:rsid w:val="0029721A"/>
    <w:rsid w:val="0029730C"/>
    <w:rsid w:val="00297A72"/>
    <w:rsid w:val="00297C30"/>
    <w:rsid w:val="002A04C3"/>
    <w:rsid w:val="002A060A"/>
    <w:rsid w:val="002A13D5"/>
    <w:rsid w:val="002A188A"/>
    <w:rsid w:val="002A206A"/>
    <w:rsid w:val="002A2B24"/>
    <w:rsid w:val="002A38E2"/>
    <w:rsid w:val="002A3FAD"/>
    <w:rsid w:val="002A47DE"/>
    <w:rsid w:val="002A4C96"/>
    <w:rsid w:val="002A523C"/>
    <w:rsid w:val="002A5532"/>
    <w:rsid w:val="002A56CC"/>
    <w:rsid w:val="002A5E42"/>
    <w:rsid w:val="002A6105"/>
    <w:rsid w:val="002A6527"/>
    <w:rsid w:val="002A6BC0"/>
    <w:rsid w:val="002A6EF3"/>
    <w:rsid w:val="002A6F0E"/>
    <w:rsid w:val="002A7B4B"/>
    <w:rsid w:val="002B0666"/>
    <w:rsid w:val="002B13DB"/>
    <w:rsid w:val="002B1732"/>
    <w:rsid w:val="002B2174"/>
    <w:rsid w:val="002B2AA9"/>
    <w:rsid w:val="002B3972"/>
    <w:rsid w:val="002B3D23"/>
    <w:rsid w:val="002B4655"/>
    <w:rsid w:val="002B4CB2"/>
    <w:rsid w:val="002B5DBF"/>
    <w:rsid w:val="002B5FEF"/>
    <w:rsid w:val="002B6537"/>
    <w:rsid w:val="002B6796"/>
    <w:rsid w:val="002B68AE"/>
    <w:rsid w:val="002B69E9"/>
    <w:rsid w:val="002B6DFF"/>
    <w:rsid w:val="002B6FEB"/>
    <w:rsid w:val="002B71F9"/>
    <w:rsid w:val="002C030F"/>
    <w:rsid w:val="002C032A"/>
    <w:rsid w:val="002C04AB"/>
    <w:rsid w:val="002C065E"/>
    <w:rsid w:val="002C138C"/>
    <w:rsid w:val="002C2C7F"/>
    <w:rsid w:val="002C300B"/>
    <w:rsid w:val="002C4259"/>
    <w:rsid w:val="002C44A8"/>
    <w:rsid w:val="002C4DDF"/>
    <w:rsid w:val="002C762E"/>
    <w:rsid w:val="002C7B81"/>
    <w:rsid w:val="002D0276"/>
    <w:rsid w:val="002D0477"/>
    <w:rsid w:val="002D0C09"/>
    <w:rsid w:val="002D0F71"/>
    <w:rsid w:val="002D1318"/>
    <w:rsid w:val="002D1F19"/>
    <w:rsid w:val="002D20F6"/>
    <w:rsid w:val="002D2BB5"/>
    <w:rsid w:val="002D309C"/>
    <w:rsid w:val="002D4D58"/>
    <w:rsid w:val="002D4EEB"/>
    <w:rsid w:val="002D626C"/>
    <w:rsid w:val="002D78F8"/>
    <w:rsid w:val="002E08B7"/>
    <w:rsid w:val="002E0ACB"/>
    <w:rsid w:val="002E1D25"/>
    <w:rsid w:val="002E2014"/>
    <w:rsid w:val="002E22ED"/>
    <w:rsid w:val="002E3D39"/>
    <w:rsid w:val="002E4367"/>
    <w:rsid w:val="002E43D9"/>
    <w:rsid w:val="002E5107"/>
    <w:rsid w:val="002E5D5C"/>
    <w:rsid w:val="002E6D09"/>
    <w:rsid w:val="002E7DA3"/>
    <w:rsid w:val="002F1748"/>
    <w:rsid w:val="002F18EB"/>
    <w:rsid w:val="002F1DE0"/>
    <w:rsid w:val="002F2CC4"/>
    <w:rsid w:val="002F2EDC"/>
    <w:rsid w:val="002F4212"/>
    <w:rsid w:val="002F4263"/>
    <w:rsid w:val="002F5173"/>
    <w:rsid w:val="002F53B0"/>
    <w:rsid w:val="002F5801"/>
    <w:rsid w:val="002F5BE6"/>
    <w:rsid w:val="002F5E90"/>
    <w:rsid w:val="002F63C9"/>
    <w:rsid w:val="002F76DF"/>
    <w:rsid w:val="002F796D"/>
    <w:rsid w:val="00300218"/>
    <w:rsid w:val="00300A46"/>
    <w:rsid w:val="00300E70"/>
    <w:rsid w:val="00301986"/>
    <w:rsid w:val="00301C93"/>
    <w:rsid w:val="00302723"/>
    <w:rsid w:val="00302FCB"/>
    <w:rsid w:val="00303248"/>
    <w:rsid w:val="00304190"/>
    <w:rsid w:val="003048A9"/>
    <w:rsid w:val="0030572A"/>
    <w:rsid w:val="00305EAD"/>
    <w:rsid w:val="0030603B"/>
    <w:rsid w:val="003061DA"/>
    <w:rsid w:val="0030625C"/>
    <w:rsid w:val="003065D6"/>
    <w:rsid w:val="00306866"/>
    <w:rsid w:val="00306961"/>
    <w:rsid w:val="00306A1A"/>
    <w:rsid w:val="00306F1C"/>
    <w:rsid w:val="00307C96"/>
    <w:rsid w:val="0031093C"/>
    <w:rsid w:val="00310B84"/>
    <w:rsid w:val="003114F7"/>
    <w:rsid w:val="00311ECD"/>
    <w:rsid w:val="00312BB5"/>
    <w:rsid w:val="00312BF7"/>
    <w:rsid w:val="0031364F"/>
    <w:rsid w:val="00313872"/>
    <w:rsid w:val="00313A12"/>
    <w:rsid w:val="00314049"/>
    <w:rsid w:val="00314B57"/>
    <w:rsid w:val="00315386"/>
    <w:rsid w:val="00315658"/>
    <w:rsid w:val="00316806"/>
    <w:rsid w:val="003168AB"/>
    <w:rsid w:val="00316CA2"/>
    <w:rsid w:val="00316E66"/>
    <w:rsid w:val="00317575"/>
    <w:rsid w:val="0031798D"/>
    <w:rsid w:val="0032039C"/>
    <w:rsid w:val="0032088E"/>
    <w:rsid w:val="00320E81"/>
    <w:rsid w:val="00320F71"/>
    <w:rsid w:val="003210E0"/>
    <w:rsid w:val="00321662"/>
    <w:rsid w:val="00321928"/>
    <w:rsid w:val="00321A22"/>
    <w:rsid w:val="00321BFA"/>
    <w:rsid w:val="00321E1A"/>
    <w:rsid w:val="0032213C"/>
    <w:rsid w:val="00322773"/>
    <w:rsid w:val="00323BC5"/>
    <w:rsid w:val="00323F1C"/>
    <w:rsid w:val="00324023"/>
    <w:rsid w:val="00324127"/>
    <w:rsid w:val="0032434E"/>
    <w:rsid w:val="00324D62"/>
    <w:rsid w:val="00324E4C"/>
    <w:rsid w:val="003252F2"/>
    <w:rsid w:val="00325430"/>
    <w:rsid w:val="003265CC"/>
    <w:rsid w:val="003275F1"/>
    <w:rsid w:val="00327FC8"/>
    <w:rsid w:val="00327FF0"/>
    <w:rsid w:val="00331631"/>
    <w:rsid w:val="003323E5"/>
    <w:rsid w:val="00332DE7"/>
    <w:rsid w:val="00333C2F"/>
    <w:rsid w:val="00333C84"/>
    <w:rsid w:val="00334932"/>
    <w:rsid w:val="00335679"/>
    <w:rsid w:val="00335976"/>
    <w:rsid w:val="0033606F"/>
    <w:rsid w:val="00336D87"/>
    <w:rsid w:val="00336DC0"/>
    <w:rsid w:val="003377AA"/>
    <w:rsid w:val="00340742"/>
    <w:rsid w:val="00340754"/>
    <w:rsid w:val="00340F8A"/>
    <w:rsid w:val="003413D7"/>
    <w:rsid w:val="00341B0C"/>
    <w:rsid w:val="00342245"/>
    <w:rsid w:val="0034313A"/>
    <w:rsid w:val="003432CD"/>
    <w:rsid w:val="003436E8"/>
    <w:rsid w:val="00343B58"/>
    <w:rsid w:val="00344137"/>
    <w:rsid w:val="00344A4B"/>
    <w:rsid w:val="0034553A"/>
    <w:rsid w:val="00345612"/>
    <w:rsid w:val="003472B2"/>
    <w:rsid w:val="0034769A"/>
    <w:rsid w:val="00347893"/>
    <w:rsid w:val="00347E97"/>
    <w:rsid w:val="00351328"/>
    <w:rsid w:val="00351FC7"/>
    <w:rsid w:val="003523FA"/>
    <w:rsid w:val="00353C22"/>
    <w:rsid w:val="00353DCD"/>
    <w:rsid w:val="00353E8B"/>
    <w:rsid w:val="003540C1"/>
    <w:rsid w:val="00354881"/>
    <w:rsid w:val="00354E7D"/>
    <w:rsid w:val="00354F39"/>
    <w:rsid w:val="003558BD"/>
    <w:rsid w:val="00355D69"/>
    <w:rsid w:val="00356625"/>
    <w:rsid w:val="0035672C"/>
    <w:rsid w:val="003600C4"/>
    <w:rsid w:val="0036063B"/>
    <w:rsid w:val="00360AC4"/>
    <w:rsid w:val="00360ADA"/>
    <w:rsid w:val="00360C19"/>
    <w:rsid w:val="00361105"/>
    <w:rsid w:val="00361709"/>
    <w:rsid w:val="0036237A"/>
    <w:rsid w:val="003626BB"/>
    <w:rsid w:val="0036385C"/>
    <w:rsid w:val="00364828"/>
    <w:rsid w:val="00364BD5"/>
    <w:rsid w:val="00365160"/>
    <w:rsid w:val="003657EE"/>
    <w:rsid w:val="00365AE2"/>
    <w:rsid w:val="00366E15"/>
    <w:rsid w:val="00367CAA"/>
    <w:rsid w:val="00371A5A"/>
    <w:rsid w:val="00371BF2"/>
    <w:rsid w:val="003723CA"/>
    <w:rsid w:val="003734F4"/>
    <w:rsid w:val="00373718"/>
    <w:rsid w:val="003739EB"/>
    <w:rsid w:val="00373CFB"/>
    <w:rsid w:val="003741F9"/>
    <w:rsid w:val="0037631A"/>
    <w:rsid w:val="0037695A"/>
    <w:rsid w:val="00376AFF"/>
    <w:rsid w:val="00376C58"/>
    <w:rsid w:val="0037799D"/>
    <w:rsid w:val="0038083C"/>
    <w:rsid w:val="00380929"/>
    <w:rsid w:val="00380C34"/>
    <w:rsid w:val="00382586"/>
    <w:rsid w:val="00382D40"/>
    <w:rsid w:val="00382E34"/>
    <w:rsid w:val="003837D4"/>
    <w:rsid w:val="00383928"/>
    <w:rsid w:val="00383A38"/>
    <w:rsid w:val="00383C34"/>
    <w:rsid w:val="00384618"/>
    <w:rsid w:val="00385431"/>
    <w:rsid w:val="0038553D"/>
    <w:rsid w:val="00387E90"/>
    <w:rsid w:val="00387EAF"/>
    <w:rsid w:val="00387FDA"/>
    <w:rsid w:val="00390327"/>
    <w:rsid w:val="00390870"/>
    <w:rsid w:val="0039202E"/>
    <w:rsid w:val="0039296A"/>
    <w:rsid w:val="00392C24"/>
    <w:rsid w:val="00393665"/>
    <w:rsid w:val="0039376E"/>
    <w:rsid w:val="00393F74"/>
    <w:rsid w:val="00394222"/>
    <w:rsid w:val="003942FC"/>
    <w:rsid w:val="00394C10"/>
    <w:rsid w:val="003951BD"/>
    <w:rsid w:val="0039683B"/>
    <w:rsid w:val="00396EE1"/>
    <w:rsid w:val="0039760B"/>
    <w:rsid w:val="003A064D"/>
    <w:rsid w:val="003A1026"/>
    <w:rsid w:val="003A1905"/>
    <w:rsid w:val="003A1ACA"/>
    <w:rsid w:val="003A1C98"/>
    <w:rsid w:val="003A1E52"/>
    <w:rsid w:val="003A1F0F"/>
    <w:rsid w:val="003A1F65"/>
    <w:rsid w:val="003A2796"/>
    <w:rsid w:val="003A2F52"/>
    <w:rsid w:val="003A4AF4"/>
    <w:rsid w:val="003A4FF3"/>
    <w:rsid w:val="003A51D4"/>
    <w:rsid w:val="003A5528"/>
    <w:rsid w:val="003A6E62"/>
    <w:rsid w:val="003A78B2"/>
    <w:rsid w:val="003B02D2"/>
    <w:rsid w:val="003B0734"/>
    <w:rsid w:val="003B0B64"/>
    <w:rsid w:val="003B1219"/>
    <w:rsid w:val="003B3762"/>
    <w:rsid w:val="003B3B6C"/>
    <w:rsid w:val="003B5154"/>
    <w:rsid w:val="003B5959"/>
    <w:rsid w:val="003B5BE0"/>
    <w:rsid w:val="003B61E6"/>
    <w:rsid w:val="003B6289"/>
    <w:rsid w:val="003B64EC"/>
    <w:rsid w:val="003B6730"/>
    <w:rsid w:val="003B6A44"/>
    <w:rsid w:val="003B6B44"/>
    <w:rsid w:val="003B6E9A"/>
    <w:rsid w:val="003B72EC"/>
    <w:rsid w:val="003C027C"/>
    <w:rsid w:val="003C0AD2"/>
    <w:rsid w:val="003C0B90"/>
    <w:rsid w:val="003C2B2C"/>
    <w:rsid w:val="003C4D66"/>
    <w:rsid w:val="003C53EE"/>
    <w:rsid w:val="003C5817"/>
    <w:rsid w:val="003C6A4A"/>
    <w:rsid w:val="003C775E"/>
    <w:rsid w:val="003D0873"/>
    <w:rsid w:val="003D178D"/>
    <w:rsid w:val="003D1F25"/>
    <w:rsid w:val="003D20A4"/>
    <w:rsid w:val="003D28E9"/>
    <w:rsid w:val="003D3439"/>
    <w:rsid w:val="003D3EE7"/>
    <w:rsid w:val="003D4DC9"/>
    <w:rsid w:val="003D5286"/>
    <w:rsid w:val="003D7D8D"/>
    <w:rsid w:val="003E0901"/>
    <w:rsid w:val="003E215D"/>
    <w:rsid w:val="003E2C30"/>
    <w:rsid w:val="003E360D"/>
    <w:rsid w:val="003E3881"/>
    <w:rsid w:val="003E4373"/>
    <w:rsid w:val="003E4A63"/>
    <w:rsid w:val="003E4A7D"/>
    <w:rsid w:val="003E55FC"/>
    <w:rsid w:val="003E65C1"/>
    <w:rsid w:val="003E6B5E"/>
    <w:rsid w:val="003E775B"/>
    <w:rsid w:val="003F070E"/>
    <w:rsid w:val="003F1531"/>
    <w:rsid w:val="003F282A"/>
    <w:rsid w:val="003F2BE8"/>
    <w:rsid w:val="003F2E47"/>
    <w:rsid w:val="003F31F7"/>
    <w:rsid w:val="003F32F5"/>
    <w:rsid w:val="003F3320"/>
    <w:rsid w:val="003F358A"/>
    <w:rsid w:val="003F38F1"/>
    <w:rsid w:val="003F4AAF"/>
    <w:rsid w:val="003F4C9F"/>
    <w:rsid w:val="003F513B"/>
    <w:rsid w:val="003F558E"/>
    <w:rsid w:val="003F57B9"/>
    <w:rsid w:val="003F6123"/>
    <w:rsid w:val="003F655C"/>
    <w:rsid w:val="003F69C9"/>
    <w:rsid w:val="003F6DBF"/>
    <w:rsid w:val="003F7103"/>
    <w:rsid w:val="003F74F2"/>
    <w:rsid w:val="003F77E1"/>
    <w:rsid w:val="003F7C1C"/>
    <w:rsid w:val="004003C8"/>
    <w:rsid w:val="004004C3"/>
    <w:rsid w:val="0040074C"/>
    <w:rsid w:val="00402011"/>
    <w:rsid w:val="00402A94"/>
    <w:rsid w:val="0040370D"/>
    <w:rsid w:val="00403BAB"/>
    <w:rsid w:val="004056F3"/>
    <w:rsid w:val="00407000"/>
    <w:rsid w:val="004071E2"/>
    <w:rsid w:val="004100B1"/>
    <w:rsid w:val="004100E7"/>
    <w:rsid w:val="00410D46"/>
    <w:rsid w:val="00411163"/>
    <w:rsid w:val="004111AF"/>
    <w:rsid w:val="00411AB7"/>
    <w:rsid w:val="00412C84"/>
    <w:rsid w:val="004133BF"/>
    <w:rsid w:val="00413685"/>
    <w:rsid w:val="004136E8"/>
    <w:rsid w:val="00413EB5"/>
    <w:rsid w:val="00415649"/>
    <w:rsid w:val="004159AA"/>
    <w:rsid w:val="00415A3F"/>
    <w:rsid w:val="00415AF8"/>
    <w:rsid w:val="00415B5F"/>
    <w:rsid w:val="0041660C"/>
    <w:rsid w:val="0041683A"/>
    <w:rsid w:val="004168A2"/>
    <w:rsid w:val="004169E1"/>
    <w:rsid w:val="004177AB"/>
    <w:rsid w:val="00417E38"/>
    <w:rsid w:val="004200E2"/>
    <w:rsid w:val="00420120"/>
    <w:rsid w:val="004208B6"/>
    <w:rsid w:val="004208BE"/>
    <w:rsid w:val="00420DFD"/>
    <w:rsid w:val="00421CEC"/>
    <w:rsid w:val="004221B4"/>
    <w:rsid w:val="0042252F"/>
    <w:rsid w:val="00422E02"/>
    <w:rsid w:val="004235B4"/>
    <w:rsid w:val="004248DC"/>
    <w:rsid w:val="00425F8A"/>
    <w:rsid w:val="00426886"/>
    <w:rsid w:val="004269FA"/>
    <w:rsid w:val="00426B44"/>
    <w:rsid w:val="00426D25"/>
    <w:rsid w:val="004270B8"/>
    <w:rsid w:val="004271B4"/>
    <w:rsid w:val="004271B9"/>
    <w:rsid w:val="00427310"/>
    <w:rsid w:val="00427FF9"/>
    <w:rsid w:val="00431189"/>
    <w:rsid w:val="004316EA"/>
    <w:rsid w:val="00431ED5"/>
    <w:rsid w:val="00432B62"/>
    <w:rsid w:val="00433D52"/>
    <w:rsid w:val="00434289"/>
    <w:rsid w:val="00434432"/>
    <w:rsid w:val="00434A48"/>
    <w:rsid w:val="00437537"/>
    <w:rsid w:val="00440A51"/>
    <w:rsid w:val="004416A1"/>
    <w:rsid w:val="00442222"/>
    <w:rsid w:val="00442747"/>
    <w:rsid w:val="00442763"/>
    <w:rsid w:val="0044281F"/>
    <w:rsid w:val="0044453C"/>
    <w:rsid w:val="00444D24"/>
    <w:rsid w:val="00444E30"/>
    <w:rsid w:val="0044587D"/>
    <w:rsid w:val="00445999"/>
    <w:rsid w:val="00446E71"/>
    <w:rsid w:val="00447195"/>
    <w:rsid w:val="0044799C"/>
    <w:rsid w:val="00447B74"/>
    <w:rsid w:val="00450241"/>
    <w:rsid w:val="00451ADF"/>
    <w:rsid w:val="00451C4A"/>
    <w:rsid w:val="00451DAA"/>
    <w:rsid w:val="00452D2D"/>
    <w:rsid w:val="00453085"/>
    <w:rsid w:val="00453F76"/>
    <w:rsid w:val="004552F0"/>
    <w:rsid w:val="00455872"/>
    <w:rsid w:val="004559C2"/>
    <w:rsid w:val="004573DF"/>
    <w:rsid w:val="00457814"/>
    <w:rsid w:val="004579D7"/>
    <w:rsid w:val="0046009E"/>
    <w:rsid w:val="00460760"/>
    <w:rsid w:val="0046120D"/>
    <w:rsid w:val="004623C8"/>
    <w:rsid w:val="0046295D"/>
    <w:rsid w:val="00462A82"/>
    <w:rsid w:val="0046312C"/>
    <w:rsid w:val="00463322"/>
    <w:rsid w:val="004635AE"/>
    <w:rsid w:val="004636A9"/>
    <w:rsid w:val="00464C2C"/>
    <w:rsid w:val="004651DF"/>
    <w:rsid w:val="00465292"/>
    <w:rsid w:val="00465440"/>
    <w:rsid w:val="0046581C"/>
    <w:rsid w:val="00465E7A"/>
    <w:rsid w:val="004660EA"/>
    <w:rsid w:val="00466E82"/>
    <w:rsid w:val="0046755E"/>
    <w:rsid w:val="00467D01"/>
    <w:rsid w:val="004703CE"/>
    <w:rsid w:val="00470423"/>
    <w:rsid w:val="00470FA4"/>
    <w:rsid w:val="00471E3F"/>
    <w:rsid w:val="00473832"/>
    <w:rsid w:val="00473BA9"/>
    <w:rsid w:val="00473E2C"/>
    <w:rsid w:val="004756C7"/>
    <w:rsid w:val="004763C3"/>
    <w:rsid w:val="004764AF"/>
    <w:rsid w:val="00476C73"/>
    <w:rsid w:val="00477290"/>
    <w:rsid w:val="00477E34"/>
    <w:rsid w:val="00477F44"/>
    <w:rsid w:val="004802BE"/>
    <w:rsid w:val="00480343"/>
    <w:rsid w:val="0048051D"/>
    <w:rsid w:val="004828E1"/>
    <w:rsid w:val="00482C47"/>
    <w:rsid w:val="0048356A"/>
    <w:rsid w:val="00483F18"/>
    <w:rsid w:val="00484319"/>
    <w:rsid w:val="00484FF6"/>
    <w:rsid w:val="0048530F"/>
    <w:rsid w:val="004853F1"/>
    <w:rsid w:val="00485984"/>
    <w:rsid w:val="00485BC7"/>
    <w:rsid w:val="00486034"/>
    <w:rsid w:val="004870F1"/>
    <w:rsid w:val="00490015"/>
    <w:rsid w:val="00490965"/>
    <w:rsid w:val="004934C1"/>
    <w:rsid w:val="00493DE5"/>
    <w:rsid w:val="0049440F"/>
    <w:rsid w:val="00494B9E"/>
    <w:rsid w:val="00495152"/>
    <w:rsid w:val="004957B7"/>
    <w:rsid w:val="00496663"/>
    <w:rsid w:val="0049676E"/>
    <w:rsid w:val="004967DB"/>
    <w:rsid w:val="00496878"/>
    <w:rsid w:val="00496EEC"/>
    <w:rsid w:val="004A040C"/>
    <w:rsid w:val="004A35CB"/>
    <w:rsid w:val="004A40A7"/>
    <w:rsid w:val="004A4A2C"/>
    <w:rsid w:val="004A5207"/>
    <w:rsid w:val="004A64BB"/>
    <w:rsid w:val="004A6691"/>
    <w:rsid w:val="004A68BD"/>
    <w:rsid w:val="004A6E51"/>
    <w:rsid w:val="004A6E57"/>
    <w:rsid w:val="004A7BAB"/>
    <w:rsid w:val="004B090E"/>
    <w:rsid w:val="004B099E"/>
    <w:rsid w:val="004B0D45"/>
    <w:rsid w:val="004B0FFB"/>
    <w:rsid w:val="004B1032"/>
    <w:rsid w:val="004B3782"/>
    <w:rsid w:val="004B3ED1"/>
    <w:rsid w:val="004B4EA7"/>
    <w:rsid w:val="004B55F0"/>
    <w:rsid w:val="004B5B9D"/>
    <w:rsid w:val="004B64D6"/>
    <w:rsid w:val="004B6661"/>
    <w:rsid w:val="004B6B5E"/>
    <w:rsid w:val="004B6BFB"/>
    <w:rsid w:val="004B6E53"/>
    <w:rsid w:val="004B736E"/>
    <w:rsid w:val="004B75CC"/>
    <w:rsid w:val="004B78EF"/>
    <w:rsid w:val="004C09D1"/>
    <w:rsid w:val="004C0F5F"/>
    <w:rsid w:val="004C12CF"/>
    <w:rsid w:val="004C13FF"/>
    <w:rsid w:val="004C1C0E"/>
    <w:rsid w:val="004C1E94"/>
    <w:rsid w:val="004C20B8"/>
    <w:rsid w:val="004C2A3E"/>
    <w:rsid w:val="004C2EC0"/>
    <w:rsid w:val="004C3D56"/>
    <w:rsid w:val="004C43C1"/>
    <w:rsid w:val="004C44D1"/>
    <w:rsid w:val="004C46F8"/>
    <w:rsid w:val="004C48D5"/>
    <w:rsid w:val="004C561F"/>
    <w:rsid w:val="004C5E00"/>
    <w:rsid w:val="004C6660"/>
    <w:rsid w:val="004C67D3"/>
    <w:rsid w:val="004C6B29"/>
    <w:rsid w:val="004C727F"/>
    <w:rsid w:val="004C7A74"/>
    <w:rsid w:val="004C7EFB"/>
    <w:rsid w:val="004D0B94"/>
    <w:rsid w:val="004D13D3"/>
    <w:rsid w:val="004D1495"/>
    <w:rsid w:val="004D1DFE"/>
    <w:rsid w:val="004D1EDB"/>
    <w:rsid w:val="004D2252"/>
    <w:rsid w:val="004D44F1"/>
    <w:rsid w:val="004D485C"/>
    <w:rsid w:val="004D549F"/>
    <w:rsid w:val="004D701F"/>
    <w:rsid w:val="004D7671"/>
    <w:rsid w:val="004E009B"/>
    <w:rsid w:val="004E04A9"/>
    <w:rsid w:val="004E086B"/>
    <w:rsid w:val="004E0C75"/>
    <w:rsid w:val="004E1002"/>
    <w:rsid w:val="004E10E2"/>
    <w:rsid w:val="004E1835"/>
    <w:rsid w:val="004E2429"/>
    <w:rsid w:val="004E27CB"/>
    <w:rsid w:val="004E2AF6"/>
    <w:rsid w:val="004E2BFF"/>
    <w:rsid w:val="004E2F4D"/>
    <w:rsid w:val="004E3396"/>
    <w:rsid w:val="004E3C60"/>
    <w:rsid w:val="004E468A"/>
    <w:rsid w:val="004E48DB"/>
    <w:rsid w:val="004E5156"/>
    <w:rsid w:val="004E6F2A"/>
    <w:rsid w:val="004E72EE"/>
    <w:rsid w:val="004E7C7E"/>
    <w:rsid w:val="004E7FCD"/>
    <w:rsid w:val="004F0AB3"/>
    <w:rsid w:val="004F1CC2"/>
    <w:rsid w:val="004F21E5"/>
    <w:rsid w:val="004F25ED"/>
    <w:rsid w:val="004F361C"/>
    <w:rsid w:val="004F3A9D"/>
    <w:rsid w:val="004F468E"/>
    <w:rsid w:val="004F62B4"/>
    <w:rsid w:val="004F69D9"/>
    <w:rsid w:val="004F6F54"/>
    <w:rsid w:val="004F7807"/>
    <w:rsid w:val="00500A59"/>
    <w:rsid w:val="005017E0"/>
    <w:rsid w:val="00502357"/>
    <w:rsid w:val="00502B56"/>
    <w:rsid w:val="00504C61"/>
    <w:rsid w:val="00505E83"/>
    <w:rsid w:val="00506508"/>
    <w:rsid w:val="00506C3B"/>
    <w:rsid w:val="00506FAF"/>
    <w:rsid w:val="0050714F"/>
    <w:rsid w:val="005076BA"/>
    <w:rsid w:val="00507968"/>
    <w:rsid w:val="00510E56"/>
    <w:rsid w:val="0051234D"/>
    <w:rsid w:val="0051355C"/>
    <w:rsid w:val="005136C8"/>
    <w:rsid w:val="005147EA"/>
    <w:rsid w:val="00514E29"/>
    <w:rsid w:val="005155C2"/>
    <w:rsid w:val="005161EF"/>
    <w:rsid w:val="0051794E"/>
    <w:rsid w:val="00517D2A"/>
    <w:rsid w:val="005209C1"/>
    <w:rsid w:val="00520AE6"/>
    <w:rsid w:val="00520F5F"/>
    <w:rsid w:val="00521F86"/>
    <w:rsid w:val="005227E7"/>
    <w:rsid w:val="00522CB5"/>
    <w:rsid w:val="00522CC3"/>
    <w:rsid w:val="00524809"/>
    <w:rsid w:val="005250D0"/>
    <w:rsid w:val="005252B8"/>
    <w:rsid w:val="005265B0"/>
    <w:rsid w:val="00526B89"/>
    <w:rsid w:val="00526CCC"/>
    <w:rsid w:val="005302AC"/>
    <w:rsid w:val="005303CE"/>
    <w:rsid w:val="00530A6A"/>
    <w:rsid w:val="00530F4D"/>
    <w:rsid w:val="0053133B"/>
    <w:rsid w:val="0053216F"/>
    <w:rsid w:val="00532F34"/>
    <w:rsid w:val="00533182"/>
    <w:rsid w:val="00533232"/>
    <w:rsid w:val="00533740"/>
    <w:rsid w:val="00533CE6"/>
    <w:rsid w:val="00534035"/>
    <w:rsid w:val="00534171"/>
    <w:rsid w:val="005369F5"/>
    <w:rsid w:val="0053722C"/>
    <w:rsid w:val="00540063"/>
    <w:rsid w:val="005408F5"/>
    <w:rsid w:val="00540907"/>
    <w:rsid w:val="00540C1C"/>
    <w:rsid w:val="00540DF7"/>
    <w:rsid w:val="00541035"/>
    <w:rsid w:val="005410A3"/>
    <w:rsid w:val="00541588"/>
    <w:rsid w:val="005416A5"/>
    <w:rsid w:val="0054196E"/>
    <w:rsid w:val="00542847"/>
    <w:rsid w:val="00543616"/>
    <w:rsid w:val="00543818"/>
    <w:rsid w:val="00543BB0"/>
    <w:rsid w:val="00543EB4"/>
    <w:rsid w:val="00544189"/>
    <w:rsid w:val="005446D3"/>
    <w:rsid w:val="00544798"/>
    <w:rsid w:val="005453CC"/>
    <w:rsid w:val="005473A2"/>
    <w:rsid w:val="005503F0"/>
    <w:rsid w:val="0055111C"/>
    <w:rsid w:val="005514FF"/>
    <w:rsid w:val="00551DCA"/>
    <w:rsid w:val="005522C2"/>
    <w:rsid w:val="005526D2"/>
    <w:rsid w:val="005537CC"/>
    <w:rsid w:val="00553D82"/>
    <w:rsid w:val="00553FA5"/>
    <w:rsid w:val="0055447D"/>
    <w:rsid w:val="00554F8E"/>
    <w:rsid w:val="0055511A"/>
    <w:rsid w:val="005578AB"/>
    <w:rsid w:val="00560C4B"/>
    <w:rsid w:val="00561CAF"/>
    <w:rsid w:val="005628DE"/>
    <w:rsid w:val="00562D43"/>
    <w:rsid w:val="00563CCC"/>
    <w:rsid w:val="00563CF3"/>
    <w:rsid w:val="00564121"/>
    <w:rsid w:val="0056487D"/>
    <w:rsid w:val="005650B3"/>
    <w:rsid w:val="0056513E"/>
    <w:rsid w:val="00565DBE"/>
    <w:rsid w:val="005661A7"/>
    <w:rsid w:val="00566CA3"/>
    <w:rsid w:val="005675C5"/>
    <w:rsid w:val="005702FF"/>
    <w:rsid w:val="00570DF8"/>
    <w:rsid w:val="00570F73"/>
    <w:rsid w:val="00571161"/>
    <w:rsid w:val="005711B5"/>
    <w:rsid w:val="00571546"/>
    <w:rsid w:val="0057297E"/>
    <w:rsid w:val="00574749"/>
    <w:rsid w:val="005748CF"/>
    <w:rsid w:val="00575C27"/>
    <w:rsid w:val="00575FC5"/>
    <w:rsid w:val="00576BAC"/>
    <w:rsid w:val="005775D2"/>
    <w:rsid w:val="00577848"/>
    <w:rsid w:val="0058113C"/>
    <w:rsid w:val="00581923"/>
    <w:rsid w:val="00582BB3"/>
    <w:rsid w:val="00582D64"/>
    <w:rsid w:val="00583EC5"/>
    <w:rsid w:val="00584871"/>
    <w:rsid w:val="00584B64"/>
    <w:rsid w:val="00586A4E"/>
    <w:rsid w:val="0059030F"/>
    <w:rsid w:val="00590912"/>
    <w:rsid w:val="0059093B"/>
    <w:rsid w:val="00590D1C"/>
    <w:rsid w:val="005913A1"/>
    <w:rsid w:val="005922C5"/>
    <w:rsid w:val="00592CF4"/>
    <w:rsid w:val="00593090"/>
    <w:rsid w:val="0059350E"/>
    <w:rsid w:val="00593969"/>
    <w:rsid w:val="0059498D"/>
    <w:rsid w:val="00594BD0"/>
    <w:rsid w:val="00594DF9"/>
    <w:rsid w:val="00595200"/>
    <w:rsid w:val="00596810"/>
    <w:rsid w:val="00596934"/>
    <w:rsid w:val="00597023"/>
    <w:rsid w:val="00597534"/>
    <w:rsid w:val="00597846"/>
    <w:rsid w:val="005A06FC"/>
    <w:rsid w:val="005A0A80"/>
    <w:rsid w:val="005A0C5D"/>
    <w:rsid w:val="005A11DB"/>
    <w:rsid w:val="005A1897"/>
    <w:rsid w:val="005A198E"/>
    <w:rsid w:val="005A22E2"/>
    <w:rsid w:val="005A2468"/>
    <w:rsid w:val="005A3103"/>
    <w:rsid w:val="005A3144"/>
    <w:rsid w:val="005A3305"/>
    <w:rsid w:val="005A338A"/>
    <w:rsid w:val="005A33ED"/>
    <w:rsid w:val="005A3EF5"/>
    <w:rsid w:val="005A4CB6"/>
    <w:rsid w:val="005A566A"/>
    <w:rsid w:val="005A5CF6"/>
    <w:rsid w:val="005A5DCE"/>
    <w:rsid w:val="005A6926"/>
    <w:rsid w:val="005A6D93"/>
    <w:rsid w:val="005A7A04"/>
    <w:rsid w:val="005A7F32"/>
    <w:rsid w:val="005B07C1"/>
    <w:rsid w:val="005B0C59"/>
    <w:rsid w:val="005B0D76"/>
    <w:rsid w:val="005B1DCF"/>
    <w:rsid w:val="005B1E90"/>
    <w:rsid w:val="005B1FC0"/>
    <w:rsid w:val="005B2FDE"/>
    <w:rsid w:val="005B3859"/>
    <w:rsid w:val="005B3D64"/>
    <w:rsid w:val="005B3E54"/>
    <w:rsid w:val="005B4F9B"/>
    <w:rsid w:val="005B504A"/>
    <w:rsid w:val="005B55F9"/>
    <w:rsid w:val="005B6564"/>
    <w:rsid w:val="005B664C"/>
    <w:rsid w:val="005B68E3"/>
    <w:rsid w:val="005B750B"/>
    <w:rsid w:val="005B75EC"/>
    <w:rsid w:val="005B7DFB"/>
    <w:rsid w:val="005C0F3D"/>
    <w:rsid w:val="005C1B00"/>
    <w:rsid w:val="005C1C54"/>
    <w:rsid w:val="005C1CD5"/>
    <w:rsid w:val="005C2E25"/>
    <w:rsid w:val="005C3FE1"/>
    <w:rsid w:val="005C4CE4"/>
    <w:rsid w:val="005C5613"/>
    <w:rsid w:val="005C5AC9"/>
    <w:rsid w:val="005C5EEC"/>
    <w:rsid w:val="005C6351"/>
    <w:rsid w:val="005C7170"/>
    <w:rsid w:val="005C71E5"/>
    <w:rsid w:val="005C77E1"/>
    <w:rsid w:val="005C79B7"/>
    <w:rsid w:val="005D0923"/>
    <w:rsid w:val="005D10A3"/>
    <w:rsid w:val="005D10F6"/>
    <w:rsid w:val="005D158F"/>
    <w:rsid w:val="005D1EAB"/>
    <w:rsid w:val="005D3969"/>
    <w:rsid w:val="005D3F85"/>
    <w:rsid w:val="005D3FD7"/>
    <w:rsid w:val="005D502E"/>
    <w:rsid w:val="005D6212"/>
    <w:rsid w:val="005D628B"/>
    <w:rsid w:val="005D741D"/>
    <w:rsid w:val="005D748E"/>
    <w:rsid w:val="005E018B"/>
    <w:rsid w:val="005E0E5B"/>
    <w:rsid w:val="005E15E9"/>
    <w:rsid w:val="005E1A5F"/>
    <w:rsid w:val="005E201D"/>
    <w:rsid w:val="005E2679"/>
    <w:rsid w:val="005E27D9"/>
    <w:rsid w:val="005E31CC"/>
    <w:rsid w:val="005E3BE1"/>
    <w:rsid w:val="005E4AE2"/>
    <w:rsid w:val="005E5121"/>
    <w:rsid w:val="005E5275"/>
    <w:rsid w:val="005E5597"/>
    <w:rsid w:val="005E570F"/>
    <w:rsid w:val="005E5C58"/>
    <w:rsid w:val="005E65F9"/>
    <w:rsid w:val="005E66ED"/>
    <w:rsid w:val="005E70DA"/>
    <w:rsid w:val="005E73A1"/>
    <w:rsid w:val="005E7788"/>
    <w:rsid w:val="005E7A7E"/>
    <w:rsid w:val="005F0D24"/>
    <w:rsid w:val="005F253A"/>
    <w:rsid w:val="005F49CE"/>
    <w:rsid w:val="005F5DF5"/>
    <w:rsid w:val="005F7799"/>
    <w:rsid w:val="006013AC"/>
    <w:rsid w:val="00601B38"/>
    <w:rsid w:val="006020E6"/>
    <w:rsid w:val="006025D1"/>
    <w:rsid w:val="00602A85"/>
    <w:rsid w:val="00602B31"/>
    <w:rsid w:val="00602D77"/>
    <w:rsid w:val="00603754"/>
    <w:rsid w:val="006039A6"/>
    <w:rsid w:val="00604618"/>
    <w:rsid w:val="00605ADE"/>
    <w:rsid w:val="00606CA3"/>
    <w:rsid w:val="00607772"/>
    <w:rsid w:val="00611895"/>
    <w:rsid w:val="00612074"/>
    <w:rsid w:val="00614182"/>
    <w:rsid w:val="00614576"/>
    <w:rsid w:val="0061514C"/>
    <w:rsid w:val="0061551F"/>
    <w:rsid w:val="0061616B"/>
    <w:rsid w:val="00616AA1"/>
    <w:rsid w:val="006176B1"/>
    <w:rsid w:val="00617DB0"/>
    <w:rsid w:val="00620BCB"/>
    <w:rsid w:val="00621A33"/>
    <w:rsid w:val="00621FC9"/>
    <w:rsid w:val="006220C0"/>
    <w:rsid w:val="006223BE"/>
    <w:rsid w:val="00622427"/>
    <w:rsid w:val="0062266F"/>
    <w:rsid w:val="00622E02"/>
    <w:rsid w:val="00623291"/>
    <w:rsid w:val="00623906"/>
    <w:rsid w:val="00624586"/>
    <w:rsid w:val="00624A7D"/>
    <w:rsid w:val="00625A9F"/>
    <w:rsid w:val="00625BD3"/>
    <w:rsid w:val="006263E5"/>
    <w:rsid w:val="00626B2E"/>
    <w:rsid w:val="00627C12"/>
    <w:rsid w:val="00630717"/>
    <w:rsid w:val="0063086C"/>
    <w:rsid w:val="00630D39"/>
    <w:rsid w:val="00631575"/>
    <w:rsid w:val="00631585"/>
    <w:rsid w:val="006318B2"/>
    <w:rsid w:val="00632AAF"/>
    <w:rsid w:val="0063308B"/>
    <w:rsid w:val="006336FF"/>
    <w:rsid w:val="00634543"/>
    <w:rsid w:val="00635260"/>
    <w:rsid w:val="00636C53"/>
    <w:rsid w:val="00637733"/>
    <w:rsid w:val="006402B3"/>
    <w:rsid w:val="006417A8"/>
    <w:rsid w:val="00641899"/>
    <w:rsid w:val="00641FC2"/>
    <w:rsid w:val="0064270B"/>
    <w:rsid w:val="00642CA0"/>
    <w:rsid w:val="00642D89"/>
    <w:rsid w:val="00643BD7"/>
    <w:rsid w:val="00643E7C"/>
    <w:rsid w:val="00643EDF"/>
    <w:rsid w:val="00644A14"/>
    <w:rsid w:val="00645019"/>
    <w:rsid w:val="0064545E"/>
    <w:rsid w:val="00646136"/>
    <w:rsid w:val="00647A3C"/>
    <w:rsid w:val="006508B4"/>
    <w:rsid w:val="00651DEE"/>
    <w:rsid w:val="00652509"/>
    <w:rsid w:val="006536B0"/>
    <w:rsid w:val="00653BE7"/>
    <w:rsid w:val="00653DE1"/>
    <w:rsid w:val="00654A0B"/>
    <w:rsid w:val="00654E8D"/>
    <w:rsid w:val="0065553B"/>
    <w:rsid w:val="00656AAA"/>
    <w:rsid w:val="00660AC3"/>
    <w:rsid w:val="00661561"/>
    <w:rsid w:val="006615B0"/>
    <w:rsid w:val="00661922"/>
    <w:rsid w:val="00662FC7"/>
    <w:rsid w:val="006633FC"/>
    <w:rsid w:val="006644E7"/>
    <w:rsid w:val="00664DF2"/>
    <w:rsid w:val="006663BF"/>
    <w:rsid w:val="0066713E"/>
    <w:rsid w:val="006671C6"/>
    <w:rsid w:val="00667739"/>
    <w:rsid w:val="006679C1"/>
    <w:rsid w:val="006702BB"/>
    <w:rsid w:val="00671FD5"/>
    <w:rsid w:val="00672C5E"/>
    <w:rsid w:val="00672D2A"/>
    <w:rsid w:val="00672ECF"/>
    <w:rsid w:val="00673271"/>
    <w:rsid w:val="00673E8E"/>
    <w:rsid w:val="00674220"/>
    <w:rsid w:val="00675174"/>
    <w:rsid w:val="00675A64"/>
    <w:rsid w:val="00675B34"/>
    <w:rsid w:val="00676444"/>
    <w:rsid w:val="00676494"/>
    <w:rsid w:val="006764A4"/>
    <w:rsid w:val="00677154"/>
    <w:rsid w:val="00677BC0"/>
    <w:rsid w:val="00682746"/>
    <w:rsid w:val="00683570"/>
    <w:rsid w:val="00683A80"/>
    <w:rsid w:val="00684077"/>
    <w:rsid w:val="006846B4"/>
    <w:rsid w:val="00684D86"/>
    <w:rsid w:val="00685589"/>
    <w:rsid w:val="0068769F"/>
    <w:rsid w:val="006878DB"/>
    <w:rsid w:val="0068792A"/>
    <w:rsid w:val="006912F3"/>
    <w:rsid w:val="0069158A"/>
    <w:rsid w:val="00691904"/>
    <w:rsid w:val="006922E4"/>
    <w:rsid w:val="00693361"/>
    <w:rsid w:val="0069458F"/>
    <w:rsid w:val="00694DB2"/>
    <w:rsid w:val="006954B3"/>
    <w:rsid w:val="006954CF"/>
    <w:rsid w:val="00695B9E"/>
    <w:rsid w:val="00695D0F"/>
    <w:rsid w:val="006966E0"/>
    <w:rsid w:val="00696C94"/>
    <w:rsid w:val="00696F2B"/>
    <w:rsid w:val="0069781C"/>
    <w:rsid w:val="00697B4D"/>
    <w:rsid w:val="006A010A"/>
    <w:rsid w:val="006A05EA"/>
    <w:rsid w:val="006A1C71"/>
    <w:rsid w:val="006A2234"/>
    <w:rsid w:val="006A2D2F"/>
    <w:rsid w:val="006A32C7"/>
    <w:rsid w:val="006A38DE"/>
    <w:rsid w:val="006A3CDA"/>
    <w:rsid w:val="006A3DD3"/>
    <w:rsid w:val="006A426B"/>
    <w:rsid w:val="006A486D"/>
    <w:rsid w:val="006A4B00"/>
    <w:rsid w:val="006A56E5"/>
    <w:rsid w:val="006A575E"/>
    <w:rsid w:val="006A5E62"/>
    <w:rsid w:val="006A6EA8"/>
    <w:rsid w:val="006A70E8"/>
    <w:rsid w:val="006A7762"/>
    <w:rsid w:val="006A7BD8"/>
    <w:rsid w:val="006B0B7A"/>
    <w:rsid w:val="006B114D"/>
    <w:rsid w:val="006B1B29"/>
    <w:rsid w:val="006B1F3B"/>
    <w:rsid w:val="006B21B1"/>
    <w:rsid w:val="006B2330"/>
    <w:rsid w:val="006B259E"/>
    <w:rsid w:val="006B280E"/>
    <w:rsid w:val="006B374C"/>
    <w:rsid w:val="006B3ABE"/>
    <w:rsid w:val="006B45D9"/>
    <w:rsid w:val="006B5F97"/>
    <w:rsid w:val="006B7C03"/>
    <w:rsid w:val="006C0D80"/>
    <w:rsid w:val="006C19FC"/>
    <w:rsid w:val="006C1FC0"/>
    <w:rsid w:val="006C2BDF"/>
    <w:rsid w:val="006C3FEB"/>
    <w:rsid w:val="006C439B"/>
    <w:rsid w:val="006C4FD8"/>
    <w:rsid w:val="006C5167"/>
    <w:rsid w:val="006C5351"/>
    <w:rsid w:val="006C537F"/>
    <w:rsid w:val="006C5980"/>
    <w:rsid w:val="006C5A16"/>
    <w:rsid w:val="006C5DA6"/>
    <w:rsid w:val="006C67F5"/>
    <w:rsid w:val="006C6CCB"/>
    <w:rsid w:val="006C729F"/>
    <w:rsid w:val="006C77F0"/>
    <w:rsid w:val="006C79F4"/>
    <w:rsid w:val="006C7CA0"/>
    <w:rsid w:val="006D0BFF"/>
    <w:rsid w:val="006D12FD"/>
    <w:rsid w:val="006D1420"/>
    <w:rsid w:val="006D2062"/>
    <w:rsid w:val="006D2846"/>
    <w:rsid w:val="006D2BC5"/>
    <w:rsid w:val="006D2C5F"/>
    <w:rsid w:val="006D3485"/>
    <w:rsid w:val="006D393C"/>
    <w:rsid w:val="006D57FB"/>
    <w:rsid w:val="006D6596"/>
    <w:rsid w:val="006D7A8D"/>
    <w:rsid w:val="006E0105"/>
    <w:rsid w:val="006E0490"/>
    <w:rsid w:val="006E13D0"/>
    <w:rsid w:val="006E1519"/>
    <w:rsid w:val="006E19B1"/>
    <w:rsid w:val="006E2132"/>
    <w:rsid w:val="006E222C"/>
    <w:rsid w:val="006E252C"/>
    <w:rsid w:val="006E27C6"/>
    <w:rsid w:val="006E3626"/>
    <w:rsid w:val="006E3B69"/>
    <w:rsid w:val="006E4977"/>
    <w:rsid w:val="006E4CF3"/>
    <w:rsid w:val="006E576E"/>
    <w:rsid w:val="006E68EF"/>
    <w:rsid w:val="006E6FC0"/>
    <w:rsid w:val="006F0C0F"/>
    <w:rsid w:val="006F18C7"/>
    <w:rsid w:val="006F18D7"/>
    <w:rsid w:val="006F20FB"/>
    <w:rsid w:val="006F2534"/>
    <w:rsid w:val="006F2D20"/>
    <w:rsid w:val="006F2E6E"/>
    <w:rsid w:val="006F331E"/>
    <w:rsid w:val="006F3D54"/>
    <w:rsid w:val="006F6783"/>
    <w:rsid w:val="006F6A8C"/>
    <w:rsid w:val="006F7F9F"/>
    <w:rsid w:val="00700CBB"/>
    <w:rsid w:val="007013E4"/>
    <w:rsid w:val="00701461"/>
    <w:rsid w:val="00701503"/>
    <w:rsid w:val="007016F2"/>
    <w:rsid w:val="007020C7"/>
    <w:rsid w:val="00702B43"/>
    <w:rsid w:val="0070377C"/>
    <w:rsid w:val="007046ED"/>
    <w:rsid w:val="007046FC"/>
    <w:rsid w:val="007051DC"/>
    <w:rsid w:val="00705559"/>
    <w:rsid w:val="00705677"/>
    <w:rsid w:val="00705DF9"/>
    <w:rsid w:val="00705EFA"/>
    <w:rsid w:val="00705FEE"/>
    <w:rsid w:val="007075DB"/>
    <w:rsid w:val="007101A8"/>
    <w:rsid w:val="00710EED"/>
    <w:rsid w:val="00710F38"/>
    <w:rsid w:val="00710F7B"/>
    <w:rsid w:val="00710F95"/>
    <w:rsid w:val="00711CB9"/>
    <w:rsid w:val="00712EF4"/>
    <w:rsid w:val="00714658"/>
    <w:rsid w:val="007146EE"/>
    <w:rsid w:val="00714A21"/>
    <w:rsid w:val="00715855"/>
    <w:rsid w:val="00716DD9"/>
    <w:rsid w:val="00717377"/>
    <w:rsid w:val="00717566"/>
    <w:rsid w:val="00717C39"/>
    <w:rsid w:val="00717E4E"/>
    <w:rsid w:val="00720219"/>
    <w:rsid w:val="007205D2"/>
    <w:rsid w:val="00721067"/>
    <w:rsid w:val="00721D3F"/>
    <w:rsid w:val="00722584"/>
    <w:rsid w:val="00723058"/>
    <w:rsid w:val="00723676"/>
    <w:rsid w:val="00723750"/>
    <w:rsid w:val="007248DB"/>
    <w:rsid w:val="0072498D"/>
    <w:rsid w:val="00725540"/>
    <w:rsid w:val="00726B68"/>
    <w:rsid w:val="00727B10"/>
    <w:rsid w:val="007301F8"/>
    <w:rsid w:val="0073020E"/>
    <w:rsid w:val="007311E8"/>
    <w:rsid w:val="00731C2A"/>
    <w:rsid w:val="007320F4"/>
    <w:rsid w:val="00733103"/>
    <w:rsid w:val="0073338D"/>
    <w:rsid w:val="00733AEF"/>
    <w:rsid w:val="00736314"/>
    <w:rsid w:val="007363D4"/>
    <w:rsid w:val="00736696"/>
    <w:rsid w:val="0073683F"/>
    <w:rsid w:val="00736E45"/>
    <w:rsid w:val="007372B3"/>
    <w:rsid w:val="00737570"/>
    <w:rsid w:val="00740188"/>
    <w:rsid w:val="007406A3"/>
    <w:rsid w:val="00740851"/>
    <w:rsid w:val="00740954"/>
    <w:rsid w:val="00740D35"/>
    <w:rsid w:val="00741375"/>
    <w:rsid w:val="00741BE8"/>
    <w:rsid w:val="00742363"/>
    <w:rsid w:val="00743C2C"/>
    <w:rsid w:val="0074431A"/>
    <w:rsid w:val="0074475D"/>
    <w:rsid w:val="00744EBB"/>
    <w:rsid w:val="00745458"/>
    <w:rsid w:val="00745552"/>
    <w:rsid w:val="00745783"/>
    <w:rsid w:val="00746021"/>
    <w:rsid w:val="00747FC5"/>
    <w:rsid w:val="00751629"/>
    <w:rsid w:val="00752070"/>
    <w:rsid w:val="00752151"/>
    <w:rsid w:val="00752470"/>
    <w:rsid w:val="00752DED"/>
    <w:rsid w:val="00754425"/>
    <w:rsid w:val="00754729"/>
    <w:rsid w:val="00755AD0"/>
    <w:rsid w:val="0075602C"/>
    <w:rsid w:val="007560DE"/>
    <w:rsid w:val="007575AB"/>
    <w:rsid w:val="007603AA"/>
    <w:rsid w:val="0076061D"/>
    <w:rsid w:val="0076122E"/>
    <w:rsid w:val="0076178B"/>
    <w:rsid w:val="00762408"/>
    <w:rsid w:val="00762AED"/>
    <w:rsid w:val="00762E2C"/>
    <w:rsid w:val="0076322A"/>
    <w:rsid w:val="00763710"/>
    <w:rsid w:val="00763A27"/>
    <w:rsid w:val="00764050"/>
    <w:rsid w:val="00764BF5"/>
    <w:rsid w:val="0076555F"/>
    <w:rsid w:val="00766365"/>
    <w:rsid w:val="0076643B"/>
    <w:rsid w:val="007664D2"/>
    <w:rsid w:val="007664D9"/>
    <w:rsid w:val="00766B84"/>
    <w:rsid w:val="00766D27"/>
    <w:rsid w:val="00766F6A"/>
    <w:rsid w:val="00767083"/>
    <w:rsid w:val="007673BD"/>
    <w:rsid w:val="007676E8"/>
    <w:rsid w:val="00767BE2"/>
    <w:rsid w:val="0077074E"/>
    <w:rsid w:val="00770750"/>
    <w:rsid w:val="0077111A"/>
    <w:rsid w:val="007716F5"/>
    <w:rsid w:val="0077222D"/>
    <w:rsid w:val="00773806"/>
    <w:rsid w:val="007739C8"/>
    <w:rsid w:val="00773A86"/>
    <w:rsid w:val="0077413A"/>
    <w:rsid w:val="00774436"/>
    <w:rsid w:val="00774FBA"/>
    <w:rsid w:val="0077578A"/>
    <w:rsid w:val="00775D3E"/>
    <w:rsid w:val="007772AD"/>
    <w:rsid w:val="007802EA"/>
    <w:rsid w:val="007803E4"/>
    <w:rsid w:val="007811D4"/>
    <w:rsid w:val="007811EA"/>
    <w:rsid w:val="00781310"/>
    <w:rsid w:val="00781BB9"/>
    <w:rsid w:val="007835A1"/>
    <w:rsid w:val="007842EA"/>
    <w:rsid w:val="00784764"/>
    <w:rsid w:val="00784B04"/>
    <w:rsid w:val="00785E81"/>
    <w:rsid w:val="00790B72"/>
    <w:rsid w:val="00790C84"/>
    <w:rsid w:val="00791434"/>
    <w:rsid w:val="00791E1B"/>
    <w:rsid w:val="00791FEC"/>
    <w:rsid w:val="00792555"/>
    <w:rsid w:val="00792C89"/>
    <w:rsid w:val="0079428D"/>
    <w:rsid w:val="0079449C"/>
    <w:rsid w:val="00795048"/>
    <w:rsid w:val="0079571B"/>
    <w:rsid w:val="0079581B"/>
    <w:rsid w:val="007966C7"/>
    <w:rsid w:val="00796D61"/>
    <w:rsid w:val="00796F4F"/>
    <w:rsid w:val="007A069B"/>
    <w:rsid w:val="007A0B7D"/>
    <w:rsid w:val="007A18F5"/>
    <w:rsid w:val="007A1B4F"/>
    <w:rsid w:val="007A1EF9"/>
    <w:rsid w:val="007A2619"/>
    <w:rsid w:val="007A271D"/>
    <w:rsid w:val="007A2F08"/>
    <w:rsid w:val="007A459F"/>
    <w:rsid w:val="007A4DD1"/>
    <w:rsid w:val="007A4E83"/>
    <w:rsid w:val="007A5513"/>
    <w:rsid w:val="007A574F"/>
    <w:rsid w:val="007A57F5"/>
    <w:rsid w:val="007A6E18"/>
    <w:rsid w:val="007A7205"/>
    <w:rsid w:val="007A77AC"/>
    <w:rsid w:val="007B037A"/>
    <w:rsid w:val="007B11D3"/>
    <w:rsid w:val="007B12C3"/>
    <w:rsid w:val="007B178F"/>
    <w:rsid w:val="007B1CB6"/>
    <w:rsid w:val="007B2298"/>
    <w:rsid w:val="007B2B2B"/>
    <w:rsid w:val="007B2BC6"/>
    <w:rsid w:val="007B3847"/>
    <w:rsid w:val="007B3EAC"/>
    <w:rsid w:val="007B5D90"/>
    <w:rsid w:val="007B5FE5"/>
    <w:rsid w:val="007B6CFF"/>
    <w:rsid w:val="007B74D3"/>
    <w:rsid w:val="007B79C1"/>
    <w:rsid w:val="007B7AEA"/>
    <w:rsid w:val="007C0076"/>
    <w:rsid w:val="007C07E9"/>
    <w:rsid w:val="007C1863"/>
    <w:rsid w:val="007C1E3E"/>
    <w:rsid w:val="007C212A"/>
    <w:rsid w:val="007C3793"/>
    <w:rsid w:val="007C4C23"/>
    <w:rsid w:val="007C5059"/>
    <w:rsid w:val="007C5592"/>
    <w:rsid w:val="007C56BD"/>
    <w:rsid w:val="007C688F"/>
    <w:rsid w:val="007C72FB"/>
    <w:rsid w:val="007C75CA"/>
    <w:rsid w:val="007C7AAF"/>
    <w:rsid w:val="007D0F6A"/>
    <w:rsid w:val="007D193B"/>
    <w:rsid w:val="007D2044"/>
    <w:rsid w:val="007D21F0"/>
    <w:rsid w:val="007D3151"/>
    <w:rsid w:val="007D3760"/>
    <w:rsid w:val="007D3995"/>
    <w:rsid w:val="007D3CBF"/>
    <w:rsid w:val="007D450F"/>
    <w:rsid w:val="007D58FE"/>
    <w:rsid w:val="007D613C"/>
    <w:rsid w:val="007D6AE7"/>
    <w:rsid w:val="007D6BF0"/>
    <w:rsid w:val="007D6E5D"/>
    <w:rsid w:val="007D6FA8"/>
    <w:rsid w:val="007D70F9"/>
    <w:rsid w:val="007D75B3"/>
    <w:rsid w:val="007D7BFA"/>
    <w:rsid w:val="007E01DA"/>
    <w:rsid w:val="007E09CC"/>
    <w:rsid w:val="007E13D6"/>
    <w:rsid w:val="007E2506"/>
    <w:rsid w:val="007E283F"/>
    <w:rsid w:val="007E2915"/>
    <w:rsid w:val="007E5890"/>
    <w:rsid w:val="007E5E75"/>
    <w:rsid w:val="007E5EE9"/>
    <w:rsid w:val="007E64C6"/>
    <w:rsid w:val="007E7717"/>
    <w:rsid w:val="007F021D"/>
    <w:rsid w:val="007F0A93"/>
    <w:rsid w:val="007F17D6"/>
    <w:rsid w:val="007F1A52"/>
    <w:rsid w:val="007F23FB"/>
    <w:rsid w:val="007F2D91"/>
    <w:rsid w:val="007F2FA6"/>
    <w:rsid w:val="007F2FBF"/>
    <w:rsid w:val="007F3B28"/>
    <w:rsid w:val="007F3B60"/>
    <w:rsid w:val="007F3DB5"/>
    <w:rsid w:val="007F407A"/>
    <w:rsid w:val="007F5F48"/>
    <w:rsid w:val="007F68F4"/>
    <w:rsid w:val="007F69B9"/>
    <w:rsid w:val="00800B93"/>
    <w:rsid w:val="00800BD0"/>
    <w:rsid w:val="008013A3"/>
    <w:rsid w:val="00801995"/>
    <w:rsid w:val="00801CD5"/>
    <w:rsid w:val="00802247"/>
    <w:rsid w:val="00802BA8"/>
    <w:rsid w:val="008031C5"/>
    <w:rsid w:val="0080388D"/>
    <w:rsid w:val="008039B6"/>
    <w:rsid w:val="00803A96"/>
    <w:rsid w:val="00804684"/>
    <w:rsid w:val="00804F96"/>
    <w:rsid w:val="008051CE"/>
    <w:rsid w:val="00805B6A"/>
    <w:rsid w:val="00807932"/>
    <w:rsid w:val="00810410"/>
    <w:rsid w:val="00810809"/>
    <w:rsid w:val="008108B2"/>
    <w:rsid w:val="00810F79"/>
    <w:rsid w:val="00811148"/>
    <w:rsid w:val="00813183"/>
    <w:rsid w:val="008135EE"/>
    <w:rsid w:val="008141E7"/>
    <w:rsid w:val="0081456C"/>
    <w:rsid w:val="00815065"/>
    <w:rsid w:val="00815D05"/>
    <w:rsid w:val="00816328"/>
    <w:rsid w:val="00820644"/>
    <w:rsid w:val="00821A24"/>
    <w:rsid w:val="0082201B"/>
    <w:rsid w:val="008224D8"/>
    <w:rsid w:val="00822AB7"/>
    <w:rsid w:val="008235B7"/>
    <w:rsid w:val="008236C8"/>
    <w:rsid w:val="008239F0"/>
    <w:rsid w:val="00823D8E"/>
    <w:rsid w:val="00823FE4"/>
    <w:rsid w:val="00824DDB"/>
    <w:rsid w:val="00824F89"/>
    <w:rsid w:val="0082604C"/>
    <w:rsid w:val="008263B7"/>
    <w:rsid w:val="00826CA9"/>
    <w:rsid w:val="00827049"/>
    <w:rsid w:val="00827D6C"/>
    <w:rsid w:val="00827FF2"/>
    <w:rsid w:val="00830DE3"/>
    <w:rsid w:val="00830FC7"/>
    <w:rsid w:val="00832CD4"/>
    <w:rsid w:val="0083346A"/>
    <w:rsid w:val="00833DE5"/>
    <w:rsid w:val="00833E1A"/>
    <w:rsid w:val="00834BF2"/>
    <w:rsid w:val="008352A5"/>
    <w:rsid w:val="008353EB"/>
    <w:rsid w:val="00835D00"/>
    <w:rsid w:val="0083660F"/>
    <w:rsid w:val="00837E4D"/>
    <w:rsid w:val="00840700"/>
    <w:rsid w:val="008407D6"/>
    <w:rsid w:val="00840AAC"/>
    <w:rsid w:val="00840DB5"/>
    <w:rsid w:val="0084257D"/>
    <w:rsid w:val="00842F9A"/>
    <w:rsid w:val="00843B30"/>
    <w:rsid w:val="00844030"/>
    <w:rsid w:val="008443F5"/>
    <w:rsid w:val="00844A75"/>
    <w:rsid w:val="00845948"/>
    <w:rsid w:val="00845C9C"/>
    <w:rsid w:val="00845D17"/>
    <w:rsid w:val="00846311"/>
    <w:rsid w:val="00846636"/>
    <w:rsid w:val="00846F50"/>
    <w:rsid w:val="00847021"/>
    <w:rsid w:val="00847216"/>
    <w:rsid w:val="0084781E"/>
    <w:rsid w:val="0085045A"/>
    <w:rsid w:val="00850E97"/>
    <w:rsid w:val="00851568"/>
    <w:rsid w:val="00851684"/>
    <w:rsid w:val="00854627"/>
    <w:rsid w:val="00854986"/>
    <w:rsid w:val="00854E60"/>
    <w:rsid w:val="008553CF"/>
    <w:rsid w:val="008565B6"/>
    <w:rsid w:val="00857424"/>
    <w:rsid w:val="0086140C"/>
    <w:rsid w:val="0086212D"/>
    <w:rsid w:val="008624A0"/>
    <w:rsid w:val="0086310C"/>
    <w:rsid w:val="00863797"/>
    <w:rsid w:val="00864891"/>
    <w:rsid w:val="00864BA8"/>
    <w:rsid w:val="008653EF"/>
    <w:rsid w:val="00865C8E"/>
    <w:rsid w:val="0086717F"/>
    <w:rsid w:val="0086719A"/>
    <w:rsid w:val="00867200"/>
    <w:rsid w:val="008674DC"/>
    <w:rsid w:val="00870DE9"/>
    <w:rsid w:val="008714D1"/>
    <w:rsid w:val="00872517"/>
    <w:rsid w:val="0087272F"/>
    <w:rsid w:val="00874A5B"/>
    <w:rsid w:val="00874C26"/>
    <w:rsid w:val="0087614D"/>
    <w:rsid w:val="00876567"/>
    <w:rsid w:val="00877D78"/>
    <w:rsid w:val="00877E29"/>
    <w:rsid w:val="008804BA"/>
    <w:rsid w:val="008807F9"/>
    <w:rsid w:val="00881352"/>
    <w:rsid w:val="00882CD2"/>
    <w:rsid w:val="008831A2"/>
    <w:rsid w:val="008835DA"/>
    <w:rsid w:val="00883D68"/>
    <w:rsid w:val="008844DC"/>
    <w:rsid w:val="00884A6D"/>
    <w:rsid w:val="008850E7"/>
    <w:rsid w:val="00885129"/>
    <w:rsid w:val="008851B2"/>
    <w:rsid w:val="00885649"/>
    <w:rsid w:val="00886416"/>
    <w:rsid w:val="00886B52"/>
    <w:rsid w:val="00887B1E"/>
    <w:rsid w:val="00887F89"/>
    <w:rsid w:val="00890799"/>
    <w:rsid w:val="00890CAE"/>
    <w:rsid w:val="0089256D"/>
    <w:rsid w:val="008927E2"/>
    <w:rsid w:val="008933A2"/>
    <w:rsid w:val="008946FB"/>
    <w:rsid w:val="00894ECB"/>
    <w:rsid w:val="008957AF"/>
    <w:rsid w:val="00895AD6"/>
    <w:rsid w:val="00895B06"/>
    <w:rsid w:val="00895BFE"/>
    <w:rsid w:val="00897585"/>
    <w:rsid w:val="00897B60"/>
    <w:rsid w:val="00897C45"/>
    <w:rsid w:val="00897C5B"/>
    <w:rsid w:val="00897E3A"/>
    <w:rsid w:val="008A0197"/>
    <w:rsid w:val="008A05BB"/>
    <w:rsid w:val="008A0881"/>
    <w:rsid w:val="008A1B69"/>
    <w:rsid w:val="008A3C0C"/>
    <w:rsid w:val="008A48CA"/>
    <w:rsid w:val="008A4DD2"/>
    <w:rsid w:val="008A501B"/>
    <w:rsid w:val="008A53B8"/>
    <w:rsid w:val="008A5738"/>
    <w:rsid w:val="008A5975"/>
    <w:rsid w:val="008A62D8"/>
    <w:rsid w:val="008A7071"/>
    <w:rsid w:val="008A7965"/>
    <w:rsid w:val="008A7BE6"/>
    <w:rsid w:val="008B0125"/>
    <w:rsid w:val="008B015D"/>
    <w:rsid w:val="008B02E0"/>
    <w:rsid w:val="008B077E"/>
    <w:rsid w:val="008B07FA"/>
    <w:rsid w:val="008B0860"/>
    <w:rsid w:val="008B0D62"/>
    <w:rsid w:val="008B178C"/>
    <w:rsid w:val="008B1D76"/>
    <w:rsid w:val="008B2E77"/>
    <w:rsid w:val="008B3216"/>
    <w:rsid w:val="008B34C8"/>
    <w:rsid w:val="008B391E"/>
    <w:rsid w:val="008B39B9"/>
    <w:rsid w:val="008B46DD"/>
    <w:rsid w:val="008B4965"/>
    <w:rsid w:val="008B4A37"/>
    <w:rsid w:val="008B4AD3"/>
    <w:rsid w:val="008B564D"/>
    <w:rsid w:val="008B6B3E"/>
    <w:rsid w:val="008B7FCE"/>
    <w:rsid w:val="008C0312"/>
    <w:rsid w:val="008C054C"/>
    <w:rsid w:val="008C0F85"/>
    <w:rsid w:val="008C13A9"/>
    <w:rsid w:val="008C1BEA"/>
    <w:rsid w:val="008C1CF1"/>
    <w:rsid w:val="008C2B9F"/>
    <w:rsid w:val="008C2DB2"/>
    <w:rsid w:val="008C3E25"/>
    <w:rsid w:val="008C5820"/>
    <w:rsid w:val="008C5C6C"/>
    <w:rsid w:val="008C68FA"/>
    <w:rsid w:val="008C6A04"/>
    <w:rsid w:val="008C7327"/>
    <w:rsid w:val="008C7A4E"/>
    <w:rsid w:val="008C7B5A"/>
    <w:rsid w:val="008D1133"/>
    <w:rsid w:val="008D1EE0"/>
    <w:rsid w:val="008D21BF"/>
    <w:rsid w:val="008D2670"/>
    <w:rsid w:val="008D2F1D"/>
    <w:rsid w:val="008D3720"/>
    <w:rsid w:val="008D3B04"/>
    <w:rsid w:val="008D3C87"/>
    <w:rsid w:val="008D4890"/>
    <w:rsid w:val="008D4D72"/>
    <w:rsid w:val="008D541C"/>
    <w:rsid w:val="008D5A4A"/>
    <w:rsid w:val="008D647D"/>
    <w:rsid w:val="008D683E"/>
    <w:rsid w:val="008D69C0"/>
    <w:rsid w:val="008D7767"/>
    <w:rsid w:val="008D7AE8"/>
    <w:rsid w:val="008D7B12"/>
    <w:rsid w:val="008D7D6F"/>
    <w:rsid w:val="008D7FFE"/>
    <w:rsid w:val="008E01C0"/>
    <w:rsid w:val="008E08EE"/>
    <w:rsid w:val="008E0F40"/>
    <w:rsid w:val="008E2FEA"/>
    <w:rsid w:val="008E341E"/>
    <w:rsid w:val="008E3A91"/>
    <w:rsid w:val="008E481B"/>
    <w:rsid w:val="008E5224"/>
    <w:rsid w:val="008E552A"/>
    <w:rsid w:val="008E5B2C"/>
    <w:rsid w:val="008E5F08"/>
    <w:rsid w:val="008E7862"/>
    <w:rsid w:val="008E7D4E"/>
    <w:rsid w:val="008E7FA2"/>
    <w:rsid w:val="008F1379"/>
    <w:rsid w:val="008F189A"/>
    <w:rsid w:val="008F1F48"/>
    <w:rsid w:val="008F2041"/>
    <w:rsid w:val="008F3BCD"/>
    <w:rsid w:val="008F3F85"/>
    <w:rsid w:val="008F3FA6"/>
    <w:rsid w:val="008F46F6"/>
    <w:rsid w:val="008F4BAB"/>
    <w:rsid w:val="008F55FF"/>
    <w:rsid w:val="008F57C5"/>
    <w:rsid w:val="008F6B7D"/>
    <w:rsid w:val="008F72EC"/>
    <w:rsid w:val="008F759A"/>
    <w:rsid w:val="008F7D98"/>
    <w:rsid w:val="00900030"/>
    <w:rsid w:val="0090094E"/>
    <w:rsid w:val="00902450"/>
    <w:rsid w:val="009031EF"/>
    <w:rsid w:val="00903E3C"/>
    <w:rsid w:val="00906EEF"/>
    <w:rsid w:val="00907323"/>
    <w:rsid w:val="00907996"/>
    <w:rsid w:val="009103A0"/>
    <w:rsid w:val="00911571"/>
    <w:rsid w:val="00911E22"/>
    <w:rsid w:val="009121F0"/>
    <w:rsid w:val="009129D4"/>
    <w:rsid w:val="00913177"/>
    <w:rsid w:val="00913810"/>
    <w:rsid w:val="00913B00"/>
    <w:rsid w:val="00913F42"/>
    <w:rsid w:val="00914108"/>
    <w:rsid w:val="00914299"/>
    <w:rsid w:val="009148EE"/>
    <w:rsid w:val="00915B3B"/>
    <w:rsid w:val="00915CF2"/>
    <w:rsid w:val="00915D28"/>
    <w:rsid w:val="00915E6F"/>
    <w:rsid w:val="00915F52"/>
    <w:rsid w:val="00916DDA"/>
    <w:rsid w:val="0091777D"/>
    <w:rsid w:val="009179A3"/>
    <w:rsid w:val="00920CA7"/>
    <w:rsid w:val="009210CC"/>
    <w:rsid w:val="009221A1"/>
    <w:rsid w:val="00923A36"/>
    <w:rsid w:val="0092416D"/>
    <w:rsid w:val="0092434A"/>
    <w:rsid w:val="00924B17"/>
    <w:rsid w:val="0092511E"/>
    <w:rsid w:val="00925739"/>
    <w:rsid w:val="009258CE"/>
    <w:rsid w:val="009262F8"/>
    <w:rsid w:val="009265C7"/>
    <w:rsid w:val="00927082"/>
    <w:rsid w:val="00927724"/>
    <w:rsid w:val="00927778"/>
    <w:rsid w:val="0093053A"/>
    <w:rsid w:val="00930D47"/>
    <w:rsid w:val="009310AA"/>
    <w:rsid w:val="009318B2"/>
    <w:rsid w:val="009337E9"/>
    <w:rsid w:val="00933973"/>
    <w:rsid w:val="0093497D"/>
    <w:rsid w:val="00935DDC"/>
    <w:rsid w:val="009360F0"/>
    <w:rsid w:val="00936D02"/>
    <w:rsid w:val="00936D62"/>
    <w:rsid w:val="009373EC"/>
    <w:rsid w:val="00937AB3"/>
    <w:rsid w:val="00940CEE"/>
    <w:rsid w:val="009411C8"/>
    <w:rsid w:val="0094133B"/>
    <w:rsid w:val="00941D4C"/>
    <w:rsid w:val="0094244D"/>
    <w:rsid w:val="00942D31"/>
    <w:rsid w:val="009448F9"/>
    <w:rsid w:val="00944967"/>
    <w:rsid w:val="00945204"/>
    <w:rsid w:val="00945315"/>
    <w:rsid w:val="00945C3A"/>
    <w:rsid w:val="009467AB"/>
    <w:rsid w:val="009467B9"/>
    <w:rsid w:val="009472CD"/>
    <w:rsid w:val="009477A5"/>
    <w:rsid w:val="00947C08"/>
    <w:rsid w:val="00947F5F"/>
    <w:rsid w:val="009500D0"/>
    <w:rsid w:val="0095011A"/>
    <w:rsid w:val="00951342"/>
    <w:rsid w:val="00951E34"/>
    <w:rsid w:val="00953022"/>
    <w:rsid w:val="009531EA"/>
    <w:rsid w:val="00953566"/>
    <w:rsid w:val="00955EA5"/>
    <w:rsid w:val="00956303"/>
    <w:rsid w:val="00956BCD"/>
    <w:rsid w:val="0096094C"/>
    <w:rsid w:val="00960EE7"/>
    <w:rsid w:val="00961234"/>
    <w:rsid w:val="00961471"/>
    <w:rsid w:val="009617B9"/>
    <w:rsid w:val="00962731"/>
    <w:rsid w:val="009630F9"/>
    <w:rsid w:val="009642A5"/>
    <w:rsid w:val="00964AEE"/>
    <w:rsid w:val="0096556E"/>
    <w:rsid w:val="0096740B"/>
    <w:rsid w:val="00967659"/>
    <w:rsid w:val="00967825"/>
    <w:rsid w:val="00967F54"/>
    <w:rsid w:val="00972ADD"/>
    <w:rsid w:val="00973EF8"/>
    <w:rsid w:val="00974020"/>
    <w:rsid w:val="009746FF"/>
    <w:rsid w:val="00974DD3"/>
    <w:rsid w:val="009759D8"/>
    <w:rsid w:val="00975BC5"/>
    <w:rsid w:val="00975CC8"/>
    <w:rsid w:val="00975E3B"/>
    <w:rsid w:val="00976B02"/>
    <w:rsid w:val="00977121"/>
    <w:rsid w:val="0098012B"/>
    <w:rsid w:val="00980176"/>
    <w:rsid w:val="009801A6"/>
    <w:rsid w:val="009802C4"/>
    <w:rsid w:val="00981F8D"/>
    <w:rsid w:val="0098208F"/>
    <w:rsid w:val="00983207"/>
    <w:rsid w:val="00983430"/>
    <w:rsid w:val="00983CBC"/>
    <w:rsid w:val="00983F8F"/>
    <w:rsid w:val="00984301"/>
    <w:rsid w:val="00984F0D"/>
    <w:rsid w:val="00984F90"/>
    <w:rsid w:val="009873E0"/>
    <w:rsid w:val="00991FBA"/>
    <w:rsid w:val="00991FDE"/>
    <w:rsid w:val="00992567"/>
    <w:rsid w:val="009937CD"/>
    <w:rsid w:val="00993AB7"/>
    <w:rsid w:val="00993BDC"/>
    <w:rsid w:val="00996D93"/>
    <w:rsid w:val="00996F03"/>
    <w:rsid w:val="00997C80"/>
    <w:rsid w:val="009A1BCF"/>
    <w:rsid w:val="009A2443"/>
    <w:rsid w:val="009A2C6A"/>
    <w:rsid w:val="009A2E03"/>
    <w:rsid w:val="009A2FC3"/>
    <w:rsid w:val="009A36A0"/>
    <w:rsid w:val="009A3842"/>
    <w:rsid w:val="009A3DE9"/>
    <w:rsid w:val="009A471C"/>
    <w:rsid w:val="009A5FA2"/>
    <w:rsid w:val="009A62B9"/>
    <w:rsid w:val="009A62C4"/>
    <w:rsid w:val="009A6854"/>
    <w:rsid w:val="009A7EBF"/>
    <w:rsid w:val="009B0D5E"/>
    <w:rsid w:val="009B0F5F"/>
    <w:rsid w:val="009B0FA7"/>
    <w:rsid w:val="009B123A"/>
    <w:rsid w:val="009B1F1F"/>
    <w:rsid w:val="009B25FB"/>
    <w:rsid w:val="009B3428"/>
    <w:rsid w:val="009B36E0"/>
    <w:rsid w:val="009B3867"/>
    <w:rsid w:val="009B3ED3"/>
    <w:rsid w:val="009B4810"/>
    <w:rsid w:val="009B594F"/>
    <w:rsid w:val="009B59A3"/>
    <w:rsid w:val="009B6BE0"/>
    <w:rsid w:val="009B71E1"/>
    <w:rsid w:val="009C0362"/>
    <w:rsid w:val="009C05D9"/>
    <w:rsid w:val="009C0839"/>
    <w:rsid w:val="009C090D"/>
    <w:rsid w:val="009C098A"/>
    <w:rsid w:val="009C14E3"/>
    <w:rsid w:val="009C20AC"/>
    <w:rsid w:val="009C2B71"/>
    <w:rsid w:val="009C2BBD"/>
    <w:rsid w:val="009C3795"/>
    <w:rsid w:val="009C4871"/>
    <w:rsid w:val="009C4BF9"/>
    <w:rsid w:val="009C59B0"/>
    <w:rsid w:val="009C5B10"/>
    <w:rsid w:val="009C5D83"/>
    <w:rsid w:val="009C5DC9"/>
    <w:rsid w:val="009C6320"/>
    <w:rsid w:val="009C6990"/>
    <w:rsid w:val="009C7813"/>
    <w:rsid w:val="009D12D4"/>
    <w:rsid w:val="009D194D"/>
    <w:rsid w:val="009D1DE4"/>
    <w:rsid w:val="009D1F92"/>
    <w:rsid w:val="009D2D34"/>
    <w:rsid w:val="009D438D"/>
    <w:rsid w:val="009D53A3"/>
    <w:rsid w:val="009D55CE"/>
    <w:rsid w:val="009D7011"/>
    <w:rsid w:val="009D787C"/>
    <w:rsid w:val="009E014D"/>
    <w:rsid w:val="009E0B1E"/>
    <w:rsid w:val="009E0D60"/>
    <w:rsid w:val="009E0DCD"/>
    <w:rsid w:val="009E10BD"/>
    <w:rsid w:val="009E19CC"/>
    <w:rsid w:val="009E1E99"/>
    <w:rsid w:val="009E1EEB"/>
    <w:rsid w:val="009E39EA"/>
    <w:rsid w:val="009E40DE"/>
    <w:rsid w:val="009E43A6"/>
    <w:rsid w:val="009E4820"/>
    <w:rsid w:val="009E5014"/>
    <w:rsid w:val="009E53A6"/>
    <w:rsid w:val="009E63FF"/>
    <w:rsid w:val="009E6665"/>
    <w:rsid w:val="009E6AD9"/>
    <w:rsid w:val="009E79D5"/>
    <w:rsid w:val="009F0967"/>
    <w:rsid w:val="009F0C9C"/>
    <w:rsid w:val="009F1F0E"/>
    <w:rsid w:val="009F230D"/>
    <w:rsid w:val="009F23A9"/>
    <w:rsid w:val="009F2734"/>
    <w:rsid w:val="009F3FAE"/>
    <w:rsid w:val="009F4141"/>
    <w:rsid w:val="009F4253"/>
    <w:rsid w:val="009F4320"/>
    <w:rsid w:val="009F4D7B"/>
    <w:rsid w:val="009F502B"/>
    <w:rsid w:val="009F5879"/>
    <w:rsid w:val="009F5A54"/>
    <w:rsid w:val="009F5BE2"/>
    <w:rsid w:val="009F5EB8"/>
    <w:rsid w:val="009F6519"/>
    <w:rsid w:val="009F6B55"/>
    <w:rsid w:val="009F7158"/>
    <w:rsid w:val="009F731B"/>
    <w:rsid w:val="009F7A29"/>
    <w:rsid w:val="009F7A43"/>
    <w:rsid w:val="009F7D11"/>
    <w:rsid w:val="009F7ED8"/>
    <w:rsid w:val="00A00080"/>
    <w:rsid w:val="00A02068"/>
    <w:rsid w:val="00A022BC"/>
    <w:rsid w:val="00A0259D"/>
    <w:rsid w:val="00A035E2"/>
    <w:rsid w:val="00A036FA"/>
    <w:rsid w:val="00A03978"/>
    <w:rsid w:val="00A042F6"/>
    <w:rsid w:val="00A0573A"/>
    <w:rsid w:val="00A0634E"/>
    <w:rsid w:val="00A06697"/>
    <w:rsid w:val="00A079C2"/>
    <w:rsid w:val="00A07C40"/>
    <w:rsid w:val="00A07D7C"/>
    <w:rsid w:val="00A10803"/>
    <w:rsid w:val="00A12826"/>
    <w:rsid w:val="00A12A4A"/>
    <w:rsid w:val="00A137B1"/>
    <w:rsid w:val="00A13C32"/>
    <w:rsid w:val="00A147DE"/>
    <w:rsid w:val="00A14A1C"/>
    <w:rsid w:val="00A15052"/>
    <w:rsid w:val="00A16344"/>
    <w:rsid w:val="00A167A1"/>
    <w:rsid w:val="00A16E3C"/>
    <w:rsid w:val="00A16F48"/>
    <w:rsid w:val="00A17077"/>
    <w:rsid w:val="00A175ED"/>
    <w:rsid w:val="00A17C9D"/>
    <w:rsid w:val="00A209CE"/>
    <w:rsid w:val="00A20A86"/>
    <w:rsid w:val="00A20E42"/>
    <w:rsid w:val="00A211D4"/>
    <w:rsid w:val="00A21701"/>
    <w:rsid w:val="00A219EC"/>
    <w:rsid w:val="00A22046"/>
    <w:rsid w:val="00A22505"/>
    <w:rsid w:val="00A22759"/>
    <w:rsid w:val="00A22776"/>
    <w:rsid w:val="00A242C2"/>
    <w:rsid w:val="00A24B54"/>
    <w:rsid w:val="00A254FC"/>
    <w:rsid w:val="00A260BB"/>
    <w:rsid w:val="00A261A8"/>
    <w:rsid w:val="00A26C7A"/>
    <w:rsid w:val="00A27455"/>
    <w:rsid w:val="00A27915"/>
    <w:rsid w:val="00A306CF"/>
    <w:rsid w:val="00A309A5"/>
    <w:rsid w:val="00A32013"/>
    <w:rsid w:val="00A332CB"/>
    <w:rsid w:val="00A33F3D"/>
    <w:rsid w:val="00A343C6"/>
    <w:rsid w:val="00A34476"/>
    <w:rsid w:val="00A347D4"/>
    <w:rsid w:val="00A35C22"/>
    <w:rsid w:val="00A35E58"/>
    <w:rsid w:val="00A367A8"/>
    <w:rsid w:val="00A37231"/>
    <w:rsid w:val="00A42442"/>
    <w:rsid w:val="00A42943"/>
    <w:rsid w:val="00A43313"/>
    <w:rsid w:val="00A438D2"/>
    <w:rsid w:val="00A44218"/>
    <w:rsid w:val="00A445E9"/>
    <w:rsid w:val="00A44712"/>
    <w:rsid w:val="00A44922"/>
    <w:rsid w:val="00A44DBC"/>
    <w:rsid w:val="00A45DC2"/>
    <w:rsid w:val="00A45F72"/>
    <w:rsid w:val="00A46560"/>
    <w:rsid w:val="00A466EC"/>
    <w:rsid w:val="00A46D36"/>
    <w:rsid w:val="00A46D97"/>
    <w:rsid w:val="00A476E8"/>
    <w:rsid w:val="00A4777F"/>
    <w:rsid w:val="00A50122"/>
    <w:rsid w:val="00A50184"/>
    <w:rsid w:val="00A50604"/>
    <w:rsid w:val="00A508BA"/>
    <w:rsid w:val="00A50B64"/>
    <w:rsid w:val="00A51330"/>
    <w:rsid w:val="00A5147D"/>
    <w:rsid w:val="00A527EF"/>
    <w:rsid w:val="00A52BAE"/>
    <w:rsid w:val="00A52CB7"/>
    <w:rsid w:val="00A53861"/>
    <w:rsid w:val="00A540F9"/>
    <w:rsid w:val="00A54686"/>
    <w:rsid w:val="00A54D6C"/>
    <w:rsid w:val="00A5568E"/>
    <w:rsid w:val="00A55A50"/>
    <w:rsid w:val="00A5621F"/>
    <w:rsid w:val="00A563DC"/>
    <w:rsid w:val="00A57F35"/>
    <w:rsid w:val="00A57F5E"/>
    <w:rsid w:val="00A612D7"/>
    <w:rsid w:val="00A61559"/>
    <w:rsid w:val="00A61A34"/>
    <w:rsid w:val="00A62D76"/>
    <w:rsid w:val="00A6305B"/>
    <w:rsid w:val="00A64A77"/>
    <w:rsid w:val="00A64D7E"/>
    <w:rsid w:val="00A6579A"/>
    <w:rsid w:val="00A66E71"/>
    <w:rsid w:val="00A70B11"/>
    <w:rsid w:val="00A70FCB"/>
    <w:rsid w:val="00A7153A"/>
    <w:rsid w:val="00A71935"/>
    <w:rsid w:val="00A71E82"/>
    <w:rsid w:val="00A72464"/>
    <w:rsid w:val="00A73568"/>
    <w:rsid w:val="00A744A4"/>
    <w:rsid w:val="00A74A24"/>
    <w:rsid w:val="00A74F37"/>
    <w:rsid w:val="00A75358"/>
    <w:rsid w:val="00A75980"/>
    <w:rsid w:val="00A75DB5"/>
    <w:rsid w:val="00A761D7"/>
    <w:rsid w:val="00A763C9"/>
    <w:rsid w:val="00A7696E"/>
    <w:rsid w:val="00A76F9C"/>
    <w:rsid w:val="00A77A6C"/>
    <w:rsid w:val="00A8047D"/>
    <w:rsid w:val="00A809EC"/>
    <w:rsid w:val="00A80ED6"/>
    <w:rsid w:val="00A8247C"/>
    <w:rsid w:val="00A8298C"/>
    <w:rsid w:val="00A82FC1"/>
    <w:rsid w:val="00A83F47"/>
    <w:rsid w:val="00A848FA"/>
    <w:rsid w:val="00A84F82"/>
    <w:rsid w:val="00A866C7"/>
    <w:rsid w:val="00A86AB8"/>
    <w:rsid w:val="00A870CA"/>
    <w:rsid w:val="00A87545"/>
    <w:rsid w:val="00A879BC"/>
    <w:rsid w:val="00A925D8"/>
    <w:rsid w:val="00A925F6"/>
    <w:rsid w:val="00A92AC7"/>
    <w:rsid w:val="00A940B7"/>
    <w:rsid w:val="00A945E9"/>
    <w:rsid w:val="00A94826"/>
    <w:rsid w:val="00A9580D"/>
    <w:rsid w:val="00A9798C"/>
    <w:rsid w:val="00A97F3C"/>
    <w:rsid w:val="00AA0178"/>
    <w:rsid w:val="00AA080D"/>
    <w:rsid w:val="00AA0B8E"/>
    <w:rsid w:val="00AA1C82"/>
    <w:rsid w:val="00AA21EF"/>
    <w:rsid w:val="00AA258E"/>
    <w:rsid w:val="00AA2735"/>
    <w:rsid w:val="00AA3C65"/>
    <w:rsid w:val="00AA3CBA"/>
    <w:rsid w:val="00AA3E3E"/>
    <w:rsid w:val="00AA3E4B"/>
    <w:rsid w:val="00AA4062"/>
    <w:rsid w:val="00AA466B"/>
    <w:rsid w:val="00AA4BBB"/>
    <w:rsid w:val="00AA4FBB"/>
    <w:rsid w:val="00AA5FAB"/>
    <w:rsid w:val="00AA6933"/>
    <w:rsid w:val="00AA6F84"/>
    <w:rsid w:val="00AA7A5A"/>
    <w:rsid w:val="00AA7EAB"/>
    <w:rsid w:val="00AB00FC"/>
    <w:rsid w:val="00AB0677"/>
    <w:rsid w:val="00AB25F5"/>
    <w:rsid w:val="00AB26C8"/>
    <w:rsid w:val="00AB3323"/>
    <w:rsid w:val="00AB357C"/>
    <w:rsid w:val="00AB3851"/>
    <w:rsid w:val="00AB4210"/>
    <w:rsid w:val="00AB4583"/>
    <w:rsid w:val="00AB4C0B"/>
    <w:rsid w:val="00AB5375"/>
    <w:rsid w:val="00AB58E7"/>
    <w:rsid w:val="00AB592D"/>
    <w:rsid w:val="00AB6D09"/>
    <w:rsid w:val="00AB6DD4"/>
    <w:rsid w:val="00AB7478"/>
    <w:rsid w:val="00AC0FB2"/>
    <w:rsid w:val="00AC2396"/>
    <w:rsid w:val="00AC2693"/>
    <w:rsid w:val="00AC3348"/>
    <w:rsid w:val="00AC3A52"/>
    <w:rsid w:val="00AC3BE8"/>
    <w:rsid w:val="00AC3F2F"/>
    <w:rsid w:val="00AC4952"/>
    <w:rsid w:val="00AC5B74"/>
    <w:rsid w:val="00AC5F17"/>
    <w:rsid w:val="00AC698B"/>
    <w:rsid w:val="00AC767C"/>
    <w:rsid w:val="00AC7719"/>
    <w:rsid w:val="00AC7AC5"/>
    <w:rsid w:val="00AC7B66"/>
    <w:rsid w:val="00AC7EA3"/>
    <w:rsid w:val="00AC7ED6"/>
    <w:rsid w:val="00AD0142"/>
    <w:rsid w:val="00AD0615"/>
    <w:rsid w:val="00AD08DC"/>
    <w:rsid w:val="00AD0DC9"/>
    <w:rsid w:val="00AD2F7A"/>
    <w:rsid w:val="00AD336E"/>
    <w:rsid w:val="00AD3C93"/>
    <w:rsid w:val="00AD4466"/>
    <w:rsid w:val="00AD45ED"/>
    <w:rsid w:val="00AD4B4F"/>
    <w:rsid w:val="00AD4C4B"/>
    <w:rsid w:val="00AD4E98"/>
    <w:rsid w:val="00AD53D7"/>
    <w:rsid w:val="00AD597F"/>
    <w:rsid w:val="00AD5E08"/>
    <w:rsid w:val="00AD695D"/>
    <w:rsid w:val="00AD6B53"/>
    <w:rsid w:val="00AD6DB4"/>
    <w:rsid w:val="00AD7F32"/>
    <w:rsid w:val="00AE20EF"/>
    <w:rsid w:val="00AE2EA6"/>
    <w:rsid w:val="00AE34F4"/>
    <w:rsid w:val="00AE48FF"/>
    <w:rsid w:val="00AE6646"/>
    <w:rsid w:val="00AE6BE5"/>
    <w:rsid w:val="00AE7279"/>
    <w:rsid w:val="00AE7282"/>
    <w:rsid w:val="00AE78B3"/>
    <w:rsid w:val="00AE7B63"/>
    <w:rsid w:val="00AF033B"/>
    <w:rsid w:val="00AF1CF7"/>
    <w:rsid w:val="00AF1E05"/>
    <w:rsid w:val="00AF26E6"/>
    <w:rsid w:val="00AF38EA"/>
    <w:rsid w:val="00AF3E3B"/>
    <w:rsid w:val="00AF584D"/>
    <w:rsid w:val="00AF5A3E"/>
    <w:rsid w:val="00AF5C40"/>
    <w:rsid w:val="00AF5E88"/>
    <w:rsid w:val="00AF6651"/>
    <w:rsid w:val="00B009E2"/>
    <w:rsid w:val="00B01B62"/>
    <w:rsid w:val="00B01BE3"/>
    <w:rsid w:val="00B026A4"/>
    <w:rsid w:val="00B028D1"/>
    <w:rsid w:val="00B02A2E"/>
    <w:rsid w:val="00B02ABC"/>
    <w:rsid w:val="00B030D4"/>
    <w:rsid w:val="00B03998"/>
    <w:rsid w:val="00B03F7F"/>
    <w:rsid w:val="00B05A96"/>
    <w:rsid w:val="00B07DAC"/>
    <w:rsid w:val="00B10035"/>
    <w:rsid w:val="00B10376"/>
    <w:rsid w:val="00B10CC0"/>
    <w:rsid w:val="00B10D30"/>
    <w:rsid w:val="00B10E98"/>
    <w:rsid w:val="00B1142D"/>
    <w:rsid w:val="00B12244"/>
    <w:rsid w:val="00B12806"/>
    <w:rsid w:val="00B13084"/>
    <w:rsid w:val="00B13713"/>
    <w:rsid w:val="00B13BC3"/>
    <w:rsid w:val="00B13C6C"/>
    <w:rsid w:val="00B142DC"/>
    <w:rsid w:val="00B14C1F"/>
    <w:rsid w:val="00B14C7E"/>
    <w:rsid w:val="00B15262"/>
    <w:rsid w:val="00B1583C"/>
    <w:rsid w:val="00B15DE8"/>
    <w:rsid w:val="00B16BBA"/>
    <w:rsid w:val="00B16C78"/>
    <w:rsid w:val="00B174E3"/>
    <w:rsid w:val="00B17579"/>
    <w:rsid w:val="00B17B13"/>
    <w:rsid w:val="00B2024B"/>
    <w:rsid w:val="00B209F6"/>
    <w:rsid w:val="00B20B36"/>
    <w:rsid w:val="00B20DCF"/>
    <w:rsid w:val="00B21757"/>
    <w:rsid w:val="00B218BB"/>
    <w:rsid w:val="00B21C0C"/>
    <w:rsid w:val="00B2240F"/>
    <w:rsid w:val="00B22A4E"/>
    <w:rsid w:val="00B22F92"/>
    <w:rsid w:val="00B236F5"/>
    <w:rsid w:val="00B24099"/>
    <w:rsid w:val="00B243BA"/>
    <w:rsid w:val="00B24A47"/>
    <w:rsid w:val="00B25B0D"/>
    <w:rsid w:val="00B25E08"/>
    <w:rsid w:val="00B25FF4"/>
    <w:rsid w:val="00B26CF4"/>
    <w:rsid w:val="00B2715C"/>
    <w:rsid w:val="00B27162"/>
    <w:rsid w:val="00B2777F"/>
    <w:rsid w:val="00B30B9D"/>
    <w:rsid w:val="00B30F1F"/>
    <w:rsid w:val="00B32355"/>
    <w:rsid w:val="00B32AC1"/>
    <w:rsid w:val="00B32C63"/>
    <w:rsid w:val="00B32D19"/>
    <w:rsid w:val="00B32FE5"/>
    <w:rsid w:val="00B3306D"/>
    <w:rsid w:val="00B335F2"/>
    <w:rsid w:val="00B33806"/>
    <w:rsid w:val="00B348C1"/>
    <w:rsid w:val="00B365F2"/>
    <w:rsid w:val="00B36613"/>
    <w:rsid w:val="00B36881"/>
    <w:rsid w:val="00B379EB"/>
    <w:rsid w:val="00B40127"/>
    <w:rsid w:val="00B40289"/>
    <w:rsid w:val="00B402EE"/>
    <w:rsid w:val="00B40E65"/>
    <w:rsid w:val="00B4162E"/>
    <w:rsid w:val="00B41703"/>
    <w:rsid w:val="00B41952"/>
    <w:rsid w:val="00B42274"/>
    <w:rsid w:val="00B429EE"/>
    <w:rsid w:val="00B42E8C"/>
    <w:rsid w:val="00B44105"/>
    <w:rsid w:val="00B467FE"/>
    <w:rsid w:val="00B46AE8"/>
    <w:rsid w:val="00B47306"/>
    <w:rsid w:val="00B5070E"/>
    <w:rsid w:val="00B51610"/>
    <w:rsid w:val="00B51B6C"/>
    <w:rsid w:val="00B51C44"/>
    <w:rsid w:val="00B51F0D"/>
    <w:rsid w:val="00B51F17"/>
    <w:rsid w:val="00B52250"/>
    <w:rsid w:val="00B52464"/>
    <w:rsid w:val="00B530A5"/>
    <w:rsid w:val="00B53D5C"/>
    <w:rsid w:val="00B549BE"/>
    <w:rsid w:val="00B551EF"/>
    <w:rsid w:val="00B5555E"/>
    <w:rsid w:val="00B56111"/>
    <w:rsid w:val="00B57714"/>
    <w:rsid w:val="00B57D80"/>
    <w:rsid w:val="00B57F64"/>
    <w:rsid w:val="00B60480"/>
    <w:rsid w:val="00B605DF"/>
    <w:rsid w:val="00B60DD7"/>
    <w:rsid w:val="00B616ED"/>
    <w:rsid w:val="00B61CCF"/>
    <w:rsid w:val="00B61D24"/>
    <w:rsid w:val="00B61E9F"/>
    <w:rsid w:val="00B628C5"/>
    <w:rsid w:val="00B63E89"/>
    <w:rsid w:val="00B647C3"/>
    <w:rsid w:val="00B64F71"/>
    <w:rsid w:val="00B65132"/>
    <w:rsid w:val="00B65947"/>
    <w:rsid w:val="00B667CC"/>
    <w:rsid w:val="00B66970"/>
    <w:rsid w:val="00B710FF"/>
    <w:rsid w:val="00B71147"/>
    <w:rsid w:val="00B71960"/>
    <w:rsid w:val="00B71A5A"/>
    <w:rsid w:val="00B71BEE"/>
    <w:rsid w:val="00B72E60"/>
    <w:rsid w:val="00B73161"/>
    <w:rsid w:val="00B7320A"/>
    <w:rsid w:val="00B7462D"/>
    <w:rsid w:val="00B7481B"/>
    <w:rsid w:val="00B74EDA"/>
    <w:rsid w:val="00B7583D"/>
    <w:rsid w:val="00B75F6A"/>
    <w:rsid w:val="00B8212C"/>
    <w:rsid w:val="00B82B56"/>
    <w:rsid w:val="00B82B59"/>
    <w:rsid w:val="00B82BCF"/>
    <w:rsid w:val="00B82D70"/>
    <w:rsid w:val="00B83601"/>
    <w:rsid w:val="00B836F3"/>
    <w:rsid w:val="00B83DC7"/>
    <w:rsid w:val="00B83FCA"/>
    <w:rsid w:val="00B85501"/>
    <w:rsid w:val="00B85DDA"/>
    <w:rsid w:val="00B86A86"/>
    <w:rsid w:val="00B86D4E"/>
    <w:rsid w:val="00B8744D"/>
    <w:rsid w:val="00B876E8"/>
    <w:rsid w:val="00B87B95"/>
    <w:rsid w:val="00B905FE"/>
    <w:rsid w:val="00B90603"/>
    <w:rsid w:val="00B917DC"/>
    <w:rsid w:val="00B919A4"/>
    <w:rsid w:val="00B91EA6"/>
    <w:rsid w:val="00B923C3"/>
    <w:rsid w:val="00B925D4"/>
    <w:rsid w:val="00B926DE"/>
    <w:rsid w:val="00B92B3B"/>
    <w:rsid w:val="00B92EE1"/>
    <w:rsid w:val="00B936A4"/>
    <w:rsid w:val="00B9584C"/>
    <w:rsid w:val="00B97948"/>
    <w:rsid w:val="00BA1059"/>
    <w:rsid w:val="00BA148A"/>
    <w:rsid w:val="00BA2862"/>
    <w:rsid w:val="00BA3033"/>
    <w:rsid w:val="00BA3382"/>
    <w:rsid w:val="00BA342C"/>
    <w:rsid w:val="00BA3FF7"/>
    <w:rsid w:val="00BA4049"/>
    <w:rsid w:val="00BA4403"/>
    <w:rsid w:val="00BA4764"/>
    <w:rsid w:val="00BA4782"/>
    <w:rsid w:val="00BA520E"/>
    <w:rsid w:val="00BA56B6"/>
    <w:rsid w:val="00BA5817"/>
    <w:rsid w:val="00BA60B2"/>
    <w:rsid w:val="00BA7576"/>
    <w:rsid w:val="00BA7725"/>
    <w:rsid w:val="00BA7832"/>
    <w:rsid w:val="00BA7B9E"/>
    <w:rsid w:val="00BB01A7"/>
    <w:rsid w:val="00BB0E07"/>
    <w:rsid w:val="00BB1B07"/>
    <w:rsid w:val="00BB1B8C"/>
    <w:rsid w:val="00BB2B09"/>
    <w:rsid w:val="00BB2EE0"/>
    <w:rsid w:val="00BB31C4"/>
    <w:rsid w:val="00BB374B"/>
    <w:rsid w:val="00BB3844"/>
    <w:rsid w:val="00BB389C"/>
    <w:rsid w:val="00BB38D8"/>
    <w:rsid w:val="00BB3A6D"/>
    <w:rsid w:val="00BB46E2"/>
    <w:rsid w:val="00BB4AE3"/>
    <w:rsid w:val="00BB4C28"/>
    <w:rsid w:val="00BB5033"/>
    <w:rsid w:val="00BB54C2"/>
    <w:rsid w:val="00BB5C77"/>
    <w:rsid w:val="00BC02A5"/>
    <w:rsid w:val="00BC0D9E"/>
    <w:rsid w:val="00BC0EB5"/>
    <w:rsid w:val="00BC0F48"/>
    <w:rsid w:val="00BC104F"/>
    <w:rsid w:val="00BC1E5E"/>
    <w:rsid w:val="00BC1EAC"/>
    <w:rsid w:val="00BC227E"/>
    <w:rsid w:val="00BC2686"/>
    <w:rsid w:val="00BC3386"/>
    <w:rsid w:val="00BC3BCE"/>
    <w:rsid w:val="00BC3F8A"/>
    <w:rsid w:val="00BC453C"/>
    <w:rsid w:val="00BC47B8"/>
    <w:rsid w:val="00BC4FB6"/>
    <w:rsid w:val="00BC54C9"/>
    <w:rsid w:val="00BC6012"/>
    <w:rsid w:val="00BC667A"/>
    <w:rsid w:val="00BD109D"/>
    <w:rsid w:val="00BD2826"/>
    <w:rsid w:val="00BD2F5F"/>
    <w:rsid w:val="00BD324D"/>
    <w:rsid w:val="00BD3EF6"/>
    <w:rsid w:val="00BD421B"/>
    <w:rsid w:val="00BD436E"/>
    <w:rsid w:val="00BD543E"/>
    <w:rsid w:val="00BD5455"/>
    <w:rsid w:val="00BD5933"/>
    <w:rsid w:val="00BD645F"/>
    <w:rsid w:val="00BD69CB"/>
    <w:rsid w:val="00BD7578"/>
    <w:rsid w:val="00BD7589"/>
    <w:rsid w:val="00BE04A6"/>
    <w:rsid w:val="00BE0680"/>
    <w:rsid w:val="00BE0B48"/>
    <w:rsid w:val="00BE1705"/>
    <w:rsid w:val="00BE1CB5"/>
    <w:rsid w:val="00BE1E9F"/>
    <w:rsid w:val="00BE36D7"/>
    <w:rsid w:val="00BE4ACA"/>
    <w:rsid w:val="00BE50A6"/>
    <w:rsid w:val="00BE5324"/>
    <w:rsid w:val="00BE5F81"/>
    <w:rsid w:val="00BE61D6"/>
    <w:rsid w:val="00BE65DA"/>
    <w:rsid w:val="00BE759D"/>
    <w:rsid w:val="00BF0BD6"/>
    <w:rsid w:val="00BF1284"/>
    <w:rsid w:val="00BF176A"/>
    <w:rsid w:val="00BF1A12"/>
    <w:rsid w:val="00BF1A90"/>
    <w:rsid w:val="00BF1DA3"/>
    <w:rsid w:val="00BF225C"/>
    <w:rsid w:val="00BF2269"/>
    <w:rsid w:val="00BF2337"/>
    <w:rsid w:val="00BF3780"/>
    <w:rsid w:val="00BF545A"/>
    <w:rsid w:val="00BF56EC"/>
    <w:rsid w:val="00BF61E1"/>
    <w:rsid w:val="00BF6F7B"/>
    <w:rsid w:val="00BF6F81"/>
    <w:rsid w:val="00BF7998"/>
    <w:rsid w:val="00BF79B9"/>
    <w:rsid w:val="00C02D68"/>
    <w:rsid w:val="00C04297"/>
    <w:rsid w:val="00C05246"/>
    <w:rsid w:val="00C05E3F"/>
    <w:rsid w:val="00C0760A"/>
    <w:rsid w:val="00C07B9B"/>
    <w:rsid w:val="00C07C31"/>
    <w:rsid w:val="00C116CC"/>
    <w:rsid w:val="00C120B5"/>
    <w:rsid w:val="00C1232B"/>
    <w:rsid w:val="00C12B86"/>
    <w:rsid w:val="00C13840"/>
    <w:rsid w:val="00C13D61"/>
    <w:rsid w:val="00C14AC6"/>
    <w:rsid w:val="00C153D1"/>
    <w:rsid w:val="00C15954"/>
    <w:rsid w:val="00C1629D"/>
    <w:rsid w:val="00C165E7"/>
    <w:rsid w:val="00C172ED"/>
    <w:rsid w:val="00C17562"/>
    <w:rsid w:val="00C20ECB"/>
    <w:rsid w:val="00C2135D"/>
    <w:rsid w:val="00C21DAD"/>
    <w:rsid w:val="00C21E18"/>
    <w:rsid w:val="00C227BE"/>
    <w:rsid w:val="00C22AC7"/>
    <w:rsid w:val="00C22D7F"/>
    <w:rsid w:val="00C23192"/>
    <w:rsid w:val="00C23879"/>
    <w:rsid w:val="00C238FF"/>
    <w:rsid w:val="00C259DD"/>
    <w:rsid w:val="00C25A61"/>
    <w:rsid w:val="00C264CF"/>
    <w:rsid w:val="00C2677D"/>
    <w:rsid w:val="00C26BE2"/>
    <w:rsid w:val="00C3037F"/>
    <w:rsid w:val="00C304AE"/>
    <w:rsid w:val="00C3082F"/>
    <w:rsid w:val="00C30AD0"/>
    <w:rsid w:val="00C30E11"/>
    <w:rsid w:val="00C30FBC"/>
    <w:rsid w:val="00C311D0"/>
    <w:rsid w:val="00C32479"/>
    <w:rsid w:val="00C3454B"/>
    <w:rsid w:val="00C34F3A"/>
    <w:rsid w:val="00C35347"/>
    <w:rsid w:val="00C36045"/>
    <w:rsid w:val="00C36752"/>
    <w:rsid w:val="00C371B0"/>
    <w:rsid w:val="00C372B2"/>
    <w:rsid w:val="00C37528"/>
    <w:rsid w:val="00C405F1"/>
    <w:rsid w:val="00C40820"/>
    <w:rsid w:val="00C40985"/>
    <w:rsid w:val="00C40B70"/>
    <w:rsid w:val="00C412D0"/>
    <w:rsid w:val="00C41A73"/>
    <w:rsid w:val="00C4230F"/>
    <w:rsid w:val="00C42477"/>
    <w:rsid w:val="00C42C77"/>
    <w:rsid w:val="00C43177"/>
    <w:rsid w:val="00C431D3"/>
    <w:rsid w:val="00C43590"/>
    <w:rsid w:val="00C4410D"/>
    <w:rsid w:val="00C44666"/>
    <w:rsid w:val="00C45332"/>
    <w:rsid w:val="00C463FF"/>
    <w:rsid w:val="00C47CB0"/>
    <w:rsid w:val="00C505F6"/>
    <w:rsid w:val="00C5093A"/>
    <w:rsid w:val="00C50A47"/>
    <w:rsid w:val="00C50D29"/>
    <w:rsid w:val="00C51259"/>
    <w:rsid w:val="00C515BB"/>
    <w:rsid w:val="00C51B10"/>
    <w:rsid w:val="00C51E35"/>
    <w:rsid w:val="00C52391"/>
    <w:rsid w:val="00C523BB"/>
    <w:rsid w:val="00C53B5F"/>
    <w:rsid w:val="00C55DBC"/>
    <w:rsid w:val="00C56461"/>
    <w:rsid w:val="00C57561"/>
    <w:rsid w:val="00C57D3C"/>
    <w:rsid w:val="00C57FC3"/>
    <w:rsid w:val="00C60071"/>
    <w:rsid w:val="00C61766"/>
    <w:rsid w:val="00C63F95"/>
    <w:rsid w:val="00C64ABA"/>
    <w:rsid w:val="00C64B3D"/>
    <w:rsid w:val="00C6521C"/>
    <w:rsid w:val="00C65808"/>
    <w:rsid w:val="00C65C37"/>
    <w:rsid w:val="00C66035"/>
    <w:rsid w:val="00C66C18"/>
    <w:rsid w:val="00C67534"/>
    <w:rsid w:val="00C67591"/>
    <w:rsid w:val="00C676A3"/>
    <w:rsid w:val="00C67E91"/>
    <w:rsid w:val="00C706D0"/>
    <w:rsid w:val="00C72CC3"/>
    <w:rsid w:val="00C72E45"/>
    <w:rsid w:val="00C74DBF"/>
    <w:rsid w:val="00C7503F"/>
    <w:rsid w:val="00C772CF"/>
    <w:rsid w:val="00C77AC9"/>
    <w:rsid w:val="00C802C7"/>
    <w:rsid w:val="00C80BFA"/>
    <w:rsid w:val="00C81364"/>
    <w:rsid w:val="00C8145F"/>
    <w:rsid w:val="00C81916"/>
    <w:rsid w:val="00C82267"/>
    <w:rsid w:val="00C8299E"/>
    <w:rsid w:val="00C82F15"/>
    <w:rsid w:val="00C8340C"/>
    <w:rsid w:val="00C836F2"/>
    <w:rsid w:val="00C84398"/>
    <w:rsid w:val="00C8653B"/>
    <w:rsid w:val="00C87187"/>
    <w:rsid w:val="00C87B79"/>
    <w:rsid w:val="00C901DD"/>
    <w:rsid w:val="00C905C6"/>
    <w:rsid w:val="00C90DB7"/>
    <w:rsid w:val="00C916AC"/>
    <w:rsid w:val="00C92376"/>
    <w:rsid w:val="00C925A2"/>
    <w:rsid w:val="00C92843"/>
    <w:rsid w:val="00C928F3"/>
    <w:rsid w:val="00C929BC"/>
    <w:rsid w:val="00C93DDC"/>
    <w:rsid w:val="00C94C6F"/>
    <w:rsid w:val="00C95533"/>
    <w:rsid w:val="00C95621"/>
    <w:rsid w:val="00C95D8B"/>
    <w:rsid w:val="00C97360"/>
    <w:rsid w:val="00C97585"/>
    <w:rsid w:val="00C97B3D"/>
    <w:rsid w:val="00C97B4C"/>
    <w:rsid w:val="00C97CA4"/>
    <w:rsid w:val="00CA0F02"/>
    <w:rsid w:val="00CA12FA"/>
    <w:rsid w:val="00CA2F99"/>
    <w:rsid w:val="00CA3B60"/>
    <w:rsid w:val="00CA459C"/>
    <w:rsid w:val="00CA46C1"/>
    <w:rsid w:val="00CA5015"/>
    <w:rsid w:val="00CA501B"/>
    <w:rsid w:val="00CA6AAE"/>
    <w:rsid w:val="00CA6C17"/>
    <w:rsid w:val="00CB0690"/>
    <w:rsid w:val="00CB07B3"/>
    <w:rsid w:val="00CB12BF"/>
    <w:rsid w:val="00CB20F3"/>
    <w:rsid w:val="00CB2102"/>
    <w:rsid w:val="00CB248A"/>
    <w:rsid w:val="00CB35E1"/>
    <w:rsid w:val="00CB3726"/>
    <w:rsid w:val="00CB387A"/>
    <w:rsid w:val="00CB3C67"/>
    <w:rsid w:val="00CB49EE"/>
    <w:rsid w:val="00CB4BD4"/>
    <w:rsid w:val="00CB4DAA"/>
    <w:rsid w:val="00CB583C"/>
    <w:rsid w:val="00CB639F"/>
    <w:rsid w:val="00CB69A8"/>
    <w:rsid w:val="00CB7CF2"/>
    <w:rsid w:val="00CC01CF"/>
    <w:rsid w:val="00CC0EE4"/>
    <w:rsid w:val="00CC1930"/>
    <w:rsid w:val="00CC1D94"/>
    <w:rsid w:val="00CC227F"/>
    <w:rsid w:val="00CC2456"/>
    <w:rsid w:val="00CC3914"/>
    <w:rsid w:val="00CC3ED7"/>
    <w:rsid w:val="00CC4D75"/>
    <w:rsid w:val="00CC4DB1"/>
    <w:rsid w:val="00CC51BB"/>
    <w:rsid w:val="00CC6148"/>
    <w:rsid w:val="00CC688F"/>
    <w:rsid w:val="00CC7422"/>
    <w:rsid w:val="00CC79DA"/>
    <w:rsid w:val="00CC7BA4"/>
    <w:rsid w:val="00CD01AC"/>
    <w:rsid w:val="00CD0DD5"/>
    <w:rsid w:val="00CD1849"/>
    <w:rsid w:val="00CD1C4A"/>
    <w:rsid w:val="00CD260A"/>
    <w:rsid w:val="00CD2DB1"/>
    <w:rsid w:val="00CD3797"/>
    <w:rsid w:val="00CD3B6C"/>
    <w:rsid w:val="00CD4237"/>
    <w:rsid w:val="00CD42F1"/>
    <w:rsid w:val="00CD5288"/>
    <w:rsid w:val="00CD5294"/>
    <w:rsid w:val="00CD6383"/>
    <w:rsid w:val="00CD6A13"/>
    <w:rsid w:val="00CD7611"/>
    <w:rsid w:val="00CD7659"/>
    <w:rsid w:val="00CD76DE"/>
    <w:rsid w:val="00CD7746"/>
    <w:rsid w:val="00CD7EDF"/>
    <w:rsid w:val="00CE0D81"/>
    <w:rsid w:val="00CE1235"/>
    <w:rsid w:val="00CE165F"/>
    <w:rsid w:val="00CE1EF9"/>
    <w:rsid w:val="00CE2189"/>
    <w:rsid w:val="00CE3BBD"/>
    <w:rsid w:val="00CE3D18"/>
    <w:rsid w:val="00CE43E3"/>
    <w:rsid w:val="00CE44D7"/>
    <w:rsid w:val="00CE45B8"/>
    <w:rsid w:val="00CE4804"/>
    <w:rsid w:val="00CE5605"/>
    <w:rsid w:val="00CE5722"/>
    <w:rsid w:val="00CE5C00"/>
    <w:rsid w:val="00CE69E5"/>
    <w:rsid w:val="00CE6BC8"/>
    <w:rsid w:val="00CE7FAF"/>
    <w:rsid w:val="00CF21CE"/>
    <w:rsid w:val="00CF5D03"/>
    <w:rsid w:val="00CF708B"/>
    <w:rsid w:val="00D008E2"/>
    <w:rsid w:val="00D01055"/>
    <w:rsid w:val="00D01496"/>
    <w:rsid w:val="00D01A00"/>
    <w:rsid w:val="00D02944"/>
    <w:rsid w:val="00D04379"/>
    <w:rsid w:val="00D074F7"/>
    <w:rsid w:val="00D076C4"/>
    <w:rsid w:val="00D1005E"/>
    <w:rsid w:val="00D10339"/>
    <w:rsid w:val="00D11772"/>
    <w:rsid w:val="00D11A85"/>
    <w:rsid w:val="00D12312"/>
    <w:rsid w:val="00D125E9"/>
    <w:rsid w:val="00D130C2"/>
    <w:rsid w:val="00D13B4B"/>
    <w:rsid w:val="00D14A62"/>
    <w:rsid w:val="00D15447"/>
    <w:rsid w:val="00D15776"/>
    <w:rsid w:val="00D16C95"/>
    <w:rsid w:val="00D17623"/>
    <w:rsid w:val="00D2039B"/>
    <w:rsid w:val="00D208E6"/>
    <w:rsid w:val="00D20CFA"/>
    <w:rsid w:val="00D20D13"/>
    <w:rsid w:val="00D211E8"/>
    <w:rsid w:val="00D213BE"/>
    <w:rsid w:val="00D224BF"/>
    <w:rsid w:val="00D23FD6"/>
    <w:rsid w:val="00D242C0"/>
    <w:rsid w:val="00D24687"/>
    <w:rsid w:val="00D25E4D"/>
    <w:rsid w:val="00D26243"/>
    <w:rsid w:val="00D2633C"/>
    <w:rsid w:val="00D264E2"/>
    <w:rsid w:val="00D3073E"/>
    <w:rsid w:val="00D30BF5"/>
    <w:rsid w:val="00D3155E"/>
    <w:rsid w:val="00D31A63"/>
    <w:rsid w:val="00D31C47"/>
    <w:rsid w:val="00D32762"/>
    <w:rsid w:val="00D33EB2"/>
    <w:rsid w:val="00D33F19"/>
    <w:rsid w:val="00D34502"/>
    <w:rsid w:val="00D34B54"/>
    <w:rsid w:val="00D34C4A"/>
    <w:rsid w:val="00D3575C"/>
    <w:rsid w:val="00D36966"/>
    <w:rsid w:val="00D36981"/>
    <w:rsid w:val="00D36A9E"/>
    <w:rsid w:val="00D36B58"/>
    <w:rsid w:val="00D36E32"/>
    <w:rsid w:val="00D37C82"/>
    <w:rsid w:val="00D37F59"/>
    <w:rsid w:val="00D37FD8"/>
    <w:rsid w:val="00D40CD7"/>
    <w:rsid w:val="00D412CF"/>
    <w:rsid w:val="00D41BE6"/>
    <w:rsid w:val="00D41C7F"/>
    <w:rsid w:val="00D42869"/>
    <w:rsid w:val="00D433DD"/>
    <w:rsid w:val="00D44D9F"/>
    <w:rsid w:val="00D4530A"/>
    <w:rsid w:val="00D453C4"/>
    <w:rsid w:val="00D45439"/>
    <w:rsid w:val="00D45F13"/>
    <w:rsid w:val="00D46054"/>
    <w:rsid w:val="00D46376"/>
    <w:rsid w:val="00D4782F"/>
    <w:rsid w:val="00D479DC"/>
    <w:rsid w:val="00D47F20"/>
    <w:rsid w:val="00D517FC"/>
    <w:rsid w:val="00D525A5"/>
    <w:rsid w:val="00D527E1"/>
    <w:rsid w:val="00D52B50"/>
    <w:rsid w:val="00D52C50"/>
    <w:rsid w:val="00D531CF"/>
    <w:rsid w:val="00D533BF"/>
    <w:rsid w:val="00D53679"/>
    <w:rsid w:val="00D5373F"/>
    <w:rsid w:val="00D54031"/>
    <w:rsid w:val="00D55695"/>
    <w:rsid w:val="00D55BD4"/>
    <w:rsid w:val="00D5628D"/>
    <w:rsid w:val="00D5677B"/>
    <w:rsid w:val="00D57109"/>
    <w:rsid w:val="00D576DB"/>
    <w:rsid w:val="00D60015"/>
    <w:rsid w:val="00D600EE"/>
    <w:rsid w:val="00D602FA"/>
    <w:rsid w:val="00D60A69"/>
    <w:rsid w:val="00D60D12"/>
    <w:rsid w:val="00D616E7"/>
    <w:rsid w:val="00D637EB"/>
    <w:rsid w:val="00D63961"/>
    <w:rsid w:val="00D6481C"/>
    <w:rsid w:val="00D64FD3"/>
    <w:rsid w:val="00D665F3"/>
    <w:rsid w:val="00D66C41"/>
    <w:rsid w:val="00D67296"/>
    <w:rsid w:val="00D67D8E"/>
    <w:rsid w:val="00D67F8A"/>
    <w:rsid w:val="00D70A74"/>
    <w:rsid w:val="00D70B95"/>
    <w:rsid w:val="00D70FBE"/>
    <w:rsid w:val="00D724C8"/>
    <w:rsid w:val="00D729B8"/>
    <w:rsid w:val="00D72A54"/>
    <w:rsid w:val="00D72C72"/>
    <w:rsid w:val="00D73728"/>
    <w:rsid w:val="00D73BB8"/>
    <w:rsid w:val="00D73CE2"/>
    <w:rsid w:val="00D74023"/>
    <w:rsid w:val="00D74E88"/>
    <w:rsid w:val="00D74E9A"/>
    <w:rsid w:val="00D75097"/>
    <w:rsid w:val="00D75626"/>
    <w:rsid w:val="00D76366"/>
    <w:rsid w:val="00D764F5"/>
    <w:rsid w:val="00D76D2E"/>
    <w:rsid w:val="00D76E7F"/>
    <w:rsid w:val="00D7723C"/>
    <w:rsid w:val="00D776FF"/>
    <w:rsid w:val="00D77882"/>
    <w:rsid w:val="00D77FF8"/>
    <w:rsid w:val="00D80F96"/>
    <w:rsid w:val="00D812C9"/>
    <w:rsid w:val="00D81E69"/>
    <w:rsid w:val="00D82326"/>
    <w:rsid w:val="00D8259D"/>
    <w:rsid w:val="00D82F39"/>
    <w:rsid w:val="00D82F7A"/>
    <w:rsid w:val="00D837AD"/>
    <w:rsid w:val="00D844FE"/>
    <w:rsid w:val="00D848C7"/>
    <w:rsid w:val="00D84D8A"/>
    <w:rsid w:val="00D851B6"/>
    <w:rsid w:val="00D852B1"/>
    <w:rsid w:val="00D853C2"/>
    <w:rsid w:val="00D85E20"/>
    <w:rsid w:val="00D86481"/>
    <w:rsid w:val="00D8682E"/>
    <w:rsid w:val="00D86B39"/>
    <w:rsid w:val="00D86DFC"/>
    <w:rsid w:val="00D87036"/>
    <w:rsid w:val="00D87E65"/>
    <w:rsid w:val="00D901E5"/>
    <w:rsid w:val="00D905D5"/>
    <w:rsid w:val="00D90D3F"/>
    <w:rsid w:val="00D910F5"/>
    <w:rsid w:val="00D912CB"/>
    <w:rsid w:val="00D916F6"/>
    <w:rsid w:val="00D923F6"/>
    <w:rsid w:val="00D92D6E"/>
    <w:rsid w:val="00D9320F"/>
    <w:rsid w:val="00D93315"/>
    <w:rsid w:val="00D93B82"/>
    <w:rsid w:val="00D9429F"/>
    <w:rsid w:val="00D9437D"/>
    <w:rsid w:val="00D94F79"/>
    <w:rsid w:val="00D94FE1"/>
    <w:rsid w:val="00D958CF"/>
    <w:rsid w:val="00D96438"/>
    <w:rsid w:val="00D97853"/>
    <w:rsid w:val="00D97F05"/>
    <w:rsid w:val="00DA067D"/>
    <w:rsid w:val="00DA1209"/>
    <w:rsid w:val="00DA3255"/>
    <w:rsid w:val="00DA3E0B"/>
    <w:rsid w:val="00DA43FB"/>
    <w:rsid w:val="00DA47A3"/>
    <w:rsid w:val="00DA5498"/>
    <w:rsid w:val="00DA557D"/>
    <w:rsid w:val="00DA5C75"/>
    <w:rsid w:val="00DA6DF1"/>
    <w:rsid w:val="00DA7B45"/>
    <w:rsid w:val="00DB06CA"/>
    <w:rsid w:val="00DB0BD6"/>
    <w:rsid w:val="00DB193C"/>
    <w:rsid w:val="00DB1FBB"/>
    <w:rsid w:val="00DB2AA0"/>
    <w:rsid w:val="00DB32F0"/>
    <w:rsid w:val="00DB3455"/>
    <w:rsid w:val="00DB3FAB"/>
    <w:rsid w:val="00DB43DF"/>
    <w:rsid w:val="00DB47C0"/>
    <w:rsid w:val="00DB4D37"/>
    <w:rsid w:val="00DB4D70"/>
    <w:rsid w:val="00DB5024"/>
    <w:rsid w:val="00DB53A1"/>
    <w:rsid w:val="00DB5788"/>
    <w:rsid w:val="00DB740F"/>
    <w:rsid w:val="00DB7722"/>
    <w:rsid w:val="00DC0301"/>
    <w:rsid w:val="00DC03BE"/>
    <w:rsid w:val="00DC08B8"/>
    <w:rsid w:val="00DC1A7E"/>
    <w:rsid w:val="00DC2F35"/>
    <w:rsid w:val="00DC462B"/>
    <w:rsid w:val="00DC48CC"/>
    <w:rsid w:val="00DD0D9D"/>
    <w:rsid w:val="00DD1143"/>
    <w:rsid w:val="00DD1368"/>
    <w:rsid w:val="00DD266A"/>
    <w:rsid w:val="00DD31B3"/>
    <w:rsid w:val="00DD39F9"/>
    <w:rsid w:val="00DD55B3"/>
    <w:rsid w:val="00DD672E"/>
    <w:rsid w:val="00DD743F"/>
    <w:rsid w:val="00DE0367"/>
    <w:rsid w:val="00DE0404"/>
    <w:rsid w:val="00DE1C63"/>
    <w:rsid w:val="00DE332B"/>
    <w:rsid w:val="00DE3957"/>
    <w:rsid w:val="00DE5D41"/>
    <w:rsid w:val="00DE627B"/>
    <w:rsid w:val="00DE7795"/>
    <w:rsid w:val="00DE7FD3"/>
    <w:rsid w:val="00DF076D"/>
    <w:rsid w:val="00DF077F"/>
    <w:rsid w:val="00DF0957"/>
    <w:rsid w:val="00DF19CD"/>
    <w:rsid w:val="00DF1CA8"/>
    <w:rsid w:val="00DF1DB8"/>
    <w:rsid w:val="00DF1E90"/>
    <w:rsid w:val="00DF2988"/>
    <w:rsid w:val="00DF2B20"/>
    <w:rsid w:val="00DF2F06"/>
    <w:rsid w:val="00DF3A7A"/>
    <w:rsid w:val="00DF3B21"/>
    <w:rsid w:val="00DF3B84"/>
    <w:rsid w:val="00DF4D16"/>
    <w:rsid w:val="00DF6985"/>
    <w:rsid w:val="00DF6B8F"/>
    <w:rsid w:val="00DF78E5"/>
    <w:rsid w:val="00E00167"/>
    <w:rsid w:val="00E00871"/>
    <w:rsid w:val="00E00CA0"/>
    <w:rsid w:val="00E0227F"/>
    <w:rsid w:val="00E02DB4"/>
    <w:rsid w:val="00E034F1"/>
    <w:rsid w:val="00E044B8"/>
    <w:rsid w:val="00E048EC"/>
    <w:rsid w:val="00E04D84"/>
    <w:rsid w:val="00E0554E"/>
    <w:rsid w:val="00E06285"/>
    <w:rsid w:val="00E07449"/>
    <w:rsid w:val="00E07818"/>
    <w:rsid w:val="00E10573"/>
    <w:rsid w:val="00E10C45"/>
    <w:rsid w:val="00E10D3D"/>
    <w:rsid w:val="00E115E2"/>
    <w:rsid w:val="00E11743"/>
    <w:rsid w:val="00E11D8D"/>
    <w:rsid w:val="00E13EE6"/>
    <w:rsid w:val="00E14344"/>
    <w:rsid w:val="00E147E4"/>
    <w:rsid w:val="00E15BA2"/>
    <w:rsid w:val="00E1609D"/>
    <w:rsid w:val="00E203C8"/>
    <w:rsid w:val="00E20764"/>
    <w:rsid w:val="00E20AE9"/>
    <w:rsid w:val="00E2171D"/>
    <w:rsid w:val="00E21809"/>
    <w:rsid w:val="00E21F1C"/>
    <w:rsid w:val="00E22165"/>
    <w:rsid w:val="00E22384"/>
    <w:rsid w:val="00E225F6"/>
    <w:rsid w:val="00E23C2F"/>
    <w:rsid w:val="00E23FD2"/>
    <w:rsid w:val="00E242EE"/>
    <w:rsid w:val="00E243EC"/>
    <w:rsid w:val="00E2452B"/>
    <w:rsid w:val="00E24C2C"/>
    <w:rsid w:val="00E25013"/>
    <w:rsid w:val="00E253C3"/>
    <w:rsid w:val="00E25481"/>
    <w:rsid w:val="00E25C0E"/>
    <w:rsid w:val="00E26180"/>
    <w:rsid w:val="00E268D4"/>
    <w:rsid w:val="00E30B83"/>
    <w:rsid w:val="00E30D03"/>
    <w:rsid w:val="00E30FA7"/>
    <w:rsid w:val="00E31139"/>
    <w:rsid w:val="00E3127E"/>
    <w:rsid w:val="00E31C06"/>
    <w:rsid w:val="00E328AD"/>
    <w:rsid w:val="00E32FC0"/>
    <w:rsid w:val="00E3349F"/>
    <w:rsid w:val="00E342A1"/>
    <w:rsid w:val="00E343C9"/>
    <w:rsid w:val="00E34C8C"/>
    <w:rsid w:val="00E34D32"/>
    <w:rsid w:val="00E35328"/>
    <w:rsid w:val="00E35EA6"/>
    <w:rsid w:val="00E35FE8"/>
    <w:rsid w:val="00E36D6E"/>
    <w:rsid w:val="00E3772E"/>
    <w:rsid w:val="00E3775A"/>
    <w:rsid w:val="00E37B30"/>
    <w:rsid w:val="00E40735"/>
    <w:rsid w:val="00E40AA2"/>
    <w:rsid w:val="00E412B7"/>
    <w:rsid w:val="00E413BB"/>
    <w:rsid w:val="00E41E89"/>
    <w:rsid w:val="00E41FA2"/>
    <w:rsid w:val="00E42380"/>
    <w:rsid w:val="00E43295"/>
    <w:rsid w:val="00E43428"/>
    <w:rsid w:val="00E43C47"/>
    <w:rsid w:val="00E43D36"/>
    <w:rsid w:val="00E44094"/>
    <w:rsid w:val="00E44891"/>
    <w:rsid w:val="00E448E4"/>
    <w:rsid w:val="00E45A79"/>
    <w:rsid w:val="00E45D1E"/>
    <w:rsid w:val="00E46B66"/>
    <w:rsid w:val="00E50121"/>
    <w:rsid w:val="00E518C5"/>
    <w:rsid w:val="00E519B0"/>
    <w:rsid w:val="00E519EA"/>
    <w:rsid w:val="00E52549"/>
    <w:rsid w:val="00E5358B"/>
    <w:rsid w:val="00E53AC1"/>
    <w:rsid w:val="00E53E5F"/>
    <w:rsid w:val="00E53FAD"/>
    <w:rsid w:val="00E54F89"/>
    <w:rsid w:val="00E566DF"/>
    <w:rsid w:val="00E56CB8"/>
    <w:rsid w:val="00E56CD4"/>
    <w:rsid w:val="00E5711A"/>
    <w:rsid w:val="00E571EA"/>
    <w:rsid w:val="00E57E66"/>
    <w:rsid w:val="00E601F1"/>
    <w:rsid w:val="00E60722"/>
    <w:rsid w:val="00E60778"/>
    <w:rsid w:val="00E608F0"/>
    <w:rsid w:val="00E6171A"/>
    <w:rsid w:val="00E61DAA"/>
    <w:rsid w:val="00E61F16"/>
    <w:rsid w:val="00E61FE2"/>
    <w:rsid w:val="00E62300"/>
    <w:rsid w:val="00E64B60"/>
    <w:rsid w:val="00E656E9"/>
    <w:rsid w:val="00E66A5E"/>
    <w:rsid w:val="00E67294"/>
    <w:rsid w:val="00E67B2E"/>
    <w:rsid w:val="00E67C01"/>
    <w:rsid w:val="00E67E7A"/>
    <w:rsid w:val="00E67EA4"/>
    <w:rsid w:val="00E7022B"/>
    <w:rsid w:val="00E70574"/>
    <w:rsid w:val="00E70B35"/>
    <w:rsid w:val="00E7203F"/>
    <w:rsid w:val="00E72D39"/>
    <w:rsid w:val="00E72FC9"/>
    <w:rsid w:val="00E73347"/>
    <w:rsid w:val="00E74497"/>
    <w:rsid w:val="00E74A4C"/>
    <w:rsid w:val="00E75204"/>
    <w:rsid w:val="00E75974"/>
    <w:rsid w:val="00E75EA5"/>
    <w:rsid w:val="00E76257"/>
    <w:rsid w:val="00E77734"/>
    <w:rsid w:val="00E8003D"/>
    <w:rsid w:val="00E80203"/>
    <w:rsid w:val="00E80344"/>
    <w:rsid w:val="00E80511"/>
    <w:rsid w:val="00E80B3D"/>
    <w:rsid w:val="00E80D0F"/>
    <w:rsid w:val="00E81C5F"/>
    <w:rsid w:val="00E82B5C"/>
    <w:rsid w:val="00E82D39"/>
    <w:rsid w:val="00E83663"/>
    <w:rsid w:val="00E845D1"/>
    <w:rsid w:val="00E84DA8"/>
    <w:rsid w:val="00E85133"/>
    <w:rsid w:val="00E85C01"/>
    <w:rsid w:val="00E861D6"/>
    <w:rsid w:val="00E86851"/>
    <w:rsid w:val="00E87A60"/>
    <w:rsid w:val="00E90201"/>
    <w:rsid w:val="00E90365"/>
    <w:rsid w:val="00E914A5"/>
    <w:rsid w:val="00E91597"/>
    <w:rsid w:val="00E91AB9"/>
    <w:rsid w:val="00E91AE2"/>
    <w:rsid w:val="00E926AC"/>
    <w:rsid w:val="00E933BC"/>
    <w:rsid w:val="00E9377C"/>
    <w:rsid w:val="00E93C16"/>
    <w:rsid w:val="00E93F94"/>
    <w:rsid w:val="00E941AD"/>
    <w:rsid w:val="00E94541"/>
    <w:rsid w:val="00E95245"/>
    <w:rsid w:val="00E96AD7"/>
    <w:rsid w:val="00E97024"/>
    <w:rsid w:val="00E9706B"/>
    <w:rsid w:val="00E97259"/>
    <w:rsid w:val="00E97521"/>
    <w:rsid w:val="00E97572"/>
    <w:rsid w:val="00EA08A7"/>
    <w:rsid w:val="00EA08CA"/>
    <w:rsid w:val="00EA0AE0"/>
    <w:rsid w:val="00EA11A3"/>
    <w:rsid w:val="00EA1C03"/>
    <w:rsid w:val="00EA241F"/>
    <w:rsid w:val="00EA2894"/>
    <w:rsid w:val="00EA30B0"/>
    <w:rsid w:val="00EA31FF"/>
    <w:rsid w:val="00EA3D35"/>
    <w:rsid w:val="00EA3F30"/>
    <w:rsid w:val="00EA417A"/>
    <w:rsid w:val="00EA417E"/>
    <w:rsid w:val="00EA54AF"/>
    <w:rsid w:val="00EA7360"/>
    <w:rsid w:val="00EA7714"/>
    <w:rsid w:val="00EB05C5"/>
    <w:rsid w:val="00EB19E2"/>
    <w:rsid w:val="00EB269C"/>
    <w:rsid w:val="00EB316A"/>
    <w:rsid w:val="00EB4C92"/>
    <w:rsid w:val="00EB5AAB"/>
    <w:rsid w:val="00EB5B4D"/>
    <w:rsid w:val="00EB5D7A"/>
    <w:rsid w:val="00EB60B0"/>
    <w:rsid w:val="00EC0245"/>
    <w:rsid w:val="00EC0FA7"/>
    <w:rsid w:val="00EC13DB"/>
    <w:rsid w:val="00EC1815"/>
    <w:rsid w:val="00EC1C89"/>
    <w:rsid w:val="00EC1EEF"/>
    <w:rsid w:val="00EC26F0"/>
    <w:rsid w:val="00EC3647"/>
    <w:rsid w:val="00EC4FE7"/>
    <w:rsid w:val="00EC6C61"/>
    <w:rsid w:val="00EC71CF"/>
    <w:rsid w:val="00EC798D"/>
    <w:rsid w:val="00ED050A"/>
    <w:rsid w:val="00ED10B1"/>
    <w:rsid w:val="00ED1E51"/>
    <w:rsid w:val="00ED285E"/>
    <w:rsid w:val="00ED2920"/>
    <w:rsid w:val="00ED2980"/>
    <w:rsid w:val="00ED33FC"/>
    <w:rsid w:val="00ED4079"/>
    <w:rsid w:val="00ED41E6"/>
    <w:rsid w:val="00ED4314"/>
    <w:rsid w:val="00ED4542"/>
    <w:rsid w:val="00ED47E7"/>
    <w:rsid w:val="00ED4D3E"/>
    <w:rsid w:val="00ED5CBC"/>
    <w:rsid w:val="00ED5D53"/>
    <w:rsid w:val="00ED5E4A"/>
    <w:rsid w:val="00ED6236"/>
    <w:rsid w:val="00ED6A7C"/>
    <w:rsid w:val="00ED7915"/>
    <w:rsid w:val="00ED7998"/>
    <w:rsid w:val="00EE0921"/>
    <w:rsid w:val="00EE0E3E"/>
    <w:rsid w:val="00EE189B"/>
    <w:rsid w:val="00EE20A5"/>
    <w:rsid w:val="00EE2628"/>
    <w:rsid w:val="00EE4416"/>
    <w:rsid w:val="00EE5B74"/>
    <w:rsid w:val="00EE732A"/>
    <w:rsid w:val="00EE7388"/>
    <w:rsid w:val="00EE73FC"/>
    <w:rsid w:val="00EE796A"/>
    <w:rsid w:val="00EF0B27"/>
    <w:rsid w:val="00EF1B65"/>
    <w:rsid w:val="00EF23FF"/>
    <w:rsid w:val="00EF2A01"/>
    <w:rsid w:val="00EF335D"/>
    <w:rsid w:val="00EF4423"/>
    <w:rsid w:val="00EF449E"/>
    <w:rsid w:val="00EF44E0"/>
    <w:rsid w:val="00EF4D0E"/>
    <w:rsid w:val="00EF51C2"/>
    <w:rsid w:val="00EF5624"/>
    <w:rsid w:val="00EF5809"/>
    <w:rsid w:val="00EF60D2"/>
    <w:rsid w:val="00EF655B"/>
    <w:rsid w:val="00EF6AC4"/>
    <w:rsid w:val="00EF7E6E"/>
    <w:rsid w:val="00F00789"/>
    <w:rsid w:val="00F008BA"/>
    <w:rsid w:val="00F009BA"/>
    <w:rsid w:val="00F0383E"/>
    <w:rsid w:val="00F04026"/>
    <w:rsid w:val="00F04336"/>
    <w:rsid w:val="00F05850"/>
    <w:rsid w:val="00F05950"/>
    <w:rsid w:val="00F062A3"/>
    <w:rsid w:val="00F06390"/>
    <w:rsid w:val="00F069CF"/>
    <w:rsid w:val="00F07D14"/>
    <w:rsid w:val="00F1015D"/>
    <w:rsid w:val="00F118D9"/>
    <w:rsid w:val="00F11F5F"/>
    <w:rsid w:val="00F11FA8"/>
    <w:rsid w:val="00F122CD"/>
    <w:rsid w:val="00F137BC"/>
    <w:rsid w:val="00F13FEA"/>
    <w:rsid w:val="00F14139"/>
    <w:rsid w:val="00F14256"/>
    <w:rsid w:val="00F147EC"/>
    <w:rsid w:val="00F1485E"/>
    <w:rsid w:val="00F14BFA"/>
    <w:rsid w:val="00F15301"/>
    <w:rsid w:val="00F15F1A"/>
    <w:rsid w:val="00F16510"/>
    <w:rsid w:val="00F16C78"/>
    <w:rsid w:val="00F16D2C"/>
    <w:rsid w:val="00F177D4"/>
    <w:rsid w:val="00F17E64"/>
    <w:rsid w:val="00F204F5"/>
    <w:rsid w:val="00F20BD9"/>
    <w:rsid w:val="00F21211"/>
    <w:rsid w:val="00F21E82"/>
    <w:rsid w:val="00F22498"/>
    <w:rsid w:val="00F22B21"/>
    <w:rsid w:val="00F2372E"/>
    <w:rsid w:val="00F23C3D"/>
    <w:rsid w:val="00F2444C"/>
    <w:rsid w:val="00F2551C"/>
    <w:rsid w:val="00F269C1"/>
    <w:rsid w:val="00F269C9"/>
    <w:rsid w:val="00F270D2"/>
    <w:rsid w:val="00F271EC"/>
    <w:rsid w:val="00F2764F"/>
    <w:rsid w:val="00F305D8"/>
    <w:rsid w:val="00F31774"/>
    <w:rsid w:val="00F317EB"/>
    <w:rsid w:val="00F3224F"/>
    <w:rsid w:val="00F3289B"/>
    <w:rsid w:val="00F32D3F"/>
    <w:rsid w:val="00F333D0"/>
    <w:rsid w:val="00F3364C"/>
    <w:rsid w:val="00F34684"/>
    <w:rsid w:val="00F348BB"/>
    <w:rsid w:val="00F34CB2"/>
    <w:rsid w:val="00F34F19"/>
    <w:rsid w:val="00F351AA"/>
    <w:rsid w:val="00F352FF"/>
    <w:rsid w:val="00F3534C"/>
    <w:rsid w:val="00F36616"/>
    <w:rsid w:val="00F36BE5"/>
    <w:rsid w:val="00F3710E"/>
    <w:rsid w:val="00F37D03"/>
    <w:rsid w:val="00F40248"/>
    <w:rsid w:val="00F404AE"/>
    <w:rsid w:val="00F40ADC"/>
    <w:rsid w:val="00F42081"/>
    <w:rsid w:val="00F43A59"/>
    <w:rsid w:val="00F43A9C"/>
    <w:rsid w:val="00F43F28"/>
    <w:rsid w:val="00F44275"/>
    <w:rsid w:val="00F456A7"/>
    <w:rsid w:val="00F46114"/>
    <w:rsid w:val="00F46296"/>
    <w:rsid w:val="00F462B6"/>
    <w:rsid w:val="00F4657F"/>
    <w:rsid w:val="00F46F82"/>
    <w:rsid w:val="00F471A2"/>
    <w:rsid w:val="00F471DA"/>
    <w:rsid w:val="00F4758F"/>
    <w:rsid w:val="00F47874"/>
    <w:rsid w:val="00F51489"/>
    <w:rsid w:val="00F5193C"/>
    <w:rsid w:val="00F51E56"/>
    <w:rsid w:val="00F546F0"/>
    <w:rsid w:val="00F54B5D"/>
    <w:rsid w:val="00F55D8D"/>
    <w:rsid w:val="00F55F12"/>
    <w:rsid w:val="00F55F45"/>
    <w:rsid w:val="00F5663C"/>
    <w:rsid w:val="00F57A1C"/>
    <w:rsid w:val="00F57A3C"/>
    <w:rsid w:val="00F603A2"/>
    <w:rsid w:val="00F60E43"/>
    <w:rsid w:val="00F60ECA"/>
    <w:rsid w:val="00F61115"/>
    <w:rsid w:val="00F611CA"/>
    <w:rsid w:val="00F6138F"/>
    <w:rsid w:val="00F616C5"/>
    <w:rsid w:val="00F62649"/>
    <w:rsid w:val="00F633DA"/>
    <w:rsid w:val="00F633E0"/>
    <w:rsid w:val="00F64B14"/>
    <w:rsid w:val="00F64EAD"/>
    <w:rsid w:val="00F6583B"/>
    <w:rsid w:val="00F65A0F"/>
    <w:rsid w:val="00F664AE"/>
    <w:rsid w:val="00F66537"/>
    <w:rsid w:val="00F668BE"/>
    <w:rsid w:val="00F66B77"/>
    <w:rsid w:val="00F66C41"/>
    <w:rsid w:val="00F6704D"/>
    <w:rsid w:val="00F703FB"/>
    <w:rsid w:val="00F7073A"/>
    <w:rsid w:val="00F72736"/>
    <w:rsid w:val="00F72826"/>
    <w:rsid w:val="00F72955"/>
    <w:rsid w:val="00F72F2B"/>
    <w:rsid w:val="00F73191"/>
    <w:rsid w:val="00F734CC"/>
    <w:rsid w:val="00F742F0"/>
    <w:rsid w:val="00F7579B"/>
    <w:rsid w:val="00F76551"/>
    <w:rsid w:val="00F76A37"/>
    <w:rsid w:val="00F76A73"/>
    <w:rsid w:val="00F76FA0"/>
    <w:rsid w:val="00F77143"/>
    <w:rsid w:val="00F7772F"/>
    <w:rsid w:val="00F808E5"/>
    <w:rsid w:val="00F80DA9"/>
    <w:rsid w:val="00F80E4D"/>
    <w:rsid w:val="00F816AC"/>
    <w:rsid w:val="00F829A7"/>
    <w:rsid w:val="00F83818"/>
    <w:rsid w:val="00F8425E"/>
    <w:rsid w:val="00F843D2"/>
    <w:rsid w:val="00F85639"/>
    <w:rsid w:val="00F85C45"/>
    <w:rsid w:val="00F85FE6"/>
    <w:rsid w:val="00F86185"/>
    <w:rsid w:val="00F864B0"/>
    <w:rsid w:val="00F8696D"/>
    <w:rsid w:val="00F87704"/>
    <w:rsid w:val="00F878F4"/>
    <w:rsid w:val="00F904F2"/>
    <w:rsid w:val="00F90660"/>
    <w:rsid w:val="00F90E4B"/>
    <w:rsid w:val="00F91AF0"/>
    <w:rsid w:val="00F91D22"/>
    <w:rsid w:val="00F91F9F"/>
    <w:rsid w:val="00F932F5"/>
    <w:rsid w:val="00F93748"/>
    <w:rsid w:val="00F93D5F"/>
    <w:rsid w:val="00F93F28"/>
    <w:rsid w:val="00F944BB"/>
    <w:rsid w:val="00F94FAE"/>
    <w:rsid w:val="00F95676"/>
    <w:rsid w:val="00F95EB8"/>
    <w:rsid w:val="00F969B1"/>
    <w:rsid w:val="00FA0766"/>
    <w:rsid w:val="00FA1294"/>
    <w:rsid w:val="00FA24CD"/>
    <w:rsid w:val="00FA27D2"/>
    <w:rsid w:val="00FA3993"/>
    <w:rsid w:val="00FA5B40"/>
    <w:rsid w:val="00FA655B"/>
    <w:rsid w:val="00FA6881"/>
    <w:rsid w:val="00FA6F99"/>
    <w:rsid w:val="00FA73F1"/>
    <w:rsid w:val="00FA7F2E"/>
    <w:rsid w:val="00FB029F"/>
    <w:rsid w:val="00FB1032"/>
    <w:rsid w:val="00FB2299"/>
    <w:rsid w:val="00FB2874"/>
    <w:rsid w:val="00FB289A"/>
    <w:rsid w:val="00FB2ACB"/>
    <w:rsid w:val="00FB2C51"/>
    <w:rsid w:val="00FB322E"/>
    <w:rsid w:val="00FB3A05"/>
    <w:rsid w:val="00FB4B56"/>
    <w:rsid w:val="00FB4FEC"/>
    <w:rsid w:val="00FB55A1"/>
    <w:rsid w:val="00FB5C0F"/>
    <w:rsid w:val="00FB61C2"/>
    <w:rsid w:val="00FB6399"/>
    <w:rsid w:val="00FB63BD"/>
    <w:rsid w:val="00FB65AB"/>
    <w:rsid w:val="00FB676A"/>
    <w:rsid w:val="00FB6926"/>
    <w:rsid w:val="00FB7817"/>
    <w:rsid w:val="00FC05B8"/>
    <w:rsid w:val="00FC0DFA"/>
    <w:rsid w:val="00FC11AB"/>
    <w:rsid w:val="00FC1CCA"/>
    <w:rsid w:val="00FC3295"/>
    <w:rsid w:val="00FC3872"/>
    <w:rsid w:val="00FC38C6"/>
    <w:rsid w:val="00FC3C73"/>
    <w:rsid w:val="00FC44A8"/>
    <w:rsid w:val="00FC451B"/>
    <w:rsid w:val="00FC4A0F"/>
    <w:rsid w:val="00FC52F0"/>
    <w:rsid w:val="00FC5C05"/>
    <w:rsid w:val="00FC62F9"/>
    <w:rsid w:val="00FC74E2"/>
    <w:rsid w:val="00FC7651"/>
    <w:rsid w:val="00FC7B4D"/>
    <w:rsid w:val="00FC7DA2"/>
    <w:rsid w:val="00FD0217"/>
    <w:rsid w:val="00FD09F6"/>
    <w:rsid w:val="00FD0B33"/>
    <w:rsid w:val="00FD0D91"/>
    <w:rsid w:val="00FD1484"/>
    <w:rsid w:val="00FD178D"/>
    <w:rsid w:val="00FD1B89"/>
    <w:rsid w:val="00FD23BB"/>
    <w:rsid w:val="00FD252A"/>
    <w:rsid w:val="00FD2DF8"/>
    <w:rsid w:val="00FD3A9A"/>
    <w:rsid w:val="00FD3EC3"/>
    <w:rsid w:val="00FD46E0"/>
    <w:rsid w:val="00FD4AC5"/>
    <w:rsid w:val="00FD5CF6"/>
    <w:rsid w:val="00FD712A"/>
    <w:rsid w:val="00FD79D9"/>
    <w:rsid w:val="00FD7E3B"/>
    <w:rsid w:val="00FE0D41"/>
    <w:rsid w:val="00FE12E2"/>
    <w:rsid w:val="00FE1AB9"/>
    <w:rsid w:val="00FE2354"/>
    <w:rsid w:val="00FE268B"/>
    <w:rsid w:val="00FE2A58"/>
    <w:rsid w:val="00FE2AE6"/>
    <w:rsid w:val="00FE2AF5"/>
    <w:rsid w:val="00FE3B4D"/>
    <w:rsid w:val="00FE5B25"/>
    <w:rsid w:val="00FE5DB4"/>
    <w:rsid w:val="00FE6B8B"/>
    <w:rsid w:val="00FE7057"/>
    <w:rsid w:val="00FE7E43"/>
    <w:rsid w:val="00FE7E77"/>
    <w:rsid w:val="00FF002C"/>
    <w:rsid w:val="00FF0647"/>
    <w:rsid w:val="00FF1343"/>
    <w:rsid w:val="00FF1D71"/>
    <w:rsid w:val="00FF1FA2"/>
    <w:rsid w:val="00FF22B4"/>
    <w:rsid w:val="00FF3F6C"/>
    <w:rsid w:val="00FF4114"/>
    <w:rsid w:val="00FF456C"/>
    <w:rsid w:val="00FF4C03"/>
    <w:rsid w:val="00FF4C4C"/>
    <w:rsid w:val="00FF5003"/>
    <w:rsid w:val="00FF515A"/>
    <w:rsid w:val="00FF52C7"/>
    <w:rsid w:val="00FF5771"/>
    <w:rsid w:val="00FF589F"/>
    <w:rsid w:val="00FF5B37"/>
    <w:rsid w:val="00FF72DB"/>
    <w:rsid w:val="00FF7982"/>
    <w:rsid w:val="00FF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C90DB7"/>
    <w:pPr>
      <w:suppressAutoHyphens/>
      <w:spacing w:after="120" w:line="312" w:lineRule="auto"/>
      <w:jc w:val="both"/>
    </w:pPr>
    <w:rPr>
      <w:rFonts w:ascii="Arial" w:hAnsi="Arial"/>
      <w:sz w:val="24"/>
      <w:szCs w:val="24"/>
      <w:lang w:eastAsia="ar-SA"/>
    </w:rPr>
  </w:style>
  <w:style w:type="paragraph" w:styleId="1">
    <w:name w:val="heading 1"/>
    <w:aliases w:val="Заголовок параграфа (1.)"/>
    <w:basedOn w:val="a5"/>
    <w:next w:val="a5"/>
    <w:link w:val="10"/>
    <w:qFormat/>
    <w:rsid w:val="00683570"/>
    <w:pPr>
      <w:numPr>
        <w:numId w:val="4"/>
      </w:numPr>
      <w:spacing w:before="40" w:after="0"/>
      <w:outlineLvl w:val="0"/>
    </w:pPr>
    <w:rPr>
      <w:rFonts w:cs="Arial"/>
      <w:bCs/>
      <w:caps/>
      <w:kern w:val="32"/>
      <w:sz w:val="22"/>
      <w:szCs w:val="32"/>
    </w:rPr>
  </w:style>
  <w:style w:type="paragraph" w:styleId="2">
    <w:name w:val="heading 2"/>
    <w:aliases w:val="h2,h21,5,Заголовок пункта (1.1),Indented Heading,H2,H21,H22,Indented Heading1,Indented Heading2,Indented Heading3,Indented Heading4,H23,H211,H221,Indented Heading5,Indented Heading6,Indented Heading7,H24,H212,H222,Indented Heading8,H25,H213"/>
    <w:basedOn w:val="a5"/>
    <w:next w:val="a5"/>
    <w:link w:val="20"/>
    <w:qFormat/>
    <w:rsid w:val="00683570"/>
    <w:pPr>
      <w:numPr>
        <w:ilvl w:val="1"/>
        <w:numId w:val="4"/>
      </w:numPr>
      <w:spacing w:before="40" w:after="0"/>
      <w:outlineLvl w:val="1"/>
    </w:pPr>
    <w:rPr>
      <w:rFonts w:cs="Arial"/>
      <w:bCs/>
      <w:iCs/>
      <w:sz w:val="22"/>
      <w:szCs w:val="28"/>
    </w:rPr>
  </w:style>
  <w:style w:type="paragraph" w:styleId="3">
    <w:name w:val="heading 3"/>
    <w:basedOn w:val="a5"/>
    <w:next w:val="a5"/>
    <w:qFormat/>
    <w:rsid w:val="00683570"/>
    <w:pPr>
      <w:numPr>
        <w:ilvl w:val="2"/>
        <w:numId w:val="4"/>
      </w:numPr>
      <w:spacing w:before="40" w:after="0"/>
      <w:outlineLvl w:val="2"/>
    </w:pPr>
    <w:rPr>
      <w:rFonts w:cs="Arial"/>
      <w:bCs/>
      <w:sz w:val="22"/>
      <w:szCs w:val="26"/>
    </w:rPr>
  </w:style>
  <w:style w:type="paragraph" w:styleId="4">
    <w:name w:val="heading 4"/>
    <w:basedOn w:val="a5"/>
    <w:next w:val="a5"/>
    <w:qFormat/>
    <w:rsid w:val="00683570"/>
    <w:pPr>
      <w:numPr>
        <w:ilvl w:val="3"/>
        <w:numId w:val="4"/>
      </w:numPr>
      <w:spacing w:before="40" w:after="0"/>
      <w:outlineLvl w:val="3"/>
    </w:pPr>
    <w:rPr>
      <w:bCs/>
      <w:sz w:val="22"/>
    </w:rPr>
  </w:style>
  <w:style w:type="paragraph" w:styleId="6">
    <w:name w:val="heading 6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szCs w:val="22"/>
      <w:lang w:eastAsia="ru-RU"/>
    </w:rPr>
  </w:style>
  <w:style w:type="paragraph" w:styleId="9">
    <w:name w:val="heading 9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8"/>
    </w:pPr>
    <w:rPr>
      <w:rFonts w:cs="Arial"/>
      <w:sz w:val="22"/>
      <w:szCs w:val="22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"/>
    <w:link w:val="1"/>
    <w:rsid w:val="00683570"/>
    <w:rPr>
      <w:rFonts w:ascii="Arial" w:hAnsi="Arial" w:cs="Arial"/>
      <w:bCs/>
      <w:caps/>
      <w:kern w:val="32"/>
      <w:sz w:val="22"/>
      <w:szCs w:val="32"/>
      <w:lang w:val="ru-RU" w:eastAsia="ar-SA" w:bidi="ar-SA"/>
    </w:rPr>
  </w:style>
  <w:style w:type="character" w:customStyle="1" w:styleId="20">
    <w:name w:val="Заголовок 2 Знак"/>
    <w:aliases w:val="h2 Знак,h21 Знак,5 Знак,Заголовок пункта (1.1) Знак,Indented Heading Знак,H2 Знак,H21 Знак,H22 Знак,Indented Heading1 Знак,Indented Heading2 Знак,Indented Heading3 Знак,Indented Heading4 Знак,H23 Знак,H211 Знак,H221 Знак,H24 Знак"/>
    <w:link w:val="2"/>
    <w:rsid w:val="00683570"/>
    <w:rPr>
      <w:rFonts w:ascii="Arial" w:hAnsi="Arial" w:cs="Arial"/>
      <w:bCs/>
      <w:iCs/>
      <w:sz w:val="22"/>
      <w:szCs w:val="28"/>
      <w:lang w:val="ru-RU" w:eastAsia="ar-SA" w:bidi="ar-SA"/>
    </w:rPr>
  </w:style>
  <w:style w:type="paragraph" w:customStyle="1" w:styleId="a4">
    <w:name w:val="Список с тире"/>
    <w:basedOn w:val="a5"/>
    <w:next w:val="a5"/>
    <w:rsid w:val="004B78EF"/>
    <w:pPr>
      <w:numPr>
        <w:numId w:val="1"/>
      </w:numPr>
      <w:spacing w:after="0"/>
    </w:pPr>
  </w:style>
  <w:style w:type="paragraph" w:customStyle="1" w:styleId="a3">
    <w:name w:val="Список с цифрой"/>
    <w:basedOn w:val="a5"/>
    <w:next w:val="a5"/>
    <w:rsid w:val="00C0760A"/>
    <w:pPr>
      <w:numPr>
        <w:numId w:val="2"/>
      </w:numPr>
      <w:spacing w:after="0"/>
    </w:pPr>
  </w:style>
  <w:style w:type="character" w:customStyle="1" w:styleId="a9">
    <w:name w:val="Полужирный"/>
    <w:rsid w:val="00ED6A7C"/>
    <w:rPr>
      <w:b/>
      <w:bCs/>
    </w:rPr>
  </w:style>
  <w:style w:type="paragraph" w:styleId="aa">
    <w:name w:val="footer"/>
    <w:aliases w:val="Footer маленький"/>
    <w:semiHidden/>
    <w:rsid w:val="00723058"/>
    <w:pPr>
      <w:tabs>
        <w:tab w:val="center" w:pos="4677"/>
        <w:tab w:val="right" w:pos="9355"/>
      </w:tabs>
    </w:pPr>
    <w:rPr>
      <w:rFonts w:ascii="Arial" w:hAnsi="Arial"/>
      <w:sz w:val="14"/>
      <w:szCs w:val="24"/>
      <w:lang w:eastAsia="ar-SA"/>
    </w:rPr>
  </w:style>
  <w:style w:type="paragraph" w:customStyle="1" w:styleId="a0">
    <w:name w:val="Спискок с квадратом"/>
    <w:basedOn w:val="a5"/>
    <w:next w:val="a5"/>
    <w:rsid w:val="004B78EF"/>
    <w:pPr>
      <w:numPr>
        <w:numId w:val="3"/>
      </w:numPr>
      <w:spacing w:after="0"/>
    </w:pPr>
  </w:style>
  <w:style w:type="paragraph" w:styleId="11">
    <w:name w:val="toc 1"/>
    <w:basedOn w:val="a5"/>
    <w:next w:val="a5"/>
    <w:autoRedefine/>
    <w:semiHidden/>
    <w:rsid w:val="00F87704"/>
    <w:pPr>
      <w:tabs>
        <w:tab w:val="left" w:pos="540"/>
        <w:tab w:val="right" w:leader="dot" w:pos="10080"/>
      </w:tabs>
      <w:spacing w:after="0" w:line="240" w:lineRule="auto"/>
    </w:pPr>
  </w:style>
  <w:style w:type="paragraph" w:styleId="21">
    <w:name w:val="toc 2"/>
    <w:basedOn w:val="a5"/>
    <w:next w:val="a5"/>
    <w:autoRedefine/>
    <w:uiPriority w:val="39"/>
    <w:semiHidden/>
    <w:rsid w:val="00F87704"/>
    <w:pPr>
      <w:tabs>
        <w:tab w:val="left" w:pos="900"/>
        <w:tab w:val="right" w:leader="dot" w:pos="10080"/>
      </w:tabs>
      <w:spacing w:after="0" w:line="240" w:lineRule="auto"/>
      <w:ind w:left="900" w:hanging="660"/>
    </w:pPr>
  </w:style>
  <w:style w:type="paragraph" w:styleId="30">
    <w:name w:val="toc 3"/>
    <w:basedOn w:val="a5"/>
    <w:next w:val="a5"/>
    <w:autoRedefine/>
    <w:uiPriority w:val="39"/>
    <w:semiHidden/>
    <w:rsid w:val="00F87704"/>
    <w:pPr>
      <w:tabs>
        <w:tab w:val="left" w:pos="1440"/>
        <w:tab w:val="right" w:leader="dot" w:pos="10080"/>
      </w:tabs>
      <w:spacing w:after="0" w:line="240" w:lineRule="auto"/>
      <w:ind w:left="1440" w:right="68" w:hanging="960"/>
    </w:pPr>
  </w:style>
  <w:style w:type="character" w:styleId="ab">
    <w:name w:val="Hyperlink"/>
    <w:uiPriority w:val="99"/>
    <w:semiHidden/>
    <w:rsid w:val="00036206"/>
    <w:rPr>
      <w:color w:val="0000FF"/>
      <w:u w:val="single"/>
    </w:rPr>
  </w:style>
  <w:style w:type="table" w:styleId="ac">
    <w:name w:val="Table Grid"/>
    <w:basedOn w:val="a7"/>
    <w:rsid w:val="009C0362"/>
    <w:pPr>
      <w:spacing w:line="312" w:lineRule="auto"/>
      <w:jc w:val="both"/>
    </w:pPr>
    <w:rPr>
      <w:rFonts w:ascii="Arial" w:hAnsi="Arial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  <w:vAlign w:val="center"/>
      </w:tcPr>
    </w:tblStylePr>
  </w:style>
  <w:style w:type="character" w:customStyle="1" w:styleId="ad">
    <w:name w:val="Курсив"/>
    <w:rsid w:val="00F742F0"/>
    <w:rPr>
      <w:i/>
      <w:iCs/>
    </w:rPr>
  </w:style>
  <w:style w:type="paragraph" w:customStyle="1" w:styleId="ae">
    <w:name w:val="Таблица. Тело"/>
    <w:basedOn w:val="a5"/>
    <w:link w:val="af"/>
    <w:rsid w:val="00543616"/>
    <w:pPr>
      <w:spacing w:after="0" w:line="240" w:lineRule="auto"/>
      <w:jc w:val="left"/>
    </w:pPr>
    <w:rPr>
      <w:sz w:val="20"/>
      <w:szCs w:val="20"/>
    </w:rPr>
  </w:style>
  <w:style w:type="character" w:customStyle="1" w:styleId="af">
    <w:name w:val="Таблица. Тело Знак"/>
    <w:link w:val="ae"/>
    <w:rsid w:val="00543616"/>
    <w:rPr>
      <w:rFonts w:ascii="Arial" w:hAnsi="Arial"/>
      <w:lang w:val="ru-RU" w:eastAsia="ar-SA" w:bidi="ar-SA"/>
    </w:rPr>
  </w:style>
  <w:style w:type="paragraph" w:customStyle="1" w:styleId="af0">
    <w:name w:val="Таблица. Шапка"/>
    <w:basedOn w:val="a5"/>
    <w:rsid w:val="00543616"/>
    <w:pPr>
      <w:spacing w:before="100" w:after="100" w:line="240" w:lineRule="auto"/>
      <w:jc w:val="center"/>
    </w:pPr>
    <w:rPr>
      <w:b/>
      <w:sz w:val="20"/>
      <w:szCs w:val="20"/>
    </w:rPr>
  </w:style>
  <w:style w:type="paragraph" w:customStyle="1" w:styleId="af1">
    <w:name w:val="Таблица. Подпись"/>
    <w:basedOn w:val="a5"/>
    <w:rsid w:val="0074475D"/>
    <w:pPr>
      <w:spacing w:after="0"/>
    </w:pPr>
    <w:rPr>
      <w:szCs w:val="20"/>
    </w:rPr>
  </w:style>
  <w:style w:type="paragraph" w:styleId="40">
    <w:name w:val="toc 4"/>
    <w:basedOn w:val="a5"/>
    <w:next w:val="a5"/>
    <w:autoRedefine/>
    <w:uiPriority w:val="39"/>
    <w:semiHidden/>
    <w:rsid w:val="00411163"/>
    <w:pPr>
      <w:tabs>
        <w:tab w:val="left" w:pos="1980"/>
        <w:tab w:val="right" w:leader="dot" w:pos="10080"/>
      </w:tabs>
      <w:spacing w:after="0" w:line="240" w:lineRule="auto"/>
      <w:ind w:left="720" w:firstLine="181"/>
    </w:pPr>
  </w:style>
  <w:style w:type="paragraph" w:styleId="af2">
    <w:name w:val="header"/>
    <w:aliases w:val="Even,header-first,HeaderPort,??????? ??????????,ВерхКолонтитул,Titul,Heder,??????? ??????????1,??????? ??????????2,??????? ??????????3,??????? ??????????11,??????? ??????????21,??????? ??????????4,??????? ??????????5,Текст в штампе,Зн"/>
    <w:basedOn w:val="a5"/>
    <w:link w:val="af3"/>
    <w:uiPriority w:val="99"/>
    <w:rsid w:val="003B6E9A"/>
    <w:pPr>
      <w:tabs>
        <w:tab w:val="center" w:pos="4677"/>
        <w:tab w:val="right" w:pos="9355"/>
      </w:tabs>
    </w:pPr>
    <w:rPr>
      <w:lang/>
    </w:rPr>
  </w:style>
  <w:style w:type="paragraph" w:styleId="af4">
    <w:name w:val="Document Map"/>
    <w:basedOn w:val="a5"/>
    <w:semiHidden/>
    <w:rsid w:val="008224D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annotation reference"/>
    <w:semiHidden/>
    <w:rsid w:val="005E73A1"/>
    <w:rPr>
      <w:sz w:val="16"/>
      <w:szCs w:val="16"/>
    </w:rPr>
  </w:style>
  <w:style w:type="paragraph" w:styleId="af6">
    <w:name w:val="annotation text"/>
    <w:basedOn w:val="a5"/>
    <w:link w:val="af7"/>
    <w:uiPriority w:val="99"/>
    <w:semiHidden/>
    <w:rsid w:val="005E73A1"/>
    <w:rPr>
      <w:sz w:val="20"/>
      <w:szCs w:val="20"/>
      <w:lang/>
    </w:rPr>
  </w:style>
  <w:style w:type="paragraph" w:styleId="af8">
    <w:name w:val="Balloon Text"/>
    <w:basedOn w:val="a5"/>
    <w:semiHidden/>
    <w:rsid w:val="005E73A1"/>
    <w:rPr>
      <w:rFonts w:ascii="Tahoma" w:hAnsi="Tahoma" w:cs="Tahoma"/>
      <w:sz w:val="16"/>
      <w:szCs w:val="16"/>
    </w:rPr>
  </w:style>
  <w:style w:type="paragraph" w:styleId="af9">
    <w:name w:val="annotation subject"/>
    <w:basedOn w:val="af6"/>
    <w:next w:val="af6"/>
    <w:semiHidden/>
    <w:rsid w:val="00F93748"/>
    <w:rPr>
      <w:b/>
      <w:bCs/>
    </w:rPr>
  </w:style>
  <w:style w:type="paragraph" w:styleId="afa">
    <w:name w:val="caption"/>
    <w:basedOn w:val="a5"/>
    <w:next w:val="a5"/>
    <w:qFormat/>
    <w:rsid w:val="00D36966"/>
    <w:rPr>
      <w:b/>
      <w:bCs/>
      <w:sz w:val="20"/>
      <w:szCs w:val="20"/>
    </w:rPr>
  </w:style>
  <w:style w:type="paragraph" w:styleId="60">
    <w:name w:val="toc 6"/>
    <w:basedOn w:val="a5"/>
    <w:next w:val="a5"/>
    <w:autoRedefine/>
    <w:semiHidden/>
    <w:rsid w:val="00137A9B"/>
    <w:pPr>
      <w:suppressAutoHyphens w:val="0"/>
      <w:spacing w:after="0" w:line="240" w:lineRule="auto"/>
      <w:ind w:left="1000"/>
      <w:jc w:val="left"/>
    </w:pPr>
    <w:rPr>
      <w:rFonts w:ascii="Times New Roman" w:hAnsi="Times New Roman"/>
      <w:sz w:val="20"/>
      <w:szCs w:val="21"/>
      <w:lang w:eastAsia="ru-RU"/>
    </w:rPr>
  </w:style>
  <w:style w:type="character" w:styleId="afb">
    <w:name w:val="page number"/>
    <w:basedOn w:val="a6"/>
    <w:semiHidden/>
    <w:rsid w:val="004E468A"/>
  </w:style>
  <w:style w:type="character" w:customStyle="1" w:styleId="12">
    <w:name w:val="Заголовок 1 Знак Знак Знак"/>
    <w:semiHidden/>
    <w:rsid w:val="00804684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styleId="afc">
    <w:name w:val="Body Text Indent"/>
    <w:aliases w:val="Основной текст с отступом Знак,Основной текст с отступом Знак Знак,Основной текст с отступом1 Знак Знак,Основной текст с отступом1 Знак Знак Знак Знак Знак,Основной текст с отступом1 Знак Знак Знак Знак Знак Знак Знак"/>
    <w:basedOn w:val="a5"/>
    <w:link w:val="13"/>
    <w:rsid w:val="00EA7714"/>
    <w:pPr>
      <w:suppressAutoHyphens w:val="0"/>
      <w:spacing w:after="0" w:line="360" w:lineRule="auto"/>
      <w:ind w:firstLine="720"/>
    </w:pPr>
    <w:rPr>
      <w:szCs w:val="20"/>
      <w:lang/>
    </w:rPr>
  </w:style>
  <w:style w:type="paragraph" w:styleId="90">
    <w:name w:val="toc 9"/>
    <w:basedOn w:val="a5"/>
    <w:next w:val="a5"/>
    <w:autoRedefine/>
    <w:semiHidden/>
    <w:rsid w:val="00645019"/>
    <w:pPr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ascii="Times New Roman" w:hAnsi="Times New Roman"/>
      <w:sz w:val="18"/>
      <w:szCs w:val="20"/>
      <w:lang w:eastAsia="ru-RU"/>
    </w:rPr>
  </w:style>
  <w:style w:type="paragraph" w:customStyle="1" w:styleId="14">
    <w:name w:val="Обычный1"/>
    <w:rsid w:val="00092A26"/>
  </w:style>
  <w:style w:type="paragraph" w:customStyle="1" w:styleId="OaaeeoaIoiaaoey">
    <w:name w:val="OaaeeoaIoia?aoey"/>
    <w:basedOn w:val="a5"/>
    <w:rsid w:val="00092A26"/>
    <w:pPr>
      <w:suppressAutoHyphens w:val="0"/>
      <w:spacing w:before="120" w:after="0" w:line="240" w:lineRule="auto"/>
      <w:jc w:val="center"/>
    </w:pPr>
    <w:rPr>
      <w:szCs w:val="20"/>
      <w:lang w:eastAsia="ru-RU"/>
    </w:rPr>
  </w:style>
  <w:style w:type="paragraph" w:customStyle="1" w:styleId="afd">
    <w:name w:val="Нумерованный Т"/>
    <w:basedOn w:val="a5"/>
    <w:rsid w:val="00092A26"/>
    <w:pPr>
      <w:keepLines/>
      <w:suppressLineNumbers/>
      <w:overflowPunct w:val="0"/>
      <w:autoSpaceDE w:val="0"/>
      <w:autoSpaceDN w:val="0"/>
      <w:adjustRightInd w:val="0"/>
      <w:spacing w:before="40" w:after="20" w:line="240" w:lineRule="auto"/>
      <w:ind w:left="318" w:hanging="318"/>
      <w:jc w:val="left"/>
      <w:textAlignment w:val="baseline"/>
    </w:pPr>
    <w:rPr>
      <w:rFonts w:ascii="Times New Roman Cyr" w:hAnsi="Times New Roman Cyr"/>
      <w:sz w:val="22"/>
      <w:szCs w:val="20"/>
      <w:lang w:eastAsia="ru-RU"/>
    </w:rPr>
  </w:style>
  <w:style w:type="paragraph" w:styleId="22">
    <w:name w:val="Body Text Indent 2"/>
    <w:basedOn w:val="a5"/>
    <w:rsid w:val="00645019"/>
    <w:pPr>
      <w:suppressAutoHyphens w:val="0"/>
      <w:spacing w:after="0" w:line="360" w:lineRule="auto"/>
      <w:ind w:left="1134" w:firstLine="720"/>
    </w:pPr>
    <w:rPr>
      <w:szCs w:val="20"/>
      <w:lang w:eastAsia="ru-RU"/>
    </w:rPr>
  </w:style>
  <w:style w:type="paragraph" w:customStyle="1" w:styleId="a">
    <w:name w:val="МаркированныйСписок"/>
    <w:basedOn w:val="a5"/>
    <w:rsid w:val="004D549F"/>
    <w:pPr>
      <w:numPr>
        <w:numId w:val="13"/>
      </w:numPr>
      <w:tabs>
        <w:tab w:val="clear" w:pos="360"/>
        <w:tab w:val="num" w:pos="709"/>
      </w:tabs>
      <w:suppressAutoHyphens w:val="0"/>
      <w:spacing w:line="240" w:lineRule="auto"/>
      <w:ind w:left="709" w:hanging="283"/>
    </w:pPr>
    <w:rPr>
      <w:rFonts w:ascii="Times New Roman" w:hAnsi="Times New Roman"/>
      <w:sz w:val="26"/>
      <w:szCs w:val="20"/>
      <w:lang w:eastAsia="ru-RU"/>
    </w:rPr>
  </w:style>
  <w:style w:type="paragraph" w:customStyle="1" w:styleId="120">
    <w:name w:val="штамп_12"/>
    <w:basedOn w:val="a5"/>
    <w:rsid w:val="00C172ED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16"/>
      <w:lang w:eastAsia="ru-RU"/>
    </w:rPr>
  </w:style>
  <w:style w:type="paragraph" w:customStyle="1" w:styleId="a2">
    <w:name w:val="Список маркированный"/>
    <w:basedOn w:val="a5"/>
    <w:rsid w:val="00C172ED"/>
    <w:pPr>
      <w:numPr>
        <w:numId w:val="15"/>
      </w:numPr>
      <w:tabs>
        <w:tab w:val="left" w:pos="1080"/>
      </w:tabs>
      <w:suppressAutoHyphens w:val="0"/>
      <w:spacing w:after="0" w:line="360" w:lineRule="auto"/>
      <w:ind w:right="113"/>
    </w:pPr>
    <w:rPr>
      <w:rFonts w:ascii="Times New Roman" w:hAnsi="Times New Roman"/>
      <w:szCs w:val="20"/>
      <w:lang w:eastAsia="ru-RU"/>
    </w:rPr>
  </w:style>
  <w:style w:type="character" w:customStyle="1" w:styleId="af3">
    <w:name w:val="Верхний колонтитул Знак"/>
    <w:aliases w:val="Even Знак,header-first Знак,HeaderPort Знак,??????? ?????????? Знак,ВерхКолонтитул Знак,Titul Знак,Heder Знак,??????? ??????????1 Знак,??????? ??????????2 Знак,??????? ??????????3 Знак,??????? ??????????11 Знак,Зн Знак"/>
    <w:link w:val="af2"/>
    <w:uiPriority w:val="99"/>
    <w:rsid w:val="00356625"/>
    <w:rPr>
      <w:rFonts w:ascii="Arial" w:hAnsi="Arial"/>
      <w:sz w:val="24"/>
      <w:szCs w:val="24"/>
      <w:lang w:eastAsia="ar-SA"/>
    </w:rPr>
  </w:style>
  <w:style w:type="paragraph" w:customStyle="1" w:styleId="--">
    <w:name w:val="УГТП-Подписи-Даты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center"/>
    </w:pPr>
    <w:rPr>
      <w:rFonts w:ascii="Arial Narrow" w:hAnsi="Arial Narrow" w:cs="Arial"/>
      <w:spacing w:val="-13"/>
      <w:sz w:val="16"/>
      <w:szCs w:val="16"/>
      <w:lang w:eastAsia="ru-RU"/>
    </w:rPr>
  </w:style>
  <w:style w:type="paragraph" w:customStyle="1" w:styleId="--0">
    <w:name w:val="УГТП-Подписи-ФИО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cs="Arial"/>
      <w:spacing w:val="-13"/>
      <w:sz w:val="16"/>
      <w:szCs w:val="16"/>
      <w:lang w:eastAsia="ru-RU"/>
    </w:rPr>
  </w:style>
  <w:style w:type="character" w:customStyle="1" w:styleId="af7">
    <w:name w:val="Текст примечания Знак"/>
    <w:link w:val="af6"/>
    <w:uiPriority w:val="99"/>
    <w:semiHidden/>
    <w:locked/>
    <w:rsid w:val="00B923C3"/>
    <w:rPr>
      <w:rFonts w:ascii="Arial" w:hAnsi="Arial"/>
      <w:lang w:eastAsia="ar-SA"/>
    </w:rPr>
  </w:style>
  <w:style w:type="paragraph" w:customStyle="1" w:styleId="210">
    <w:name w:val="Основной текст с отступом 21"/>
    <w:basedOn w:val="a5"/>
    <w:rsid w:val="002F76D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">
    <w:name w:val="Основной текст с отступом 22"/>
    <w:basedOn w:val="a5"/>
    <w:rsid w:val="00260A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">
    <w:name w:val="Основной текст с отступом 23"/>
    <w:basedOn w:val="a5"/>
    <w:rsid w:val="00275A37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4">
    <w:name w:val="Основной текст с отступом 24"/>
    <w:basedOn w:val="a5"/>
    <w:rsid w:val="005A692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5">
    <w:name w:val="Основной текст с отступом 25"/>
    <w:basedOn w:val="a5"/>
    <w:rsid w:val="004E086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6">
    <w:name w:val="Основной текст с отступом 26"/>
    <w:basedOn w:val="a5"/>
    <w:rsid w:val="00A35E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7">
    <w:name w:val="Основной текст с отступом 27"/>
    <w:basedOn w:val="a5"/>
    <w:rsid w:val="009129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8">
    <w:name w:val="Основной текст с отступом 28"/>
    <w:basedOn w:val="a5"/>
    <w:rsid w:val="005E778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9">
    <w:name w:val="Основной текст с отступом 29"/>
    <w:basedOn w:val="a5"/>
    <w:rsid w:val="002F1D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00">
    <w:name w:val="Основной текст с отступом 210"/>
    <w:basedOn w:val="a5"/>
    <w:rsid w:val="00E41FA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1">
    <w:name w:val="Основной текст с отступом 211"/>
    <w:basedOn w:val="a5"/>
    <w:rsid w:val="00E7773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2">
    <w:name w:val="Основной текст с отступом 212"/>
    <w:basedOn w:val="a5"/>
    <w:rsid w:val="00A167A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3">
    <w:name w:val="Основной текст с отступом 213"/>
    <w:basedOn w:val="a5"/>
    <w:rsid w:val="00FB322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4">
    <w:name w:val="Основной текст с отступом 214"/>
    <w:basedOn w:val="a5"/>
    <w:rsid w:val="00066DF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5">
    <w:name w:val="Основной текст с отступом 215"/>
    <w:basedOn w:val="a5"/>
    <w:rsid w:val="00B13BC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6">
    <w:name w:val="Основной текст с отступом 216"/>
    <w:basedOn w:val="a5"/>
    <w:rsid w:val="002261E9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7">
    <w:name w:val="Основной текст с отступом 217"/>
    <w:basedOn w:val="a5"/>
    <w:rsid w:val="003A1F0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8">
    <w:name w:val="Основной текст с отступом 218"/>
    <w:basedOn w:val="a5"/>
    <w:rsid w:val="002551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9">
    <w:name w:val="Основной текст с отступом 219"/>
    <w:basedOn w:val="a5"/>
    <w:rsid w:val="00586A4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0">
    <w:name w:val="Основной текст с отступом 220"/>
    <w:basedOn w:val="a5"/>
    <w:rsid w:val="000E630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1">
    <w:name w:val="Основной текст с отступом 221"/>
    <w:basedOn w:val="a5"/>
    <w:rsid w:val="003E388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2">
    <w:name w:val="Основной текст с отступом 222"/>
    <w:basedOn w:val="a5"/>
    <w:rsid w:val="00AB458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3">
    <w:name w:val="Основной текст с отступом 223"/>
    <w:basedOn w:val="a5"/>
    <w:rsid w:val="002500F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4">
    <w:name w:val="Основной текст с отступом 224"/>
    <w:basedOn w:val="a5"/>
    <w:rsid w:val="00376AFF"/>
    <w:pPr>
      <w:suppressAutoHyphens w:val="0"/>
      <w:spacing w:after="0"/>
      <w:ind w:left="720"/>
    </w:pPr>
    <w:rPr>
      <w:szCs w:val="20"/>
      <w:lang w:eastAsia="ru-RU"/>
    </w:rPr>
  </w:style>
  <w:style w:type="character" w:customStyle="1" w:styleId="13">
    <w:name w:val="Основной текст с отступом Знак1"/>
    <w:aliases w:val="Основной текст с отступом Знак Знак1,Основной текст с отступом Знак Знак Знак,Основной текст с отступом1 Знак Знак Знак,Основной текст с отступом1 Знак Знак Знак Знак Знак Знак"/>
    <w:link w:val="afc"/>
    <w:rsid w:val="0044281F"/>
    <w:rPr>
      <w:rFonts w:ascii="Arial" w:hAnsi="Arial"/>
      <w:sz w:val="24"/>
    </w:rPr>
  </w:style>
  <w:style w:type="paragraph" w:customStyle="1" w:styleId="225">
    <w:name w:val="Основной текст с отступом 225"/>
    <w:basedOn w:val="a5"/>
    <w:rsid w:val="003558BD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6">
    <w:name w:val="Основной текст с отступом 226"/>
    <w:basedOn w:val="a5"/>
    <w:rsid w:val="002D4D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7">
    <w:name w:val="Основной текст с отступом 227"/>
    <w:basedOn w:val="a5"/>
    <w:rsid w:val="00ED431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8">
    <w:name w:val="Основной текст с отступом 228"/>
    <w:basedOn w:val="a5"/>
    <w:rsid w:val="00D264E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9">
    <w:name w:val="Основной текст с отступом 229"/>
    <w:basedOn w:val="a5"/>
    <w:rsid w:val="00B1308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fe">
    <w:name w:val="Пояснительная записка"/>
    <w:basedOn w:val="a5"/>
    <w:rsid w:val="00B13084"/>
    <w:pPr>
      <w:suppressLineNumbers/>
      <w:suppressAutoHyphens w:val="0"/>
      <w:spacing w:after="0" w:line="360" w:lineRule="auto"/>
      <w:ind w:firstLine="680"/>
    </w:pPr>
    <w:rPr>
      <w:rFonts w:cs="Arial"/>
      <w:kern w:val="20"/>
      <w:szCs w:val="20"/>
      <w:lang w:eastAsia="ru-RU"/>
    </w:rPr>
  </w:style>
  <w:style w:type="paragraph" w:customStyle="1" w:styleId="230">
    <w:name w:val="Основной текст с отступом 230"/>
    <w:basedOn w:val="a5"/>
    <w:rsid w:val="002D309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1">
    <w:name w:val="Основной текст с отступом 231"/>
    <w:basedOn w:val="a5"/>
    <w:rsid w:val="00F008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2">
    <w:name w:val="Основной текст с отступом 232"/>
    <w:basedOn w:val="a5"/>
    <w:rsid w:val="00162B63"/>
    <w:pPr>
      <w:suppressAutoHyphens w:val="0"/>
      <w:spacing w:after="0"/>
      <w:ind w:left="720"/>
    </w:pPr>
    <w:rPr>
      <w:szCs w:val="20"/>
      <w:lang w:eastAsia="ru-RU"/>
    </w:rPr>
  </w:style>
  <w:style w:type="paragraph" w:styleId="aff">
    <w:name w:val="Revision"/>
    <w:hidden/>
    <w:uiPriority w:val="99"/>
    <w:semiHidden/>
    <w:rsid w:val="0026085D"/>
    <w:rPr>
      <w:rFonts w:ascii="Arial" w:hAnsi="Arial"/>
      <w:sz w:val="24"/>
      <w:szCs w:val="24"/>
      <w:lang w:eastAsia="ar-SA"/>
    </w:rPr>
  </w:style>
  <w:style w:type="paragraph" w:customStyle="1" w:styleId="233">
    <w:name w:val="Основной текст с отступом 233"/>
    <w:basedOn w:val="a5"/>
    <w:rsid w:val="009873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4">
    <w:name w:val="Основной текст с отступом 234"/>
    <w:basedOn w:val="a5"/>
    <w:rsid w:val="000636F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5">
    <w:name w:val="Основной текст с отступом 235"/>
    <w:basedOn w:val="a5"/>
    <w:rsid w:val="00FC387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6">
    <w:name w:val="Основной текст с отступом 236"/>
    <w:basedOn w:val="a5"/>
    <w:rsid w:val="00DB3FA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7">
    <w:name w:val="Основной текст с отступом 237"/>
    <w:basedOn w:val="a5"/>
    <w:rsid w:val="0084721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1">
    <w:name w:val="Марк.список"/>
    <w:basedOn w:val="a5"/>
    <w:rsid w:val="00EA3D35"/>
    <w:pPr>
      <w:widowControl w:val="0"/>
      <w:numPr>
        <w:numId w:val="37"/>
      </w:numPr>
      <w:suppressAutoHyphens w:val="0"/>
      <w:spacing w:before="100" w:after="100" w:line="240" w:lineRule="auto"/>
    </w:pPr>
    <w:rPr>
      <w:rFonts w:ascii="Times New Roman" w:hAnsi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OVI~1\AppData\Local\Temp\LotsiaTempFolder\&#1054;&#1087;&#1088;&#1086;&#1089;&#1085;&#1099;&#1081;%20&#1051;&#1080;&#1089;&#1090;%20&#1062;&#1055;&#1057;&#1040;&#1080;&#1057;%20&#1073;&#1077;&#1079;%20&#1043;&#1083;.%20&#1057;&#1087;&#1077;&#109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63CCD-664B-4D6B-A987-8153E71C3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Опросный Лист ЦПСАиС без Гл. Спеца.dotx</Template>
  <TotalTime>14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ШИФР-ШИФР</vt:lpstr>
    </vt:vector>
  </TitlesOfParts>
  <Company>Стадия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ШИФР-ШИФР</dc:title>
  <dc:subject>Инв.№</dc:subject>
  <dc:creator>Коровин Евгений Сергеевич</dc:creator>
  <cp:keywords>Название объекта</cp:keywords>
  <cp:lastModifiedBy>Nipi9999</cp:lastModifiedBy>
  <cp:revision>16</cp:revision>
  <cp:lastPrinted>2023-11-13T16:54:00Z</cp:lastPrinted>
  <dcterms:created xsi:type="dcterms:W3CDTF">2025-02-17T01:13:00Z</dcterms:created>
  <dcterms:modified xsi:type="dcterms:W3CDTF">2025-03-25T13:27:00Z</dcterms:modified>
  <cp:category>Дата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K">
    <vt:lpwstr>ШИФР</vt:lpwstr>
  </property>
  <property fmtid="{D5CDD505-2E9C-101B-9397-08002B2CF9AE}" pid="3" name="List">
    <vt:lpwstr>ОЛ</vt:lpwstr>
  </property>
  <property fmtid="{D5CDD505-2E9C-101B-9397-08002B2CF9AE}" pid="4" name="Prilozhenie">
    <vt:lpwstr>ОЛ на первич</vt:lpwstr>
  </property>
  <property fmtid="{D5CDD505-2E9C-101B-9397-08002B2CF9AE}" pid="5" name="OL">
    <vt:lpwstr>ОЛ на</vt:lpwstr>
  </property>
  <property fmtid="{D5CDD505-2E9C-101B-9397-08002B2CF9AE}" pid="6" name="LSATTR_VERID">
    <vt:lpwstr>100021874700014</vt:lpwstr>
  </property>
  <property fmtid="{D5CDD505-2E9C-101B-9397-08002B2CF9AE}" pid="7" name="LSATTR_Обозначение">
    <vt:lpwstr>Г.9.0000.21043-ЧТН/ГТП-00.000-АПТ.ЗП.ОЛ1.2.2.2</vt:lpwstr>
  </property>
  <property fmtid="{D5CDD505-2E9C-101B-9397-08002B2CF9AE}" pid="8" name="LSATTR_Наименование_проекта">
    <vt:lpwstr>Автоматизированная система управления технологическим процессом НПС Подкумок (СА МНС, ПНС и РП, СА ПТ). Тихорецкое РУМН. Техническое перевооружение_x000d_
</vt:lpwstr>
  </property>
  <property fmtid="{D5CDD505-2E9C-101B-9397-08002B2CF9AE}" pid="9" name="LSATTR_Наименование_комплекта">
    <vt:lpwstr>Задание на поставку СА ПТ</vt:lpwstr>
  </property>
  <property fmtid="{D5CDD505-2E9C-101B-9397-08002B2CF9AE}" pid="10" name="LSATTR_Наименование">
    <vt:lpwstr>Извещатель пожарный оптико-электронный дымовой. Опросный лист</vt:lpwstr>
  </property>
  <property fmtid="{D5CDD505-2E9C-101B-9397-08002B2CF9AE}" pid="11" name="LSATTR_Подпись__Разработал_ФИО">
    <vt:lpwstr>Коннов В. В.</vt:lpwstr>
  </property>
  <property fmtid="{D5CDD505-2E9C-101B-9397-08002B2CF9AE}" pid="12" name="LSATTR_Подпись__Разработал_Дата">
    <vt:lpwstr>_</vt:lpwstr>
  </property>
  <property fmtid="{D5CDD505-2E9C-101B-9397-08002B2CF9AE}" pid="13" name="LSATTR_Подпись__Проверил_ФИО">
    <vt:lpwstr>_</vt:lpwstr>
  </property>
  <property fmtid="{D5CDD505-2E9C-101B-9397-08002B2CF9AE}" pid="14" name="LSATTR_Подпись__Проверил_Дата">
    <vt:lpwstr>_</vt:lpwstr>
  </property>
  <property fmtid="{D5CDD505-2E9C-101B-9397-08002B2CF9AE}" pid="15" name="LSATTR_Подпись__Гл__спец__ФИО">
    <vt:lpwstr>_</vt:lpwstr>
  </property>
  <property fmtid="{D5CDD505-2E9C-101B-9397-08002B2CF9AE}" pid="16" name="LSATTR_Подпись__Гл__спец__Дата">
    <vt:lpwstr>_</vt:lpwstr>
  </property>
  <property fmtid="{D5CDD505-2E9C-101B-9397-08002B2CF9AE}" pid="17" name="LSATTR_Подпись__Нормоконтроль_ФИО">
    <vt:lpwstr>_</vt:lpwstr>
  </property>
  <property fmtid="{D5CDD505-2E9C-101B-9397-08002B2CF9AE}" pid="18" name="LSATTR_Подпись__Нормоконтроль_Дата">
    <vt:lpwstr>_</vt:lpwstr>
  </property>
  <property fmtid="{D5CDD505-2E9C-101B-9397-08002B2CF9AE}" pid="19" name="LSATTR_Подпись__Нач__отдела_ФИО">
    <vt:lpwstr>_</vt:lpwstr>
  </property>
  <property fmtid="{D5CDD505-2E9C-101B-9397-08002B2CF9AE}" pid="20" name="LSATTR_Подпись__Нач__отдела_Дата">
    <vt:lpwstr>_</vt:lpwstr>
  </property>
  <property fmtid="{D5CDD505-2E9C-101B-9397-08002B2CF9AE}" pid="21" name="LSATTR_Подпись__ГИП_ФИО">
    <vt:lpwstr>_</vt:lpwstr>
  </property>
  <property fmtid="{D5CDD505-2E9C-101B-9397-08002B2CF9AE}" pid="22" name="LSATTR_Подпись__ГИП_Дата">
    <vt:lpwstr>_</vt:lpwstr>
  </property>
  <property fmtid="{D5CDD505-2E9C-101B-9397-08002B2CF9AE}" pid="23" name="LSATTR_Инвентарный__">
    <vt:lpwstr>278922</vt:lpwstr>
  </property>
  <property fmtid="{D5CDD505-2E9C-101B-9397-08002B2CF9AE}" pid="24" name="LSATTR_Заказчик">
    <vt:lpwstr>АО "Черномортранснефть"</vt:lpwstr>
  </property>
</Properties>
</file>