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67" w:rsidRPr="00E25C0E" w:rsidRDefault="009B3867" w:rsidP="00D75626">
      <w:pPr>
        <w:spacing w:after="0" w:line="14" w:lineRule="exact"/>
        <w:rPr>
          <w:rFonts w:ascii="Times New Roman" w:hAnsi="Times New Roman"/>
          <w:sz w:val="2"/>
          <w:szCs w:val="2"/>
        </w:rPr>
        <w:sectPr w:rsidR="009B3867" w:rsidRPr="00E25C0E" w:rsidSect="00AE2EA6">
          <w:headerReference w:type="default" r:id="rId8"/>
          <w:footerReference w:type="default" r:id="rId9"/>
          <w:pgSz w:w="11906" w:h="16838"/>
          <w:pgMar w:top="84" w:right="454" w:bottom="1304" w:left="1304" w:header="227" w:footer="227" w:gutter="0"/>
          <w:cols w:space="708"/>
          <w:docGrid w:linePitch="360"/>
        </w:sectPr>
      </w:pPr>
    </w:p>
    <w:tbl>
      <w:tblPr>
        <w:tblW w:w="10473" w:type="dxa"/>
        <w:tblInd w:w="-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49"/>
        <w:gridCol w:w="4536"/>
        <w:gridCol w:w="993"/>
        <w:gridCol w:w="4195"/>
      </w:tblGrid>
      <w:tr w:rsidR="00A41553" w:rsidRPr="00E25C0E" w:rsidTr="00A41553">
        <w:trPr>
          <w:trHeight w:val="828"/>
          <w:tblHeader/>
        </w:trPr>
        <w:tc>
          <w:tcPr>
            <w:tcW w:w="7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5A0A80">
            <w:pPr>
              <w:pStyle w:val="af0"/>
              <w:ind w:left="405" w:hanging="405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Запрашиваемые данные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Ед. изм.</w:t>
            </w:r>
          </w:p>
        </w:tc>
        <w:tc>
          <w:tcPr>
            <w:tcW w:w="4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41553" w:rsidRPr="00E25C0E" w:rsidRDefault="00A41553" w:rsidP="007320F4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Технические характеристики, данные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Наименование и адрес проектирующей организации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bCs/>
                <w:sz w:val="20"/>
                <w:szCs w:val="22"/>
              </w:rPr>
              <w:t>ООО "ПриволжскНИПИнефть"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Наименование и адрес предприятия-заказчика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vAlign w:val="center"/>
          </w:tcPr>
          <w:p w:rsidR="00A41553" w:rsidRPr="00136C4E" w:rsidRDefault="00023809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  <w:lang w:eastAsia="ar-SA"/>
              </w:rPr>
              <w:t>ООО "Блэк-Стрим"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Назначение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68799E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Измерение температуры</w:t>
            </w:r>
          </w:p>
        </w:tc>
      </w:tr>
      <w:tr w:rsidR="00A41553" w:rsidRPr="00A97F3C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Идентификатор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681654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(см. таблицу применимости)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A97F3C" w:rsidRDefault="00A41553" w:rsidP="00A42E6A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Место установки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023809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(см. таблицу применимости)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Класс зоны по взрыво- и пожароопасности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ED2E47" w:rsidP="0068799E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(см. таблицу применимости)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Категория и группа взрывоопасной смеси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ED2E47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(см. таблицу применимости)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Сохранение работоспособности во время и после землетрясения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Баллы по MSK-64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1B266D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1B266D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1B266D">
              <w:rPr>
                <w:rFonts w:ascii="Times New Roman" w:hAnsi="Times New Roman"/>
                <w:sz w:val="20"/>
              </w:rPr>
              <w:t>Измеряемая среда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1B266D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B266D" w:rsidRDefault="00074F65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B266D">
              <w:rPr>
                <w:rFonts w:ascii="Times New Roman" w:hAnsi="Times New Roman"/>
                <w:b/>
                <w:sz w:val="20"/>
              </w:rPr>
              <w:t>(см. таблицу применимости)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Скорость потока измеряемой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м/сек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Минимальная температура измеряемой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sym w:font="Symbol" w:char="F0B0"/>
            </w: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023809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(см. таблицу применимости)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Максимальная температура измеряемой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sym w:font="Symbol" w:char="F0B0"/>
            </w: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023809" w:rsidP="00A4155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(см. таблицу применимости)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744748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Номинальное давление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МПа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023809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1,6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b/>
                <w:sz w:val="20"/>
              </w:rPr>
              <w:t>Характер измеряемой среды: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коррозионная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820912" w:rsidRDefault="00A41553" w:rsidP="00A42E6A">
            <w:pPr>
              <w:pStyle w:val="af2"/>
              <w:spacing w:after="0" w:line="276" w:lineRule="auto"/>
              <w:ind w:left="57"/>
              <w:rPr>
                <w:rFonts w:ascii="Times New Roman" w:hAnsi="Times New Roman"/>
                <w:sz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lang w:val="ru-RU"/>
              </w:rPr>
              <w:t>содержание твердых частиц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пожароопасная / взрывоопасная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ED2E4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Да/</w:t>
            </w:r>
            <w:r w:rsidR="00ED2E47" w:rsidRPr="00136C4E">
              <w:rPr>
                <w:rFonts w:ascii="Times New Roman" w:hAnsi="Times New Roman"/>
                <w:b/>
                <w:sz w:val="20"/>
              </w:rPr>
              <w:t>(Да)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8C6A04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С индикацией / без индикации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Без индикации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Калибровка шкалы / поверка / диапазон измерения (см. примечание 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sym w:font="Symbol" w:char="F0B0"/>
            </w: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155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 xml:space="preserve">Нет / да / </w:t>
            </w:r>
            <w:r w:rsidR="009F7167" w:rsidRPr="00136C4E">
              <w:rPr>
                <w:rFonts w:ascii="Times New Roman" w:hAnsi="Times New Roman"/>
                <w:b/>
                <w:sz w:val="20"/>
              </w:rPr>
              <w:t>см. таблицу применимости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Наличие термокармана (см. примечание 5)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CD7746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Тип термокармана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 xml:space="preserve">Цельнометаллический ввертной (использование сварных термокарманов не допускается) с внешней резьбой </w:t>
            </w:r>
            <w:r w:rsidR="001E4D71">
              <w:rPr>
                <w:rFonts w:ascii="Times New Roman" w:hAnsi="Times New Roman"/>
                <w:b/>
                <w:sz w:val="20"/>
              </w:rPr>
              <w:t xml:space="preserve">(см. </w:t>
            </w:r>
            <w:r w:rsidR="00023809" w:rsidRPr="00136C4E">
              <w:rPr>
                <w:rFonts w:ascii="Times New Roman" w:hAnsi="Times New Roman"/>
                <w:b/>
                <w:sz w:val="20"/>
              </w:rPr>
              <w:t>таблицу применимости)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Материал термокармана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Нержавеющая сталь по ГОСТ 25054</w:t>
            </w:r>
          </w:p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Монтаж термокармана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ED2E47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В патрубок с фланцем</w:t>
            </w:r>
            <w:r w:rsidR="00A41553" w:rsidRPr="00136C4E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023809" w:rsidRPr="00136C4E">
              <w:rPr>
                <w:rFonts w:ascii="Times New Roman" w:hAnsi="Times New Roman"/>
                <w:b/>
                <w:sz w:val="20"/>
              </w:rPr>
              <w:t>(см. таблицу применимости)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Длина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3379B1">
              <w:rPr>
                <w:rFonts w:ascii="Times New Roman" w:hAnsi="Times New Roman"/>
                <w:b/>
                <w:sz w:val="20"/>
              </w:rPr>
              <w:t>защитного термокармана</w:t>
            </w:r>
            <w:r w:rsidRPr="003379B1">
              <w:rPr>
                <w:rFonts w:ascii="Times New Roman" w:hAnsi="Times New Roman"/>
                <w:b/>
                <w:color w:val="7030A0"/>
                <w:sz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ED2E47" w:rsidP="00A4155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(см. таблицу применимости)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Тип присоединения термопреобразователя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 xml:space="preserve">Наружная резьба </w:t>
            </w:r>
            <w:r w:rsidR="00023809" w:rsidRPr="00136C4E">
              <w:rPr>
                <w:rFonts w:ascii="Times New Roman" w:hAnsi="Times New Roman"/>
                <w:b/>
                <w:sz w:val="20"/>
              </w:rPr>
              <w:t>(см. таблицу применимости)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DB3FAB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Материал корпуса (головки)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Алюминиевый сплав или нержавеющая сталь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DB3FAB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Наличие блока клемм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Климатические факторы внешней среды места эксплуатации по ГОСТ 15150 за исключением параметра, указанного в следующем пункте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УХЛ 1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Температура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sym w:font="Symbol" w:char="F0B0"/>
            </w: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От минус 40 до +40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A97F3C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Тип чувствительного элемента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Термометр сопротивления</w:t>
            </w:r>
            <w:r w:rsidRPr="00136C4E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r w:rsidRPr="00136C4E">
              <w:rPr>
                <w:rFonts w:ascii="Times New Roman" w:hAnsi="Times New Roman"/>
                <w:b/>
                <w:sz w:val="20"/>
              </w:rPr>
              <w:t>платиновый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5C4747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Градуировка сенсора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  <w:lang w:val="en-US"/>
              </w:rPr>
              <w:t>PT</w:t>
            </w:r>
            <w:r w:rsidRPr="00136C4E">
              <w:rPr>
                <w:rFonts w:ascii="Times New Roman" w:hAnsi="Times New Roman"/>
                <w:b/>
                <w:sz w:val="20"/>
              </w:rPr>
              <w:t>100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1553">
            <w:pPr>
              <w:pStyle w:val="2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820912" w:rsidRDefault="00A41553" w:rsidP="00A41553">
            <w:pPr>
              <w:pStyle w:val="af2"/>
              <w:spacing w:after="0" w:line="276" w:lineRule="auto"/>
              <w:ind w:left="57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lang w:val="ru-RU"/>
              </w:rPr>
              <w:t>Схема электрического подключения, тип сигнала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1553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155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2-х проводная, 4-20 мА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602D77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Подключение проводников от чувствительного элемента и проводников внешнего кабеля в блоке клемм прибора с использованием разных клеммных контактов соединительных клемм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bCs/>
                <w:sz w:val="20"/>
              </w:rPr>
              <w:t>Да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Класс допуска по ГОСТ 6651,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color w:val="000000"/>
                <w:sz w:val="20"/>
              </w:rPr>
              <w:t>А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E25C0E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Устойчивость к механическим воздействиям по ГОСТ Р 52931,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V2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Наличие внешней / внутренней клеммы заземления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Да / нет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 xml:space="preserve">Исполнение </w:t>
            </w:r>
            <w:r w:rsidRPr="003379B1">
              <w:rPr>
                <w:rFonts w:ascii="Times New Roman" w:hAnsi="Times New Roman"/>
                <w:sz w:val="20"/>
                <w:lang w:val="en-US"/>
              </w:rPr>
              <w:t>взрывозащищ</w:t>
            </w:r>
            <w:r w:rsidRPr="003379B1">
              <w:rPr>
                <w:rFonts w:ascii="Times New Roman" w:hAnsi="Times New Roman"/>
                <w:sz w:val="20"/>
              </w:rPr>
              <w:t>енное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ED2E47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(см. таблицу применимости)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Вид взрывозащиты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ED2E47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(см. таблицу применимости)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Степень защиты от влаги и пыли по ГОСТ 14254,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IP 65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Поставка кабельного ввода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Тип кабельного ввода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ED2E47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Общепром/взрывозащищенный.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Заземление брони кабеля внутри ввода для любого типа брони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 xml:space="preserve">Присоединение кабеля в металлорукаве </w:t>
            </w:r>
            <w:r w:rsidRPr="003379B1">
              <w:rPr>
                <w:rFonts w:ascii="Times New Roman" w:hAnsi="Times New Roman"/>
                <w:sz w:val="20"/>
                <w:lang w:val="en-US"/>
              </w:rPr>
              <w:t>DN</w:t>
            </w:r>
            <w:r>
              <w:rPr>
                <w:rFonts w:ascii="Times New Roman" w:hAnsi="Times New Roman"/>
                <w:b/>
                <w:sz w:val="20"/>
              </w:rPr>
              <w:t>20</w:t>
            </w:r>
            <w:r w:rsidRPr="003379B1">
              <w:rPr>
                <w:rFonts w:ascii="Times New Roman" w:hAnsi="Times New Roman"/>
                <w:sz w:val="20"/>
              </w:rPr>
              <w:t xml:space="preserve"> к кабельному вводу с возможностью обеспечения электрического контакта между металлорукавом и кабельным вводом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pacing w:val="-10"/>
                <w:sz w:val="20"/>
                <w:szCs w:val="20"/>
                <w:lang w:val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CD316F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Диаметр присоединяемого кабеля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pacing w:val="-10"/>
                <w:sz w:val="20"/>
                <w:szCs w:val="20"/>
                <w:lang w:val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Для небронированного кабеля 9-13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Наличие УЗИП III класса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  <w:lang w:val="en-US"/>
              </w:rPr>
              <w:t>Н</w:t>
            </w:r>
            <w:r w:rsidRPr="00136C4E">
              <w:rPr>
                <w:rFonts w:ascii="Times New Roman" w:hAnsi="Times New Roman"/>
                <w:b/>
                <w:sz w:val="20"/>
              </w:rPr>
              <w:t>ет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Установка прибора над нулевой отметкой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От 0 до 10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Наличие паспорта (формуляра)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Наличие инструкции (руководства) по эксплуатации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Наличие сертификата соответствия требованиям ТР ТС «О безопасности оборудования для работы во взрывоопасных средах» (ТР ТС 012/2011)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ED2E47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Да, для взрывозащищенных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A41553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41553">
              <w:rPr>
                <w:rFonts w:ascii="Times New Roman" w:hAnsi="Times New Roman"/>
                <w:sz w:val="20"/>
              </w:rPr>
              <w:t xml:space="preserve">Наличие сведений об утвержденном типе СИ в ФИФ ОЕИ, свидетельства/сертификата об утверждении типа СИ, описания типа СИ </w:t>
            </w:r>
            <w:r w:rsidRPr="00A41553">
              <w:rPr>
                <w:rFonts w:ascii="Times New Roman" w:hAnsi="Times New Roman"/>
                <w:sz w:val="20"/>
              </w:rPr>
              <w:lastRenderedPageBreak/>
              <w:t>(приложение к свидетельству об утверждении типа СИ) и методики поверки СИ (копии), регламентированной в описании типа 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136C4E" w:rsidRDefault="00A41553" w:rsidP="00A42E6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136C4E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A41553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41553">
              <w:rPr>
                <w:rFonts w:ascii="Times New Roman" w:hAnsi="Times New Roman"/>
                <w:sz w:val="20"/>
              </w:rPr>
              <w:t>Наличие сведений о первичной поверке СИ в ФИФ ОЕИ, свидетельства о первичной поверке СИ (см. примечание 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A41553" w:rsidRDefault="00A41553" w:rsidP="00A42E6A">
            <w:pPr>
              <w:pStyle w:val="OaaeeoaIoiaaoey"/>
              <w:spacing w:before="0"/>
              <w:rPr>
                <w:rFonts w:ascii="Times New Roman" w:hAnsi="Times New Roman"/>
                <w:sz w:val="20"/>
              </w:rPr>
            </w:pPr>
            <w:r w:rsidRPr="00A41553">
              <w:rPr>
                <w:rFonts w:ascii="Times New Roman" w:hAnsi="Times New Roman"/>
                <w:sz w:val="20"/>
              </w:rPr>
              <w:t>Да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Наличие копий протоколов поверки 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Да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Межповерочный интервал, не менее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лет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2</w:t>
            </w:r>
          </w:p>
        </w:tc>
      </w:tr>
      <w:tr w:rsidR="00A4155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E25C0E" w:rsidRDefault="00A4155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41553" w:rsidRPr="003379B1" w:rsidRDefault="00A41553" w:rsidP="00A4155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sz w:val="20"/>
              </w:rPr>
              <w:t>Наличие сертификата (копии) соответствия требованиям ГОСТ 30546.1 или ТУ (копия) с записью, соответствующей приложению «Г» ГОСТ 30546.1, которые подтверждают соответствие изделия тре</w:t>
            </w:r>
            <w:r>
              <w:rPr>
                <w:rFonts w:ascii="Times New Roman" w:hAnsi="Times New Roman"/>
                <w:sz w:val="20"/>
              </w:rPr>
              <w:t>бованиям ОЛ по сейсмостойкости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1553" w:rsidRPr="00820912" w:rsidRDefault="00A4155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44F0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41553" w:rsidRPr="003379B1" w:rsidRDefault="00A41553" w:rsidP="00A42E6A">
            <w:pPr>
              <w:pStyle w:val="OaaeeoaIoiaaoey"/>
              <w:spacing w:before="0"/>
              <w:rPr>
                <w:rFonts w:ascii="Times New Roman" w:hAnsi="Times New Roman"/>
                <w:sz w:val="20"/>
              </w:rPr>
            </w:pPr>
            <w:r w:rsidRPr="003379B1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480BB3" w:rsidRPr="00E25C0E" w:rsidTr="00A41553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80BB3" w:rsidRPr="00E25C0E" w:rsidRDefault="00480BB3" w:rsidP="00A42E6A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480BB3" w:rsidRPr="003379B1" w:rsidRDefault="00480BB3" w:rsidP="00A41553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Дополнительное требование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80BB3" w:rsidRPr="00820912" w:rsidRDefault="00480BB3" w:rsidP="00A42E6A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80BB3" w:rsidRPr="003379B1" w:rsidRDefault="00480BB3" w:rsidP="00ED2E4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Аналог - </w:t>
            </w:r>
            <w:r w:rsidR="009F7167" w:rsidRPr="009F7167">
              <w:rPr>
                <w:rFonts w:ascii="Times New Roman" w:hAnsi="Times New Roman"/>
                <w:b/>
                <w:sz w:val="20"/>
              </w:rPr>
              <w:t>ТС</w:t>
            </w:r>
            <w:r w:rsidR="00ED2E47">
              <w:rPr>
                <w:rFonts w:ascii="Times New Roman" w:hAnsi="Times New Roman"/>
                <w:b/>
                <w:sz w:val="20"/>
              </w:rPr>
              <w:t>М</w:t>
            </w:r>
            <w:r w:rsidR="009F7167" w:rsidRPr="009F7167">
              <w:rPr>
                <w:rFonts w:ascii="Times New Roman" w:hAnsi="Times New Roman"/>
                <w:b/>
                <w:sz w:val="20"/>
              </w:rPr>
              <w:t>У-014</w:t>
            </w:r>
            <w:r w:rsidR="00023809">
              <w:rPr>
                <w:rFonts w:ascii="Times New Roman" w:hAnsi="Times New Roman"/>
                <w:b/>
                <w:sz w:val="20"/>
              </w:rPr>
              <w:t xml:space="preserve"> (СКБ «Термоприбор»)</w:t>
            </w:r>
          </w:p>
        </w:tc>
      </w:tr>
    </w:tbl>
    <w:p w:rsidR="009F7167" w:rsidRPr="001E4D71" w:rsidRDefault="001E4D71" w:rsidP="009F7167">
      <w:pPr>
        <w:pStyle w:val="afc"/>
        <w:spacing w:line="340" w:lineRule="exact"/>
        <w:ind w:left="1854" w:firstLine="0"/>
        <w:rPr>
          <w:rFonts w:ascii="Times New Roman" w:hAnsi="Times New Roman"/>
          <w:b/>
          <w:sz w:val="20"/>
        </w:rPr>
      </w:pPr>
      <w:r w:rsidRPr="001E4D71">
        <w:rPr>
          <w:rFonts w:ascii="Times New Roman" w:hAnsi="Times New Roman"/>
          <w:b/>
          <w:sz w:val="20"/>
        </w:rPr>
        <w:t>ТАБЛИЦА ПРИМЕНИМОСТИ</w:t>
      </w:r>
    </w:p>
    <w:tbl>
      <w:tblPr>
        <w:tblW w:w="1034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984"/>
        <w:gridCol w:w="1418"/>
        <w:gridCol w:w="1134"/>
        <w:gridCol w:w="850"/>
        <w:gridCol w:w="567"/>
        <w:gridCol w:w="709"/>
        <w:gridCol w:w="709"/>
        <w:gridCol w:w="850"/>
        <w:gridCol w:w="1134"/>
      </w:tblGrid>
      <w:tr w:rsidR="00444F0C" w:rsidRPr="00444F0C" w:rsidTr="00444F0C"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Поз.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Место установки прибора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Измеряемая среда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Термокарман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Диапазон измерения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Ед. изм.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Патрубок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Примечание</w:t>
            </w:r>
          </w:p>
        </w:tc>
      </w:tr>
      <w:tr w:rsidR="00444F0C" w:rsidRPr="00444F0C" w:rsidTr="00444F0C">
        <w:tc>
          <w:tcPr>
            <w:tcW w:w="993" w:type="dxa"/>
            <w:vMerge/>
            <w:tcBorders>
              <w:right w:val="single" w:sz="12" w:space="0" w:color="auto"/>
            </w:tcBorders>
            <w:vAlign w:val="center"/>
          </w:tcPr>
          <w:p w:rsidR="00602B77" w:rsidRPr="00444F0C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0"/>
                <w:lang w:val="ru-RU" w:eastAsia="ru-RU"/>
              </w:rPr>
              <w:t>Монтаж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Длина, мм</w:t>
            </w: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6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Патрубок Ду50 в емкости Е-32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битум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М33х1,5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360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190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6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1а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Патрубок Ду50 в емкости Е-32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битум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М33х1,5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360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190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6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2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Патрубок Ду50 в емкости Е-33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битум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М33х1,5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360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190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6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2а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Патрубок Ду50 в емкости Е-33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битум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М33х1,5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360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190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7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Трубопровод Ду200, до насоса Н-39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битум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М33х1,5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190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7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2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Трубопровод Ду200, до насоса Н-40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битум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М33х1,5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190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2B77" w:rsidRPr="00820912" w:rsidRDefault="00603921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603921" w:rsidRPr="00820912" w:rsidRDefault="00603921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en-US" w:eastAsia="ru-RU"/>
              </w:rPr>
              <w:t>TZT1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42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Патрубок Ду25 в колонну К-2н (вверх)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right="-10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смесь нефтепродукта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471CA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360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2B77" w:rsidRPr="00820912" w:rsidRDefault="00603921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600мм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Зона кл. 2</w:t>
            </w:r>
          </w:p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1Exd IIA-T4</w:t>
            </w: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en-US" w:eastAsia="ru-RU"/>
              </w:rPr>
              <w:t>TZT1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40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Патрубок Ду25 в колонну К-2н (низ)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right="-10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смесь нефтепродукта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360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360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2B77" w:rsidRPr="00820912" w:rsidRDefault="00603921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200 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Зона кл. 2</w:t>
            </w:r>
          </w:p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1Exd IIA-T4</w:t>
            </w: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41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Патрубок Ду25 в колонну К-2н (середина)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смесь нефтепродукта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360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360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2B77" w:rsidRPr="00820912" w:rsidRDefault="00603921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200 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Зона кл. 2</w:t>
            </w:r>
          </w:p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1Exd IIA-T4</w:t>
            </w: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45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Патрубок Ду20 в емкости Е-6н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черный соляр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1/2"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360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120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Зона кл. 2</w:t>
            </w:r>
          </w:p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1Exd IIA-T4</w:t>
            </w:r>
          </w:p>
        </w:tc>
      </w:tr>
      <w:tr w:rsidR="00444F0C" w:rsidRPr="00444F0C" w:rsidTr="00444F0C">
        <w:trPr>
          <w:trHeight w:val="725"/>
        </w:trPr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46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Патрубок Ду50 в емкости Е-25н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черный соляр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360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120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3921" w:rsidRPr="00820912" w:rsidRDefault="00603921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602B77" w:rsidRPr="00820912" w:rsidRDefault="00603921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200мм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Зона кл. 2</w:t>
            </w:r>
          </w:p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1Exd IIA-T4</w:t>
            </w: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43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Трубопровод Ду200 после ВК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воздух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-31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3921" w:rsidRPr="00820912" w:rsidRDefault="00603921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602B77" w:rsidRPr="00820912" w:rsidRDefault="00603921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44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Трубопровод Ду200 после ВК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воздух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-31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3921" w:rsidRPr="00820912" w:rsidRDefault="00603921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602B77" w:rsidRPr="00820912" w:rsidRDefault="00603921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8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8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Трубопровод Ду80, в маслонагревательную станцию 1.8.1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1B266D" w:rsidP="001B266D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820912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 xml:space="preserve">Термальное масло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190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3921" w:rsidRPr="00820912" w:rsidRDefault="00603921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602B77" w:rsidRPr="00820912" w:rsidRDefault="00603921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87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 xml:space="preserve">Трубопровод Ду80, от 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lastRenderedPageBreak/>
              <w:t>маслонагревательной станции 1.8.1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820912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lastRenderedPageBreak/>
              <w:t>Термальное масло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190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3921" w:rsidRPr="00820912" w:rsidRDefault="00603921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602B77" w:rsidRPr="00820912" w:rsidRDefault="00603921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1B266D" w:rsidRPr="00444F0C" w:rsidTr="001B266D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lastRenderedPageBreak/>
              <w:t>ТТ181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Трубопровод Ду80, в маслонагревательную станцию 1.8.2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266D" w:rsidRDefault="001B266D" w:rsidP="001B266D">
            <w:pPr>
              <w:jc w:val="center"/>
            </w:pPr>
            <w:r w:rsidRPr="00414114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Термальное масло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190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1B266D" w:rsidRPr="00444F0C" w:rsidTr="001B266D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ТТ189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Трубопровод Ду80, от маслонагревательной станции 1.8.2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266D" w:rsidRDefault="001B266D" w:rsidP="001B266D">
            <w:pPr>
              <w:jc w:val="center"/>
            </w:pPr>
            <w:r w:rsidRPr="00414114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Термальное масло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160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190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B266D" w:rsidRPr="00820912" w:rsidRDefault="001B266D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50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Трубопровод Ду100 2-3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гудрон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</w:t>
            </w:r>
            <w:r w:rsidR="00471CAD" w:rsidRPr="00444F0C">
              <w:rPr>
                <w:rFonts w:ascii="Times New Roman" w:hAnsi="Times New Roman"/>
                <w:sz w:val="20"/>
                <w:lang w:val="ru-RU" w:eastAsia="ru-RU"/>
              </w:rPr>
              <w:t>6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4F65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602B77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51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Трубопровод Ду150 13а-2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гудрон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</w:t>
            </w:r>
            <w:r w:rsidR="00471CAD" w:rsidRPr="00444F0C">
              <w:rPr>
                <w:rFonts w:ascii="Times New Roman" w:hAnsi="Times New Roman"/>
                <w:sz w:val="20"/>
                <w:lang w:val="ru-RU" w:eastAsia="ru-RU"/>
              </w:rPr>
              <w:t>6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4F65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602B77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52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Трубопровод Ду150 13а-1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гудрон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</w:t>
            </w:r>
            <w:r w:rsidR="00471CAD" w:rsidRPr="00444F0C">
              <w:rPr>
                <w:rFonts w:ascii="Times New Roman" w:hAnsi="Times New Roman"/>
                <w:sz w:val="20"/>
                <w:lang w:val="ru-RU" w:eastAsia="ru-RU"/>
              </w:rPr>
              <w:t>6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4F65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602B77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53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Трубопровод Ду100 2-4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гудрон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</w:t>
            </w:r>
            <w:r w:rsidR="00471CAD" w:rsidRPr="00444F0C">
              <w:rPr>
                <w:rFonts w:ascii="Times New Roman" w:hAnsi="Times New Roman"/>
                <w:sz w:val="20"/>
                <w:lang w:val="ru-RU" w:eastAsia="ru-RU"/>
              </w:rPr>
              <w:t>6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4F65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602B77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57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Трубопровод Ду100 Л13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гудрон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</w:t>
            </w:r>
            <w:r w:rsidR="00471CAD" w:rsidRPr="00444F0C">
              <w:rPr>
                <w:rFonts w:ascii="Times New Roman" w:hAnsi="Times New Roman"/>
                <w:sz w:val="20"/>
                <w:lang w:val="ru-RU" w:eastAsia="ru-RU"/>
              </w:rPr>
              <w:t>6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4F65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602B77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56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Трубопровод Ду100 Л2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гудрон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</w:t>
            </w:r>
            <w:r w:rsidR="00471CAD" w:rsidRPr="00444F0C">
              <w:rPr>
                <w:rFonts w:ascii="Times New Roman" w:hAnsi="Times New Roman"/>
                <w:sz w:val="20"/>
                <w:lang w:val="ru-RU" w:eastAsia="ru-RU"/>
              </w:rPr>
              <w:t>6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4F65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602B77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55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Трубопровод Ду100 Л2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гудрон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</w:t>
            </w:r>
            <w:r w:rsidR="00471CAD" w:rsidRPr="00444F0C">
              <w:rPr>
                <w:rFonts w:ascii="Times New Roman" w:hAnsi="Times New Roman"/>
                <w:sz w:val="20"/>
                <w:lang w:val="ru-RU" w:eastAsia="ru-RU"/>
              </w:rPr>
              <w:t>6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4F65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602B77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100мм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  <w:tr w:rsidR="00444F0C" w:rsidRPr="00444F0C" w:rsidTr="00444F0C"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ТТ1</w:t>
            </w:r>
            <w:r w:rsidR="00074F65" w:rsidRPr="00444F0C">
              <w:rPr>
                <w:rFonts w:ascii="Times New Roman" w:hAnsi="Times New Roman"/>
                <w:sz w:val="20"/>
                <w:lang w:val="ru-RU" w:eastAsia="ru-RU"/>
              </w:rPr>
              <w:t>54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Трубопровод Ду100 13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гудрон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  <w:r w:rsidRPr="00444F0C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М20х1,5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</w:t>
            </w:r>
            <w:r w:rsidR="00471CAD" w:rsidRPr="00444F0C">
              <w:rPr>
                <w:rFonts w:ascii="Times New Roman" w:hAnsi="Times New Roman"/>
                <w:sz w:val="20"/>
                <w:lang w:val="ru-RU" w:eastAsia="ru-RU"/>
              </w:rPr>
              <w:t>6</w:t>
            </w: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ºС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4F65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Ду50</w:t>
            </w:r>
          </w:p>
          <w:p w:rsidR="00602B77" w:rsidRPr="00820912" w:rsidRDefault="00074F65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44F0C">
              <w:rPr>
                <w:rFonts w:ascii="Times New Roman" w:hAnsi="Times New Roman"/>
                <w:sz w:val="20"/>
                <w:lang w:val="ru-RU" w:eastAsia="ru-RU"/>
              </w:rPr>
              <w:t>100мм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02B77" w:rsidRPr="00820912" w:rsidRDefault="00602B77" w:rsidP="00444F0C">
            <w:pPr>
              <w:pStyle w:val="afc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</w:tr>
    </w:tbl>
    <w:p w:rsidR="00023809" w:rsidRDefault="00023809" w:rsidP="005C4747">
      <w:pPr>
        <w:pStyle w:val="afc"/>
        <w:spacing w:line="300" w:lineRule="exact"/>
        <w:ind w:left="426" w:right="426" w:firstLine="0"/>
        <w:rPr>
          <w:rFonts w:ascii="Times New Roman" w:hAnsi="Times New Roman"/>
          <w:sz w:val="20"/>
        </w:rPr>
      </w:pPr>
    </w:p>
    <w:p w:rsidR="005C4747" w:rsidRPr="00E25C0E" w:rsidRDefault="005C4747" w:rsidP="005C4747">
      <w:pPr>
        <w:pStyle w:val="afc"/>
        <w:spacing w:line="300" w:lineRule="exact"/>
        <w:ind w:left="426" w:right="426" w:firstLine="0"/>
        <w:rPr>
          <w:rFonts w:ascii="Times New Roman" w:hAnsi="Times New Roman"/>
          <w:sz w:val="20"/>
        </w:rPr>
      </w:pPr>
      <w:r w:rsidRPr="00E25C0E">
        <w:rPr>
          <w:rFonts w:ascii="Times New Roman" w:hAnsi="Times New Roman"/>
          <w:sz w:val="20"/>
        </w:rPr>
        <w:t>Примечания:</w:t>
      </w:r>
    </w:p>
    <w:p w:rsidR="005C4747" w:rsidRPr="00211ACD" w:rsidRDefault="005C4747" w:rsidP="005C4747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b/>
          <w:sz w:val="20"/>
        </w:rPr>
      </w:pPr>
      <w:r w:rsidRPr="00211ACD">
        <w:rPr>
          <w:rFonts w:ascii="Times New Roman" w:hAnsi="Times New Roman"/>
          <w:b/>
          <w:sz w:val="20"/>
        </w:rPr>
        <w:t>Первичная поверка (калибровка) должна быть выполнена в установленном порядке организацией, аккредитованной на выполнение данного вида работ в РФ</w:t>
      </w:r>
    </w:p>
    <w:p w:rsidR="005C4747" w:rsidRDefault="005C4747" w:rsidP="005C4747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79436F">
        <w:rPr>
          <w:rFonts w:ascii="Times New Roman" w:hAnsi="Times New Roman"/>
          <w:sz w:val="20"/>
        </w:rPr>
        <w:t>Вся документация должна быть выполнена на русском языке.</w:t>
      </w:r>
    </w:p>
    <w:p w:rsidR="005C4747" w:rsidRPr="00DB5B83" w:rsidRDefault="005C4747" w:rsidP="005C4747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DB5B83">
        <w:rPr>
          <w:rFonts w:ascii="Times New Roman" w:hAnsi="Times New Roman"/>
          <w:sz w:val="20"/>
        </w:rPr>
        <w:t>Оборудование должно быть не бывшим ранее в употреблении, оригинальным, не восстановленным.</w:t>
      </w:r>
    </w:p>
    <w:p w:rsidR="005C4747" w:rsidRPr="00E25C0E" w:rsidRDefault="005C4747" w:rsidP="005C4747">
      <w:pPr>
        <w:pStyle w:val="afc"/>
        <w:spacing w:line="300" w:lineRule="exact"/>
        <w:ind w:left="709" w:right="426" w:firstLine="0"/>
        <w:rPr>
          <w:rFonts w:ascii="Times New Roman" w:hAnsi="Times New Roman"/>
          <w:sz w:val="20"/>
        </w:rPr>
      </w:pPr>
    </w:p>
    <w:p w:rsidR="005A6D93" w:rsidRPr="00A97F3C" w:rsidRDefault="005A6D93" w:rsidP="005E37C8">
      <w:pPr>
        <w:pStyle w:val="afc"/>
        <w:spacing w:line="300" w:lineRule="exact"/>
        <w:ind w:left="426" w:right="426" w:firstLine="0"/>
        <w:rPr>
          <w:rFonts w:ascii="Times New Roman" w:hAnsi="Times New Roman"/>
          <w:sz w:val="20"/>
        </w:rPr>
      </w:pPr>
    </w:p>
    <w:sectPr w:rsidR="005A6D93" w:rsidRPr="00A97F3C" w:rsidSect="002F76DF">
      <w:headerReference w:type="default" r:id="rId10"/>
      <w:footerReference w:type="default" r:id="rId11"/>
      <w:type w:val="continuous"/>
      <w:pgSz w:w="11906" w:h="16838"/>
      <w:pgMar w:top="262" w:right="849" w:bottom="1304" w:left="1304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912" w:rsidRDefault="00820912">
      <w:r>
        <w:separator/>
      </w:r>
    </w:p>
    <w:p w:rsidR="00820912" w:rsidRDefault="00820912"/>
  </w:endnote>
  <w:endnote w:type="continuationSeparator" w:id="1">
    <w:p w:rsidR="00820912" w:rsidRDefault="00820912">
      <w:r>
        <w:continuationSeparator/>
      </w:r>
    </w:p>
    <w:p w:rsidR="00820912" w:rsidRDefault="0082091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568"/>
      <w:gridCol w:w="568"/>
      <w:gridCol w:w="569"/>
      <w:gridCol w:w="569"/>
      <w:gridCol w:w="859"/>
      <w:gridCol w:w="586"/>
      <w:gridCol w:w="3933"/>
      <w:gridCol w:w="842"/>
      <w:gridCol w:w="839"/>
      <w:gridCol w:w="1157"/>
    </w:tblGrid>
    <w:tr w:rsidR="00ED2E47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D2E47" w:rsidRPr="00023809" w:rsidRDefault="00ED2E47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</w:rPr>
          </w:pPr>
          <w:r w:rsidRPr="00023809">
            <w:rPr>
              <w:rFonts w:ascii="Times New Roman" w:eastAsia="MS Mincho" w:hAnsi="Times New Roman"/>
              <w:sz w:val="24"/>
              <w:szCs w:val="22"/>
              <w:lang w:val="en-US" w:eastAsia="ja-JP"/>
            </w:rPr>
            <w:t>020623-АТХ.1</w:t>
          </w:r>
          <w:r>
            <w:rPr>
              <w:rFonts w:ascii="Times New Roman" w:eastAsia="MS Mincho" w:hAnsi="Times New Roman"/>
              <w:sz w:val="24"/>
              <w:szCs w:val="22"/>
              <w:lang w:eastAsia="ja-JP"/>
            </w:rPr>
            <w:t>.ОЛ3</w:t>
          </w:r>
        </w:p>
      </w:tc>
    </w:tr>
    <w:tr w:rsidR="00ED2E47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FA5B40" w:rsidRDefault="00ED2E47" w:rsidP="00160AE5">
          <w:pPr>
            <w:pStyle w:val="aa"/>
            <w:jc w:val="center"/>
            <w:rPr>
              <w:rFonts w:ascii="Times New Roman" w:hAnsi="Times New Roman"/>
              <w:bCs/>
              <w:color w:val="000000"/>
              <w:sz w:val="24"/>
            </w:rPr>
          </w:pPr>
        </w:p>
      </w:tc>
    </w:tr>
    <w:tr w:rsidR="00ED2E47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847216" w:rsidRDefault="00ED2E47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023809">
            <w:rPr>
              <w:rFonts w:ascii="Times New Roman" w:hAnsi="Times New Roman"/>
              <w:sz w:val="24"/>
            </w:rPr>
            <w:t>ООО "Блэк-Стрим"</w:t>
          </w:r>
        </w:p>
      </w:tc>
    </w:tr>
    <w:tr w:rsidR="00ED2E47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</w:tr>
    <w:tr w:rsidR="00ED2E47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ED2E47" w:rsidRPr="00D729B8" w:rsidRDefault="00ED2E47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ED2E47" w:rsidRPr="00D729B8" w:rsidRDefault="00ED2E47" w:rsidP="00160AE5">
          <w:pPr>
            <w:pStyle w:val="aa"/>
            <w:jc w:val="center"/>
            <w:rPr>
              <w:rFonts w:ascii="Times New Roman" w:hAnsi="Times New Roman"/>
              <w:spacing w:val="-6"/>
              <w:sz w:val="16"/>
              <w:szCs w:val="16"/>
            </w:rPr>
          </w:pPr>
          <w:r w:rsidRPr="00D729B8">
            <w:rPr>
              <w:rFonts w:ascii="Times New Roman" w:hAnsi="Times New Roman"/>
              <w:spacing w:val="-6"/>
              <w:sz w:val="16"/>
              <w:szCs w:val="16"/>
            </w:rPr>
            <w:t>Кол.уч.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ED2E47" w:rsidRPr="00D729B8" w:rsidRDefault="00ED2E47" w:rsidP="00160AE5">
          <w:pPr>
            <w:pStyle w:val="aa"/>
            <w:ind w:right="-23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ED2E47" w:rsidRPr="00D729B8" w:rsidRDefault="00ED2E47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ED2E47" w:rsidRPr="00D729B8" w:rsidRDefault="00ED2E47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ED2E47" w:rsidRPr="00D729B8" w:rsidRDefault="00ED2E47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2E47" w:rsidRPr="00CD3B6C" w:rsidRDefault="00ED2E47" w:rsidP="00015955">
          <w:pPr>
            <w:pStyle w:val="aa"/>
            <w:rPr>
              <w:rFonts w:ascii="Times New Roman" w:hAnsi="Times New Roman"/>
            </w:rPr>
          </w:pPr>
        </w:p>
      </w:tc>
    </w:tr>
    <w:tr w:rsidR="00ED2E47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ED2E47" w:rsidRPr="00847216" w:rsidRDefault="00ED2E47" w:rsidP="00847216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Разраб.</w:t>
          </w:r>
        </w:p>
      </w:tc>
      <w:tc>
        <w:tcPr>
          <w:tcW w:w="1138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D2E47" w:rsidRPr="00847216" w:rsidRDefault="00ED2E47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Афанасьев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2E47" w:rsidRPr="00FB6399" w:rsidRDefault="00ED2E47" w:rsidP="003F77E1">
          <w:pPr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ED2E47" w:rsidRPr="009F7167" w:rsidRDefault="00ED2E47" w:rsidP="00431ED5">
          <w:pPr>
            <w:pStyle w:val="aa"/>
            <w:jc w:val="center"/>
            <w:rPr>
              <w:rFonts w:ascii="Times New Roman" w:hAnsi="Times New Roman"/>
              <w:sz w:val="16"/>
              <w:szCs w:val="16"/>
              <w:lang w:val="en-US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>
            <w:rPr>
              <w:rFonts w:ascii="Times New Roman" w:hAnsi="Times New Roman"/>
              <w:sz w:val="16"/>
              <w:szCs w:val="16"/>
              <w:lang w:val="en-US"/>
            </w:rPr>
            <w:t>4</w:t>
          </w: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023809" w:rsidRDefault="00ED2E47" w:rsidP="00023809">
          <w:pPr>
            <w:pStyle w:val="aa"/>
            <w:jc w:val="center"/>
            <w:rPr>
              <w:rFonts w:ascii="Times New Roman" w:hAnsi="Times New Roman"/>
              <w:spacing w:val="-2"/>
              <w:sz w:val="16"/>
              <w:szCs w:val="8"/>
            </w:rPr>
          </w:pPr>
          <w:r w:rsidRPr="00023809">
            <w:rPr>
              <w:rFonts w:ascii="Times New Roman" w:hAnsi="Times New Roman"/>
              <w:spacing w:val="-2"/>
              <w:sz w:val="16"/>
              <w:szCs w:val="8"/>
            </w:rPr>
            <w:t xml:space="preserve">"Техническое перевооружение установки производства битумов ООО "Блэк Стрим". </w:t>
          </w:r>
        </w:p>
        <w:p w:rsidR="00ED2E47" w:rsidRPr="00847216" w:rsidRDefault="00ED2E47" w:rsidP="00023809">
          <w:pPr>
            <w:pStyle w:val="aa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023809">
            <w:rPr>
              <w:rFonts w:ascii="Times New Roman" w:hAnsi="Times New Roman"/>
              <w:spacing w:val="-2"/>
              <w:sz w:val="16"/>
              <w:szCs w:val="8"/>
            </w:rPr>
            <w:t>1 этап</w:t>
          </w:r>
        </w:p>
      </w:tc>
      <w:tc>
        <w:tcPr>
          <w:tcW w:w="84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CD3B6C" w:rsidRDefault="00ED2E47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Стадия</w:t>
          </w:r>
        </w:p>
      </w:tc>
      <w:tc>
        <w:tcPr>
          <w:tcW w:w="839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CD3B6C" w:rsidRDefault="00ED2E47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</w:t>
          </w:r>
        </w:p>
      </w:tc>
      <w:tc>
        <w:tcPr>
          <w:tcW w:w="115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CD3B6C" w:rsidRDefault="00ED2E47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Листов</w:t>
          </w:r>
        </w:p>
      </w:tc>
    </w:tr>
    <w:tr w:rsidR="00ED2E47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ED2E47" w:rsidRPr="00847216" w:rsidRDefault="00ED2E47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D2E47" w:rsidRPr="00847216" w:rsidRDefault="00ED2E47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D2E47" w:rsidRPr="00FB6399" w:rsidRDefault="00ED2E47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ED2E47" w:rsidRPr="00847216" w:rsidRDefault="00ED2E47" w:rsidP="003F77E1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2E47" w:rsidRPr="00D264E2" w:rsidRDefault="00ED2E47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D2E47" w:rsidRPr="00D729B8" w:rsidRDefault="00ED2E47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t>Р</w:t>
          </w:r>
        </w:p>
      </w:tc>
      <w:tc>
        <w:tcPr>
          <w:tcW w:w="839" w:type="dxa"/>
          <w:vMerge w:val="restart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D729B8" w:rsidRDefault="00701F55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begin"/>
          </w:r>
          <w:r w:rsidR="00ED2E47" w:rsidRPr="00D729B8">
            <w:rPr>
              <w:rStyle w:val="afb"/>
              <w:rFonts w:ascii="Times New Roman" w:hAnsi="Times New Roman"/>
              <w:sz w:val="20"/>
              <w:szCs w:val="20"/>
            </w:rPr>
            <w:instrText xml:space="preserve"> PAGE </w:instrTex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separate"/>
          </w:r>
          <w:r w:rsidR="001B266D">
            <w:rPr>
              <w:rStyle w:val="afb"/>
              <w:rFonts w:ascii="Times New Roman" w:hAnsi="Times New Roman"/>
              <w:noProof/>
              <w:sz w:val="20"/>
              <w:szCs w:val="20"/>
            </w:rPr>
            <w:t>1</w: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end"/>
          </w:r>
        </w:p>
      </w:tc>
      <w:tc>
        <w:tcPr>
          <w:tcW w:w="115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D729B8" w:rsidRDefault="00701F55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fldSimple w:instr=" NUMPAGES   \* MERGEFORMAT ">
            <w:r w:rsidR="001B266D" w:rsidRPr="001B266D">
              <w:rPr>
                <w:rFonts w:ascii="Times New Roman" w:hAnsi="Times New Roman"/>
                <w:noProof/>
                <w:sz w:val="20"/>
                <w:szCs w:val="20"/>
              </w:rPr>
              <w:t>4</w:t>
            </w:r>
          </w:fldSimple>
        </w:p>
      </w:tc>
    </w:tr>
    <w:tr w:rsidR="00ED2E47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ED2E47" w:rsidRPr="00847216" w:rsidRDefault="00ED2E47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D2E47" w:rsidRPr="00847216" w:rsidRDefault="00ED2E47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D2E47" w:rsidRPr="00FB6399" w:rsidRDefault="00ED2E47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ED2E47" w:rsidRPr="00847216" w:rsidRDefault="00ED2E47" w:rsidP="00066DFE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2E47" w:rsidRPr="00D264E2" w:rsidRDefault="00ED2E47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2E47" w:rsidRPr="00CD3B6C" w:rsidRDefault="00ED2E47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83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2E47" w:rsidRPr="00CD3B6C" w:rsidRDefault="00ED2E47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115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2E47" w:rsidRPr="00CD3B6C" w:rsidRDefault="00ED2E47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</w:tr>
    <w:tr w:rsidR="00ED2E47" w:rsidRPr="00CD3B6C" w:rsidTr="00ED2E47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ED2E47" w:rsidRPr="00847216" w:rsidRDefault="00ED2E47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D2E47" w:rsidRPr="00847216" w:rsidRDefault="00ED2E47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D2E47" w:rsidRPr="00FB6399" w:rsidRDefault="00ED2E47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ED2E47" w:rsidRPr="00847216" w:rsidRDefault="00ED2E47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D2E47" w:rsidRPr="00FA5B40" w:rsidRDefault="00ED2E47" w:rsidP="005C4747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Термопреобразователь сопротивлений. Опросный лист</w:t>
          </w:r>
        </w:p>
      </w:tc>
      <w:tc>
        <w:tcPr>
          <w:tcW w:w="2838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D2E47" w:rsidRPr="00AE2EA6" w:rsidRDefault="00ED2E47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ООО "ПриволжскНИПИнефть"</w:t>
          </w:r>
        </w:p>
        <w:p w:rsidR="00ED2E47" w:rsidRPr="00D729B8" w:rsidRDefault="00ED2E47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г.Самара</w:t>
          </w:r>
        </w:p>
      </w:tc>
    </w:tr>
    <w:tr w:rsidR="00ED2E47" w:rsidRPr="00CD3B6C" w:rsidTr="00ED2E47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ED2E47" w:rsidRPr="00847216" w:rsidRDefault="00ED2E47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Н. контр.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D2E47" w:rsidRPr="00847216" w:rsidRDefault="00ED2E47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Тихонов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D2E47" w:rsidRPr="00FB6399" w:rsidRDefault="00ED2E47" w:rsidP="003F77E1">
          <w:pPr>
            <w:pStyle w:val="aa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ED2E47" w:rsidRPr="009F7167" w:rsidRDefault="00ED2E47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  <w:lang w:val="en-US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>
            <w:rPr>
              <w:rFonts w:ascii="Times New Roman" w:hAnsi="Times New Roman"/>
              <w:sz w:val="16"/>
              <w:szCs w:val="16"/>
              <w:lang w:val="en-US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D2E47" w:rsidRPr="00CD3B6C" w:rsidRDefault="00ED2E47" w:rsidP="003F77E1">
          <w:pPr>
            <w:pStyle w:val="aa"/>
            <w:jc w:val="center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ED2E47" w:rsidRPr="00CD3B6C" w:rsidRDefault="00ED2E47" w:rsidP="003F77E1">
          <w:pPr>
            <w:pStyle w:val="aa"/>
            <w:rPr>
              <w:rFonts w:ascii="Times New Roman" w:hAnsi="Times New Roman"/>
            </w:rPr>
          </w:pPr>
        </w:p>
      </w:tc>
    </w:tr>
    <w:tr w:rsidR="00ED2E47" w:rsidRPr="00CD3B6C" w:rsidTr="00ED2E47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ED2E47" w:rsidRPr="00CD3B6C" w:rsidRDefault="00ED2E47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ГИП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CD3B6C" w:rsidRDefault="00ED2E47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Евграфов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CD3B6C" w:rsidRDefault="00ED2E47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ED2E47" w:rsidRPr="009F7167" w:rsidRDefault="00ED2E47" w:rsidP="003F77E1">
          <w:pPr>
            <w:pStyle w:val="--"/>
            <w:framePr w:hSpace="0" w:wrap="auto" w:vAnchor="margin" w:hAnchor="text" w:xAlign="left" w:yAlign="inline"/>
            <w:rPr>
              <w:rFonts w:ascii="Times New Roman" w:hAnsi="Times New Roman" w:cs="Times New Roman"/>
              <w:lang w:val="en-US"/>
            </w:rPr>
          </w:pPr>
          <w:r>
            <w:rPr>
              <w:rFonts w:ascii="Times New Roman" w:hAnsi="Times New Roman"/>
            </w:rPr>
            <w:t>10.2</w:t>
          </w:r>
          <w:r>
            <w:rPr>
              <w:rFonts w:ascii="Times New Roman" w:hAnsi="Times New Roman"/>
              <w:lang w:val="en-US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2E47" w:rsidRPr="00CD3B6C" w:rsidRDefault="00ED2E47" w:rsidP="003F77E1">
          <w:pPr>
            <w:pStyle w:val="aa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2E47" w:rsidRPr="00CD3B6C" w:rsidRDefault="00ED2E47" w:rsidP="003F77E1">
          <w:pPr>
            <w:pStyle w:val="aa"/>
            <w:rPr>
              <w:rFonts w:ascii="Times New Roman" w:hAnsi="Times New Roman"/>
            </w:rPr>
          </w:pPr>
        </w:p>
      </w:tc>
    </w:tr>
  </w:tbl>
  <w:p w:rsidR="00ED2E47" w:rsidRPr="00CD3B6C" w:rsidRDefault="00701F55">
    <w:pPr>
      <w:pStyle w:val="aa"/>
      <w:rPr>
        <w:rFonts w:ascii="Times New Roman" w:hAnsi="Times New Roman"/>
        <w:sz w:val="6"/>
        <w:szCs w:val="6"/>
      </w:rPr>
    </w:pPr>
    <w:r w:rsidRPr="00701F55">
      <w:rPr>
        <w:rFonts w:ascii="Times New Roman" w:hAnsi="Times New Roman"/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76.25pt;margin-top:91.25pt;width:31.4pt;height:31.35pt;z-index:1;mso-position-horizontal-relative:text;mso-position-vertical-relative:text">
          <v:imagedata r:id="rId1" o:title=""/>
        </v:shape>
        <o:OLEObject Type="Embed" ProgID="CorelDRAW.Graphic.9" ShapeID="_x0000_s2049" DrawAspect="Content" ObjectID="_1804425244" r:id="rId2"/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424"/>
      <w:gridCol w:w="606"/>
      <w:gridCol w:w="682"/>
      <w:gridCol w:w="683"/>
      <w:gridCol w:w="888"/>
      <w:gridCol w:w="606"/>
      <w:gridCol w:w="6013"/>
      <w:gridCol w:w="588"/>
    </w:tblGrid>
    <w:tr w:rsidR="00ED2E47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2E47" w:rsidRPr="00015955" w:rsidRDefault="00ED2E47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2E47" w:rsidRPr="00015955" w:rsidRDefault="00ED2E47" w:rsidP="001B34A1">
          <w:pPr>
            <w:pStyle w:val="aa"/>
          </w:pP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2E47" w:rsidRPr="00015955" w:rsidRDefault="00ED2E47" w:rsidP="001B34A1">
          <w:pPr>
            <w:pStyle w:val="aa"/>
          </w:pP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2E47" w:rsidRPr="00015955" w:rsidRDefault="00ED2E47" w:rsidP="001B34A1">
          <w:pPr>
            <w:pStyle w:val="aa"/>
          </w:pP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2E47" w:rsidRPr="00015955" w:rsidRDefault="00ED2E47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2E47" w:rsidRPr="00015955" w:rsidRDefault="00ED2E47" w:rsidP="001B34A1">
          <w:pPr>
            <w:pStyle w:val="aa"/>
          </w:pPr>
        </w:p>
      </w:tc>
      <w:tc>
        <w:tcPr>
          <w:tcW w:w="601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D2E47" w:rsidRPr="009F7167" w:rsidRDefault="00ED2E47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  <w:lang w:val="en-US"/>
            </w:rPr>
          </w:pPr>
          <w:r w:rsidRPr="00023809">
            <w:rPr>
              <w:rFonts w:ascii="Times New Roman" w:eastAsia="MS Mincho" w:hAnsi="Times New Roman"/>
              <w:sz w:val="24"/>
              <w:szCs w:val="22"/>
              <w:lang w:val="en-US" w:eastAsia="ja-JP"/>
            </w:rPr>
            <w:t>020623-АТХ.1</w:t>
          </w:r>
          <w:r>
            <w:rPr>
              <w:rFonts w:ascii="Times New Roman" w:eastAsia="MS Mincho" w:hAnsi="Times New Roman"/>
              <w:sz w:val="24"/>
              <w:szCs w:val="22"/>
              <w:lang w:eastAsia="ja-JP"/>
            </w:rPr>
            <w:t>.ОЛ3</w:t>
          </w:r>
        </w:p>
      </w:tc>
      <w:tc>
        <w:tcPr>
          <w:tcW w:w="5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ED2E47" w:rsidRPr="00160AE5" w:rsidRDefault="00ED2E47" w:rsidP="00160AE5">
          <w:pPr>
            <w:pStyle w:val="aa"/>
            <w:ind w:right="-60" w:hanging="108"/>
            <w:jc w:val="center"/>
            <w:rPr>
              <w:rFonts w:ascii="Times New Roman" w:hAnsi="Times New Roman"/>
              <w:sz w:val="18"/>
              <w:szCs w:val="18"/>
            </w:rPr>
          </w:pPr>
          <w:r w:rsidRPr="00160AE5">
            <w:rPr>
              <w:rFonts w:ascii="Times New Roman" w:hAnsi="Times New Roman"/>
              <w:sz w:val="18"/>
              <w:szCs w:val="18"/>
              <w:lang w:val="en-US"/>
            </w:rPr>
            <w:t>Лист</w:t>
          </w:r>
        </w:p>
      </w:tc>
    </w:tr>
    <w:tr w:rsidR="00ED2E47" w:rsidRPr="00160AE5" w:rsidTr="004C7EFB">
      <w:trPr>
        <w:trHeight w:hRule="exact" w:val="284"/>
      </w:trPr>
      <w:tc>
        <w:tcPr>
          <w:tcW w:w="42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015955" w:rsidRDefault="00ED2E47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015955" w:rsidRDefault="00ED2E47" w:rsidP="001B34A1">
          <w:pPr>
            <w:pStyle w:val="aa"/>
          </w:pPr>
        </w:p>
      </w:tc>
      <w:tc>
        <w:tcPr>
          <w:tcW w:w="68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015955" w:rsidRDefault="00ED2E47" w:rsidP="001B34A1">
          <w:pPr>
            <w:pStyle w:val="aa"/>
          </w:pPr>
        </w:p>
      </w:tc>
      <w:tc>
        <w:tcPr>
          <w:tcW w:w="68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015955" w:rsidRDefault="00ED2E47" w:rsidP="001B34A1">
          <w:pPr>
            <w:pStyle w:val="aa"/>
          </w:pPr>
        </w:p>
      </w:tc>
      <w:tc>
        <w:tcPr>
          <w:tcW w:w="88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015955" w:rsidRDefault="00ED2E47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015955" w:rsidRDefault="00ED2E47" w:rsidP="001B34A1">
          <w:pPr>
            <w:pStyle w:val="aa"/>
          </w:pPr>
        </w:p>
      </w:tc>
      <w:tc>
        <w:tcPr>
          <w:tcW w:w="6013" w:type="dxa"/>
          <w:vMerge/>
          <w:tcBorders>
            <w:left w:val="single" w:sz="12" w:space="0" w:color="auto"/>
          </w:tcBorders>
        </w:tcPr>
        <w:p w:rsidR="00ED2E47" w:rsidRPr="00015955" w:rsidRDefault="00ED2E47" w:rsidP="001B34A1">
          <w:pPr>
            <w:pStyle w:val="aa"/>
          </w:pPr>
        </w:p>
      </w:tc>
      <w:tc>
        <w:tcPr>
          <w:tcW w:w="5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ED2E47" w:rsidRPr="00D729B8" w:rsidRDefault="00701F55" w:rsidP="00160AE5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fldChar w:fldCharType="begin"/>
          </w:r>
          <w:r w:rsidR="00ED2E47" w:rsidRPr="00D729B8">
            <w:rPr>
              <w:rFonts w:ascii="Times New Roman" w:hAnsi="Times New Roman"/>
              <w:sz w:val="20"/>
              <w:szCs w:val="20"/>
            </w:rPr>
            <w:instrText xml:space="preserve"> PAGE   \* MERGEFORMAT </w:instrTex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separate"/>
          </w:r>
          <w:r w:rsidR="001B266D">
            <w:rPr>
              <w:rFonts w:ascii="Times New Roman" w:hAnsi="Times New Roman"/>
              <w:noProof/>
              <w:sz w:val="20"/>
              <w:szCs w:val="20"/>
            </w:rPr>
            <w:t>2</w: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end"/>
          </w:r>
        </w:p>
      </w:tc>
    </w:tr>
    <w:tr w:rsidR="00ED2E47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D2E47" w:rsidRPr="00D729B8" w:rsidRDefault="00ED2E47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D2E47" w:rsidRPr="00D729B8" w:rsidRDefault="00ED2E47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Кол.уч.</w:t>
          </w: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D729B8" w:rsidRDefault="00ED2E47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D2E47" w:rsidRPr="00D729B8" w:rsidRDefault="00ED2E47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D729B8" w:rsidRDefault="00ED2E47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2E47" w:rsidRPr="00D729B8" w:rsidRDefault="00ED2E47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013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ED2E47" w:rsidRPr="00015955" w:rsidRDefault="00ED2E47" w:rsidP="001B34A1">
          <w:pPr>
            <w:pStyle w:val="aa"/>
          </w:pPr>
        </w:p>
      </w:tc>
      <w:tc>
        <w:tcPr>
          <w:tcW w:w="5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ED2E47" w:rsidRPr="00015955" w:rsidRDefault="00ED2E47" w:rsidP="001B34A1">
          <w:pPr>
            <w:pStyle w:val="aa"/>
          </w:pPr>
        </w:p>
      </w:tc>
    </w:tr>
  </w:tbl>
  <w:p w:rsidR="00ED2E47" w:rsidRPr="00A761D7" w:rsidRDefault="00701F55">
    <w:pPr>
      <w:pStyle w:val="aa"/>
      <w:rPr>
        <w:sz w:val="6"/>
        <w:szCs w:val="6"/>
      </w:rPr>
    </w:pPr>
    <w:r w:rsidRPr="00701F5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-46.9pt;margin-top:-247.8pt;width:45pt;height:256.9pt;z-index:-2;mso-position-horizontal-relative:text;mso-position-vertical-relative:text" stroked="f">
          <v:textbox style="mso-next-textbox:#_x0000_s2056">
            <w:txbxContent>
              <w:tbl>
                <w:tblPr>
                  <w:tblW w:w="681" w:type="dxa"/>
                  <w:jc w:val="right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284"/>
                  <w:gridCol w:w="397"/>
                </w:tblGrid>
                <w:tr w:rsidR="00ED2E47" w:rsidRPr="009C59B0" w:rsidTr="00A5568E">
                  <w:trPr>
                    <w:cantSplit/>
                    <w:trHeight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ED2E47" w:rsidRPr="00847216" w:rsidRDefault="00ED2E47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ED2E47" w:rsidRPr="009C59B0" w:rsidRDefault="00ED2E47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ED2E47" w:rsidRPr="009C59B0" w:rsidTr="00A5568E">
                  <w:trPr>
                    <w:cantSplit/>
                    <w:trHeight w:hRule="exact" w:val="1985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ED2E47" w:rsidRPr="00847216" w:rsidRDefault="00ED2E47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ED2E47" w:rsidRPr="009C59B0" w:rsidRDefault="00ED2E47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ED2E47" w:rsidRPr="005522C2" w:rsidTr="00A5568E">
                  <w:trPr>
                    <w:cantSplit/>
                    <w:trHeight w:hRule="exact"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ED2E47" w:rsidRPr="00847216" w:rsidRDefault="00ED2E47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97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ED2E47" w:rsidRPr="003B6289" w:rsidRDefault="00ED2E47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ED2E47" w:rsidRPr="005522C2" w:rsidRDefault="00ED2E47" w:rsidP="000B59DA">
                <w:pPr>
                  <w:pStyle w:val="aa"/>
                  <w:ind w:left="113"/>
                  <w:rPr>
                    <w:lang w:val="en-US"/>
                  </w:rPr>
                </w:pPr>
              </w:p>
            </w:txbxContent>
          </v:textbox>
        </v:shape>
      </w:pict>
    </w:r>
    <w:r w:rsidRPr="00701F55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76.25pt;margin-top:91.25pt;width:31.4pt;height:31.35pt;z-index:3;mso-position-horizontal-relative:text;mso-position-vertical-relative:text">
          <v:imagedata r:id="rId1" o:title=""/>
        </v:shape>
        <o:OLEObject Type="Embed" ProgID="CorelDRAW.Graphic.9" ShapeID="_x0000_s2055" DrawAspect="Content" ObjectID="_1804425245" r:id="rId2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912" w:rsidRDefault="00820912">
      <w:r>
        <w:separator/>
      </w:r>
    </w:p>
    <w:p w:rsidR="00820912" w:rsidRDefault="00820912"/>
  </w:footnote>
  <w:footnote w:type="continuationSeparator" w:id="1">
    <w:p w:rsidR="00820912" w:rsidRDefault="00820912">
      <w:r>
        <w:continuationSeparator/>
      </w:r>
    </w:p>
    <w:p w:rsidR="00820912" w:rsidRDefault="0082091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E47" w:rsidRPr="00AE2EA6" w:rsidRDefault="00701F55" w:rsidP="00AE2EA6">
    <w:pPr>
      <w:pStyle w:val="af2"/>
      <w:spacing w:after="0"/>
      <w:ind w:firstLine="7229"/>
      <w:rPr>
        <w:sz w:val="10"/>
        <w:szCs w:val="10"/>
      </w:rPr>
    </w:pPr>
    <w:r w:rsidRPr="00701F55">
      <w:rPr>
        <w:rFonts w:ascii="Times New Roman" w:hAnsi="Times New Roman"/>
        <w:noProof/>
        <w:sz w:val="16"/>
        <w:szCs w:val="16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-52.85pt;margin-top:377.9pt;width:45pt;height:449.75pt;z-index:-1" stroked="f">
          <v:textbox style="mso-next-textbox:#_x0000_s2075">
            <w:txbxContent>
              <w:tbl>
                <w:tblPr>
                  <w:tblOverlap w:val="never"/>
                  <w:tblW w:w="839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158"/>
                  <w:gridCol w:w="122"/>
                  <w:gridCol w:w="188"/>
                  <w:gridCol w:w="92"/>
                  <w:gridCol w:w="279"/>
                </w:tblGrid>
                <w:tr w:rsidR="00ED2E47" w:rsidRPr="005711B5" w:rsidTr="00A438D2">
                  <w:trPr>
                    <w:cantSplit/>
                    <w:trHeight w:val="567"/>
                  </w:trPr>
                  <w:tc>
                    <w:tcPr>
                      <w:tcW w:w="280" w:type="dxa"/>
                      <w:gridSpan w:val="2"/>
                      <w:vMerge w:val="restart"/>
                      <w:textDirection w:val="btLr"/>
                      <w:vAlign w:val="center"/>
                    </w:tcPr>
                    <w:p w:rsidR="00ED2E47" w:rsidRPr="00847216" w:rsidRDefault="00ED2E47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  <w:t>Согласовано</w:t>
                      </w: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ED2E47" w:rsidRPr="00847216" w:rsidRDefault="00ED2E47" w:rsidP="009B59A3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ED2E47" w:rsidRPr="005711B5" w:rsidRDefault="00ED2E47" w:rsidP="009B59A3">
                      <w:pPr>
                        <w:pStyle w:val="aa"/>
                        <w:jc w:val="center"/>
                        <w:rPr>
                          <w:lang w:val="en-US"/>
                        </w:rPr>
                      </w:pPr>
                    </w:p>
                  </w:tc>
                </w:tr>
                <w:tr w:rsidR="00ED2E47" w:rsidRPr="005711B5" w:rsidTr="00A438D2">
                  <w:trPr>
                    <w:cantSplit/>
                    <w:trHeight w:val="851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ED2E47" w:rsidRPr="00847216" w:rsidRDefault="00ED2E47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ED2E47" w:rsidRPr="00847216" w:rsidRDefault="00ED2E47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ED2E47" w:rsidRPr="005711B5" w:rsidRDefault="00ED2E47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ED2E47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ED2E47" w:rsidRPr="00847216" w:rsidRDefault="00ED2E47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ED2E47" w:rsidRPr="00847216" w:rsidRDefault="00ED2E47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ED2E47" w:rsidRPr="005711B5" w:rsidRDefault="00ED2E47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ED2E47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ED2E47" w:rsidRPr="00847216" w:rsidRDefault="00ED2E47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ED2E47" w:rsidRPr="00847216" w:rsidRDefault="00ED2E47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ED2E47" w:rsidRPr="005711B5" w:rsidRDefault="00ED2E47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ED2E47" w:rsidRPr="009C59B0" w:rsidTr="00A438D2">
                  <w:trPr>
                    <w:gridBefore w:val="1"/>
                    <w:wBefore w:w="158" w:type="dxa"/>
                    <w:cantSplit/>
                    <w:trHeight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ED2E47" w:rsidRPr="00847216" w:rsidRDefault="00ED2E47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ED2E47" w:rsidRPr="009C59B0" w:rsidRDefault="00ED2E47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ED2E47" w:rsidRPr="009C59B0" w:rsidTr="00A438D2">
                  <w:trPr>
                    <w:gridBefore w:val="1"/>
                    <w:wBefore w:w="158" w:type="dxa"/>
                    <w:cantSplit/>
                    <w:trHeight w:hRule="exact" w:val="1985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ED2E47" w:rsidRPr="00847216" w:rsidRDefault="00ED2E47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ED2E47" w:rsidRPr="009C59B0" w:rsidRDefault="00ED2E47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ED2E47" w:rsidRPr="005522C2" w:rsidTr="00A438D2">
                  <w:trPr>
                    <w:gridBefore w:val="1"/>
                    <w:wBefore w:w="158" w:type="dxa"/>
                    <w:cantSplit/>
                    <w:trHeight w:hRule="exact"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ED2E47" w:rsidRPr="00847216" w:rsidRDefault="00ED2E47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71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ED2E47" w:rsidRPr="003B6289" w:rsidRDefault="00ED2E47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ED2E47" w:rsidRPr="005522C2" w:rsidRDefault="00ED2E47" w:rsidP="00DB193C">
                <w:pPr>
                  <w:pStyle w:val="aa"/>
                  <w:ind w:left="113"/>
                  <w:rPr>
                    <w:lang w:val="en-US"/>
                  </w:rPr>
                </w:pPr>
              </w:p>
              <w:p w:rsidR="00ED2E47" w:rsidRPr="00731C2A" w:rsidRDefault="00ED2E47" w:rsidP="00DB193C"/>
            </w:txbxContent>
          </v:textbox>
        </v:shape>
      </w:pict>
    </w:r>
    <w:r w:rsidRPr="00701F55">
      <w:rPr>
        <w:noProof/>
        <w:sz w:val="6"/>
        <w:szCs w:val="6"/>
        <w:lang w:eastAsia="ru-RU"/>
      </w:rPr>
      <w:pict>
        <v:group id="_x0000_s2051" style="position:absolute;left:0;text-align:left;margin-left:-9.05pt;margin-top:5.45pt;width:524.5pt;height:809.2pt;z-index:2" coordorigin="1787,4557" coordsize="9720,360">
          <v:line id="_x0000_s2052" style="position:absolute" from="1787,4557" to="11507,4557" strokeweight="1.5pt"/>
          <v:line id="_x0000_s2053" style="position:absolute" from="1787,4557" to="1787,4917" strokeweight="1.5pt"/>
          <v:line id="_x0000_s2054" style="position:absolute" from="11507,4557" to="11507,4917" strokeweight="1.5pt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E47" w:rsidRPr="00354F39" w:rsidRDefault="00701F55" w:rsidP="004D44F1">
    <w:pPr>
      <w:pStyle w:val="af2"/>
      <w:spacing w:after="0"/>
      <w:rPr>
        <w:sz w:val="6"/>
        <w:szCs w:val="6"/>
        <w:lang w:val="en-US"/>
      </w:rPr>
    </w:pPr>
    <w:r>
      <w:rPr>
        <w:noProof/>
        <w:sz w:val="6"/>
        <w:szCs w:val="6"/>
        <w:lang w:eastAsia="ru-RU"/>
      </w:rPr>
      <w:pict>
        <v:group id="_x0000_s2061" style="position:absolute;left:0;text-align:left;margin-left:-9.05pt;margin-top:4.9pt;width:524.5pt;height:809.3pt;z-index:4" coordorigin="1787,4557" coordsize="9720,360">
          <v:line id="_x0000_s2062" style="position:absolute" from="1787,4557" to="11507,4557" strokeweight="1.5pt"/>
          <v:line id="_x0000_s2063" style="position:absolute" from="1787,4557" to="1787,4917" strokeweight="1.5pt"/>
          <v:line id="_x0000_s2064" style="position:absolute" from="11507,4557" to="11507,4917" strokeweight="1.5p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EB25E4A"/>
    <w:lvl w:ilvl="0">
      <w:start w:val="1"/>
      <w:numFmt w:val="decimal"/>
      <w:pStyle w:val="1"/>
      <w:lvlText w:val="%1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343"/>
        </w:tabs>
        <w:ind w:left="1343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03"/>
        </w:tabs>
        <w:ind w:left="1403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23"/>
        </w:tabs>
        <w:ind w:left="182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83"/>
        </w:tabs>
        <w:ind w:left="188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303"/>
        </w:tabs>
        <w:ind w:left="2303" w:hanging="1800"/>
      </w:pPr>
      <w:rPr>
        <w:rFonts w:hint="default"/>
        <w:b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"/>
      <w:lvlJc w:val="left"/>
      <w:pPr>
        <w:tabs>
          <w:tab w:val="num" w:pos="1593"/>
        </w:tabs>
        <w:ind w:left="1593" w:hanging="402"/>
      </w:pPr>
      <w:rPr>
        <w:rFonts w:ascii="Wingdings 2" w:hAnsi="Wingdings 2"/>
        <w:color w:val="00000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395"/>
        </w:tabs>
        <w:ind w:left="1395" w:hanging="402"/>
      </w:pPr>
      <w:rPr>
        <w:rFonts w:ascii="Courier New" w:hAnsi="Courier New"/>
        <w:color w:val="000000"/>
      </w:rPr>
    </w:lvl>
  </w:abstractNum>
  <w:abstractNum w:abstractNumId="3">
    <w:nsid w:val="035348F9"/>
    <w:multiLevelType w:val="singleLevel"/>
    <w:tmpl w:val="3296FE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1C0AD8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5">
    <w:nsid w:val="075206D3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6">
    <w:nsid w:val="0E0766B1"/>
    <w:multiLevelType w:val="hybridMultilevel"/>
    <w:tmpl w:val="3A183DD0"/>
    <w:lvl w:ilvl="0" w:tplc="A24A9E7A">
      <w:start w:val="1"/>
      <w:numFmt w:val="bullet"/>
      <w:pStyle w:val="a0"/>
      <w:lvlText w:val=""/>
      <w:lvlJc w:val="left"/>
      <w:pPr>
        <w:tabs>
          <w:tab w:val="num" w:pos="1247"/>
        </w:tabs>
        <w:ind w:left="1247" w:hanging="226"/>
      </w:pPr>
      <w:rPr>
        <w:rFonts w:ascii="Wingdings 2" w:hAnsi="Wingdings 2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E82D3C"/>
    <w:multiLevelType w:val="hybridMultilevel"/>
    <w:tmpl w:val="AF68D1D2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8">
    <w:nsid w:val="12B1505B"/>
    <w:multiLevelType w:val="hybridMultilevel"/>
    <w:tmpl w:val="169E11E4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13DB65B6"/>
    <w:multiLevelType w:val="hybridMultilevel"/>
    <w:tmpl w:val="A81E2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658586F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11">
    <w:nsid w:val="1694704B"/>
    <w:multiLevelType w:val="hybridMultilevel"/>
    <w:tmpl w:val="6D747870"/>
    <w:lvl w:ilvl="0" w:tplc="DD6C3B68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>
    <w:nsid w:val="169B78B9"/>
    <w:multiLevelType w:val="singleLevel"/>
    <w:tmpl w:val="98A09D18"/>
    <w:lvl w:ilvl="0">
      <w:start w:val="1"/>
      <w:numFmt w:val="bullet"/>
      <w:pStyle w:val="a1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</w:abstractNum>
  <w:abstractNum w:abstractNumId="13">
    <w:nsid w:val="1734596F"/>
    <w:multiLevelType w:val="hybridMultilevel"/>
    <w:tmpl w:val="85069EEC"/>
    <w:lvl w:ilvl="0" w:tplc="F8709EE6">
      <w:start w:val="5"/>
      <w:numFmt w:val="decimal"/>
      <w:lvlText w:val="%1."/>
      <w:lvlJc w:val="left"/>
      <w:pPr>
        <w:ind w:left="1069" w:hanging="360"/>
      </w:pPr>
      <w:rPr>
        <w:rFonts w:cs="Arial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B9313A9"/>
    <w:multiLevelType w:val="hybridMultilevel"/>
    <w:tmpl w:val="C05C1CA6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A77B15"/>
    <w:multiLevelType w:val="hybridMultilevel"/>
    <w:tmpl w:val="FFAC0E1C"/>
    <w:lvl w:ilvl="0" w:tplc="ACD0584E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16">
    <w:nsid w:val="1F6525F1"/>
    <w:multiLevelType w:val="hybridMultilevel"/>
    <w:tmpl w:val="90C8ED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F7C22DE"/>
    <w:multiLevelType w:val="hybridMultilevel"/>
    <w:tmpl w:val="C1F2E594"/>
    <w:lvl w:ilvl="0" w:tplc="E3CCBAD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>
    <w:nsid w:val="22C46951"/>
    <w:multiLevelType w:val="hybridMultilevel"/>
    <w:tmpl w:val="2E3E5AE0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C0A2B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20">
    <w:nsid w:val="2E3E357A"/>
    <w:multiLevelType w:val="hybridMultilevel"/>
    <w:tmpl w:val="F7F2B8C6"/>
    <w:lvl w:ilvl="0" w:tplc="6C78CC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1596460"/>
    <w:multiLevelType w:val="hybridMultilevel"/>
    <w:tmpl w:val="85FC9B8E"/>
    <w:lvl w:ilvl="0" w:tplc="7EB0B35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D636E3"/>
    <w:multiLevelType w:val="hybridMultilevel"/>
    <w:tmpl w:val="BE08F15C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1E424B"/>
    <w:multiLevelType w:val="singleLevel"/>
    <w:tmpl w:val="FB4E7C8A"/>
    <w:lvl w:ilvl="0">
      <w:start w:val="1"/>
      <w:numFmt w:val="decimal"/>
      <w:lvlText w:val="%1"/>
      <w:legacy w:legacy="1" w:legacySpace="0" w:legacyIndent="0"/>
      <w:lvlJc w:val="left"/>
      <w:rPr>
        <w:rFonts w:ascii="Arial" w:hAnsi="Arial" w:cs="Arial" w:hint="default"/>
        <w:b w:val="0"/>
        <w:i w:val="0"/>
        <w:strike w:val="0"/>
        <w:sz w:val="24"/>
      </w:rPr>
    </w:lvl>
  </w:abstractNum>
  <w:abstractNum w:abstractNumId="24">
    <w:nsid w:val="3F113757"/>
    <w:multiLevelType w:val="multilevel"/>
    <w:tmpl w:val="67743928"/>
    <w:lvl w:ilvl="0">
      <w:start w:val="1"/>
      <w:numFmt w:val="bullet"/>
      <w:pStyle w:val="a2"/>
      <w:lvlText w:val=""/>
      <w:lvlJc w:val="left"/>
      <w:pPr>
        <w:tabs>
          <w:tab w:val="num" w:pos="992"/>
        </w:tabs>
        <w:ind w:left="0" w:firstLine="709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"/>
      <w:lvlJc w:val="left"/>
      <w:pPr>
        <w:tabs>
          <w:tab w:val="num" w:pos="992"/>
        </w:tabs>
        <w:ind w:left="1276" w:hanging="284"/>
      </w:pPr>
      <w:rPr>
        <w:rFonts w:ascii="Wingdings" w:hAnsi="Wingdings" w:cs="Times New Roman" w:hint="default"/>
        <w:sz w:val="16"/>
        <w:szCs w:val="16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758" w:hanging="340"/>
      </w:pPr>
      <w:rPr>
        <w:rFonts w:ascii="Verdana" w:hAnsi="Verdana" w:cs="Times New Roman" w:hint="default"/>
        <w:b/>
        <w:i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407C03D7"/>
    <w:multiLevelType w:val="hybridMultilevel"/>
    <w:tmpl w:val="372AC96A"/>
    <w:lvl w:ilvl="0" w:tplc="C330BC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51A483D"/>
    <w:multiLevelType w:val="hybridMultilevel"/>
    <w:tmpl w:val="11149376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7">
    <w:nsid w:val="4FE71B0E"/>
    <w:multiLevelType w:val="hybridMultilevel"/>
    <w:tmpl w:val="2D1A852E"/>
    <w:lvl w:ilvl="0" w:tplc="2220A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40040E1"/>
    <w:multiLevelType w:val="hybridMultilevel"/>
    <w:tmpl w:val="578E482E"/>
    <w:lvl w:ilvl="0" w:tplc="E92E0F38">
      <w:start w:val="1"/>
      <w:numFmt w:val="decimal"/>
      <w:lvlText w:val="%1"/>
      <w:lvlJc w:val="center"/>
      <w:pPr>
        <w:tabs>
          <w:tab w:val="num" w:pos="816"/>
        </w:tabs>
        <w:ind w:left="816" w:hanging="5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B32E03"/>
    <w:multiLevelType w:val="multilevel"/>
    <w:tmpl w:val="5F8C0A46"/>
    <w:lvl w:ilvl="0">
      <w:start w:val="1"/>
      <w:numFmt w:val="decimal"/>
      <w:suff w:val="space"/>
      <w:lvlText w:val="%1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992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30">
    <w:nsid w:val="579A0555"/>
    <w:multiLevelType w:val="hybridMultilevel"/>
    <w:tmpl w:val="7EBA43FA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1">
    <w:nsid w:val="57A10EFB"/>
    <w:multiLevelType w:val="hybridMultilevel"/>
    <w:tmpl w:val="B400F4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DB22CE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3">
    <w:nsid w:val="61E5639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4">
    <w:nsid w:val="641964F3"/>
    <w:multiLevelType w:val="hybridMultilevel"/>
    <w:tmpl w:val="98B60AA2"/>
    <w:lvl w:ilvl="0" w:tplc="9ABA7F9A">
      <w:start w:val="1"/>
      <w:numFmt w:val="decimal"/>
      <w:pStyle w:val="a3"/>
      <w:lvlText w:val="%1"/>
      <w:lvlJc w:val="right"/>
      <w:pPr>
        <w:tabs>
          <w:tab w:val="num" w:pos="1021"/>
        </w:tabs>
        <w:ind w:left="1021" w:hanging="11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BB75E8"/>
    <w:multiLevelType w:val="hybridMultilevel"/>
    <w:tmpl w:val="047685C6"/>
    <w:lvl w:ilvl="0" w:tplc="7C449FEE">
      <w:start w:val="1"/>
      <w:numFmt w:val="bullet"/>
      <w:pStyle w:val="a4"/>
      <w:lvlText w:val="-"/>
      <w:lvlJc w:val="left"/>
      <w:pPr>
        <w:tabs>
          <w:tab w:val="num" w:pos="1021"/>
        </w:tabs>
        <w:ind w:left="1021" w:hanging="227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C18F8"/>
    <w:multiLevelType w:val="hybridMultilevel"/>
    <w:tmpl w:val="65E0C774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37">
    <w:nsid w:val="7BAE085C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8">
    <w:nsid w:val="7BFE017D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num w:numId="1">
    <w:abstractNumId w:val="35"/>
  </w:num>
  <w:num w:numId="2">
    <w:abstractNumId w:val="34"/>
  </w:num>
  <w:num w:numId="3">
    <w:abstractNumId w:val="6"/>
  </w:num>
  <w:num w:numId="4">
    <w:abstractNumId w:val="0"/>
  </w:num>
  <w:num w:numId="5">
    <w:abstractNumId w:val="21"/>
  </w:num>
  <w:num w:numId="6">
    <w:abstractNumId w:val="10"/>
  </w:num>
  <w:num w:numId="7">
    <w:abstractNumId w:val="33"/>
  </w:num>
  <w:num w:numId="8">
    <w:abstractNumId w:val="8"/>
  </w:num>
  <w:num w:numId="9">
    <w:abstractNumId w:val="15"/>
  </w:num>
  <w:num w:numId="10">
    <w:abstractNumId w:val="37"/>
  </w:num>
  <w:num w:numId="11">
    <w:abstractNumId w:val="19"/>
  </w:num>
  <w:num w:numId="12">
    <w:abstractNumId w:val="32"/>
  </w:num>
  <w:num w:numId="13">
    <w:abstractNumId w:val="3"/>
  </w:num>
  <w:num w:numId="14">
    <w:abstractNumId w:val="0"/>
  </w:num>
  <w:num w:numId="15">
    <w:abstractNumId w:val="24"/>
  </w:num>
  <w:num w:numId="16">
    <w:abstractNumId w:val="23"/>
  </w:num>
  <w:num w:numId="17">
    <w:abstractNumId w:val="38"/>
  </w:num>
  <w:num w:numId="18">
    <w:abstractNumId w:val="30"/>
  </w:num>
  <w:num w:numId="19">
    <w:abstractNumId w:val="26"/>
  </w:num>
  <w:num w:numId="20">
    <w:abstractNumId w:val="7"/>
  </w:num>
  <w:num w:numId="21">
    <w:abstractNumId w:val="36"/>
  </w:num>
  <w:num w:numId="22">
    <w:abstractNumId w:val="0"/>
  </w:num>
  <w:num w:numId="23">
    <w:abstractNumId w:val="5"/>
  </w:num>
  <w:num w:numId="24">
    <w:abstractNumId w:val="16"/>
  </w:num>
  <w:num w:numId="25">
    <w:abstractNumId w:val="9"/>
  </w:num>
  <w:num w:numId="26">
    <w:abstractNumId w:val="28"/>
  </w:num>
  <w:num w:numId="27">
    <w:abstractNumId w:val="4"/>
  </w:num>
  <w:num w:numId="28">
    <w:abstractNumId w:val="25"/>
  </w:num>
  <w:num w:numId="29">
    <w:abstractNumId w:val="11"/>
  </w:num>
  <w:num w:numId="30">
    <w:abstractNumId w:val="17"/>
  </w:num>
  <w:num w:numId="31">
    <w:abstractNumId w:val="20"/>
  </w:num>
  <w:num w:numId="32">
    <w:abstractNumId w:val="14"/>
  </w:num>
  <w:num w:numId="33">
    <w:abstractNumId w:val="22"/>
  </w:num>
  <w:num w:numId="34">
    <w:abstractNumId w:val="18"/>
  </w:num>
  <w:num w:numId="35">
    <w:abstractNumId w:val="31"/>
  </w:num>
  <w:num w:numId="3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29"/>
  </w:num>
  <w:num w:numId="39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001"/>
  <w:doNotTrackMoves/>
  <w:doNotTrackFormatting/>
  <w:defaultTabStop w:val="709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8E6"/>
    <w:rsid w:val="0000022A"/>
    <w:rsid w:val="00003548"/>
    <w:rsid w:val="00003771"/>
    <w:rsid w:val="00004560"/>
    <w:rsid w:val="0000549D"/>
    <w:rsid w:val="00006330"/>
    <w:rsid w:val="000069B7"/>
    <w:rsid w:val="00006B42"/>
    <w:rsid w:val="00006B53"/>
    <w:rsid w:val="000071DD"/>
    <w:rsid w:val="00007AC6"/>
    <w:rsid w:val="000102A1"/>
    <w:rsid w:val="00010469"/>
    <w:rsid w:val="0001084C"/>
    <w:rsid w:val="00010AED"/>
    <w:rsid w:val="000115E3"/>
    <w:rsid w:val="00011B83"/>
    <w:rsid w:val="00012798"/>
    <w:rsid w:val="00012DFB"/>
    <w:rsid w:val="00012F10"/>
    <w:rsid w:val="000130F0"/>
    <w:rsid w:val="000138A7"/>
    <w:rsid w:val="00013C1B"/>
    <w:rsid w:val="0001413A"/>
    <w:rsid w:val="000148E6"/>
    <w:rsid w:val="00014D68"/>
    <w:rsid w:val="000152A4"/>
    <w:rsid w:val="0001532B"/>
    <w:rsid w:val="00015617"/>
    <w:rsid w:val="00015955"/>
    <w:rsid w:val="00016877"/>
    <w:rsid w:val="000202F3"/>
    <w:rsid w:val="00020711"/>
    <w:rsid w:val="0002092B"/>
    <w:rsid w:val="00021472"/>
    <w:rsid w:val="00021A9B"/>
    <w:rsid w:val="0002257A"/>
    <w:rsid w:val="00022B0F"/>
    <w:rsid w:val="000233E4"/>
    <w:rsid w:val="00023501"/>
    <w:rsid w:val="00023809"/>
    <w:rsid w:val="00023CCF"/>
    <w:rsid w:val="0002443E"/>
    <w:rsid w:val="000245BB"/>
    <w:rsid w:val="000262D8"/>
    <w:rsid w:val="000262ED"/>
    <w:rsid w:val="000268DC"/>
    <w:rsid w:val="00026FFA"/>
    <w:rsid w:val="000271D2"/>
    <w:rsid w:val="00027736"/>
    <w:rsid w:val="0003118D"/>
    <w:rsid w:val="00031DC0"/>
    <w:rsid w:val="00032045"/>
    <w:rsid w:val="00032422"/>
    <w:rsid w:val="00033126"/>
    <w:rsid w:val="0003333E"/>
    <w:rsid w:val="00033829"/>
    <w:rsid w:val="0003394C"/>
    <w:rsid w:val="00033B2A"/>
    <w:rsid w:val="00033D30"/>
    <w:rsid w:val="00034272"/>
    <w:rsid w:val="000343BE"/>
    <w:rsid w:val="00034DBF"/>
    <w:rsid w:val="0003508A"/>
    <w:rsid w:val="00035283"/>
    <w:rsid w:val="000361BB"/>
    <w:rsid w:val="00036206"/>
    <w:rsid w:val="000364C4"/>
    <w:rsid w:val="00036CAE"/>
    <w:rsid w:val="0003706C"/>
    <w:rsid w:val="00037399"/>
    <w:rsid w:val="0003789A"/>
    <w:rsid w:val="000401D8"/>
    <w:rsid w:val="000405C1"/>
    <w:rsid w:val="00040952"/>
    <w:rsid w:val="0004104A"/>
    <w:rsid w:val="000412B1"/>
    <w:rsid w:val="00042924"/>
    <w:rsid w:val="00043B33"/>
    <w:rsid w:val="000445F7"/>
    <w:rsid w:val="00045069"/>
    <w:rsid w:val="000460A0"/>
    <w:rsid w:val="0005002F"/>
    <w:rsid w:val="00050F0C"/>
    <w:rsid w:val="000510F3"/>
    <w:rsid w:val="0005137E"/>
    <w:rsid w:val="00051B7D"/>
    <w:rsid w:val="0005343B"/>
    <w:rsid w:val="00053D40"/>
    <w:rsid w:val="00053F3D"/>
    <w:rsid w:val="00054919"/>
    <w:rsid w:val="0005582E"/>
    <w:rsid w:val="00055B51"/>
    <w:rsid w:val="00055C8A"/>
    <w:rsid w:val="00055D09"/>
    <w:rsid w:val="000562CC"/>
    <w:rsid w:val="00056A5F"/>
    <w:rsid w:val="00056DCA"/>
    <w:rsid w:val="0005744A"/>
    <w:rsid w:val="00057BFF"/>
    <w:rsid w:val="0006087A"/>
    <w:rsid w:val="000610B8"/>
    <w:rsid w:val="00062EF4"/>
    <w:rsid w:val="000632B0"/>
    <w:rsid w:val="000636FC"/>
    <w:rsid w:val="000646F3"/>
    <w:rsid w:val="00065075"/>
    <w:rsid w:val="000652E0"/>
    <w:rsid w:val="00066DFE"/>
    <w:rsid w:val="000702E1"/>
    <w:rsid w:val="00070F07"/>
    <w:rsid w:val="00071547"/>
    <w:rsid w:val="000715D0"/>
    <w:rsid w:val="000719A7"/>
    <w:rsid w:val="00071DB8"/>
    <w:rsid w:val="00072D49"/>
    <w:rsid w:val="0007309A"/>
    <w:rsid w:val="000733AD"/>
    <w:rsid w:val="00073665"/>
    <w:rsid w:val="000743F8"/>
    <w:rsid w:val="00074BAE"/>
    <w:rsid w:val="00074F65"/>
    <w:rsid w:val="000753A7"/>
    <w:rsid w:val="00076113"/>
    <w:rsid w:val="00077AD8"/>
    <w:rsid w:val="00077CEF"/>
    <w:rsid w:val="00077D25"/>
    <w:rsid w:val="00080633"/>
    <w:rsid w:val="0008074F"/>
    <w:rsid w:val="00080933"/>
    <w:rsid w:val="000815CD"/>
    <w:rsid w:val="0008167E"/>
    <w:rsid w:val="0008212E"/>
    <w:rsid w:val="0008266F"/>
    <w:rsid w:val="000828BE"/>
    <w:rsid w:val="00082ED2"/>
    <w:rsid w:val="00083DC0"/>
    <w:rsid w:val="0008433A"/>
    <w:rsid w:val="00084525"/>
    <w:rsid w:val="00084679"/>
    <w:rsid w:val="000857E5"/>
    <w:rsid w:val="000858D7"/>
    <w:rsid w:val="00087127"/>
    <w:rsid w:val="000873A1"/>
    <w:rsid w:val="00087E4E"/>
    <w:rsid w:val="00087EC7"/>
    <w:rsid w:val="00087EDB"/>
    <w:rsid w:val="000903AA"/>
    <w:rsid w:val="0009100C"/>
    <w:rsid w:val="00091725"/>
    <w:rsid w:val="0009177F"/>
    <w:rsid w:val="00091F48"/>
    <w:rsid w:val="000925B8"/>
    <w:rsid w:val="00092924"/>
    <w:rsid w:val="000929A5"/>
    <w:rsid w:val="00092A26"/>
    <w:rsid w:val="00092FBB"/>
    <w:rsid w:val="0009310E"/>
    <w:rsid w:val="00093BED"/>
    <w:rsid w:val="000945C9"/>
    <w:rsid w:val="00094EB7"/>
    <w:rsid w:val="000955E3"/>
    <w:rsid w:val="00095EF9"/>
    <w:rsid w:val="00096A68"/>
    <w:rsid w:val="000A01F0"/>
    <w:rsid w:val="000A02F8"/>
    <w:rsid w:val="000A0789"/>
    <w:rsid w:val="000A0C3E"/>
    <w:rsid w:val="000A178E"/>
    <w:rsid w:val="000A258B"/>
    <w:rsid w:val="000A2665"/>
    <w:rsid w:val="000A2ADA"/>
    <w:rsid w:val="000A390F"/>
    <w:rsid w:val="000A4A10"/>
    <w:rsid w:val="000A4CB2"/>
    <w:rsid w:val="000A4DC9"/>
    <w:rsid w:val="000A5E23"/>
    <w:rsid w:val="000A61DD"/>
    <w:rsid w:val="000B00CE"/>
    <w:rsid w:val="000B0411"/>
    <w:rsid w:val="000B05B7"/>
    <w:rsid w:val="000B130B"/>
    <w:rsid w:val="000B3525"/>
    <w:rsid w:val="000B369B"/>
    <w:rsid w:val="000B46B4"/>
    <w:rsid w:val="000B4C04"/>
    <w:rsid w:val="000B5237"/>
    <w:rsid w:val="000B59DA"/>
    <w:rsid w:val="000B6663"/>
    <w:rsid w:val="000B67AF"/>
    <w:rsid w:val="000B779C"/>
    <w:rsid w:val="000B7E42"/>
    <w:rsid w:val="000C0247"/>
    <w:rsid w:val="000C0AD2"/>
    <w:rsid w:val="000C2047"/>
    <w:rsid w:val="000C21CE"/>
    <w:rsid w:val="000C255E"/>
    <w:rsid w:val="000C3173"/>
    <w:rsid w:val="000C3538"/>
    <w:rsid w:val="000C359A"/>
    <w:rsid w:val="000C403E"/>
    <w:rsid w:val="000C55A5"/>
    <w:rsid w:val="000C55B0"/>
    <w:rsid w:val="000C696C"/>
    <w:rsid w:val="000C7A85"/>
    <w:rsid w:val="000C7ECD"/>
    <w:rsid w:val="000D0541"/>
    <w:rsid w:val="000D187C"/>
    <w:rsid w:val="000D2D93"/>
    <w:rsid w:val="000D35C4"/>
    <w:rsid w:val="000D3699"/>
    <w:rsid w:val="000D3CA9"/>
    <w:rsid w:val="000D3D44"/>
    <w:rsid w:val="000D404A"/>
    <w:rsid w:val="000D479B"/>
    <w:rsid w:val="000D480D"/>
    <w:rsid w:val="000D4D74"/>
    <w:rsid w:val="000D5215"/>
    <w:rsid w:val="000D5BAB"/>
    <w:rsid w:val="000D6142"/>
    <w:rsid w:val="000D6845"/>
    <w:rsid w:val="000D6927"/>
    <w:rsid w:val="000D6EFA"/>
    <w:rsid w:val="000D70B4"/>
    <w:rsid w:val="000D7808"/>
    <w:rsid w:val="000D7D60"/>
    <w:rsid w:val="000E00BA"/>
    <w:rsid w:val="000E159E"/>
    <w:rsid w:val="000E2EC3"/>
    <w:rsid w:val="000E2FB6"/>
    <w:rsid w:val="000E330A"/>
    <w:rsid w:val="000E350C"/>
    <w:rsid w:val="000E3793"/>
    <w:rsid w:val="000E56F4"/>
    <w:rsid w:val="000E6301"/>
    <w:rsid w:val="000E6AE1"/>
    <w:rsid w:val="000E6C2A"/>
    <w:rsid w:val="000F00B2"/>
    <w:rsid w:val="000F0465"/>
    <w:rsid w:val="000F0616"/>
    <w:rsid w:val="000F0A0C"/>
    <w:rsid w:val="000F158B"/>
    <w:rsid w:val="000F251F"/>
    <w:rsid w:val="000F2810"/>
    <w:rsid w:val="000F2F3B"/>
    <w:rsid w:val="000F33E5"/>
    <w:rsid w:val="000F34C7"/>
    <w:rsid w:val="000F3A97"/>
    <w:rsid w:val="000F5784"/>
    <w:rsid w:val="000F6504"/>
    <w:rsid w:val="000F69DF"/>
    <w:rsid w:val="000F69FB"/>
    <w:rsid w:val="000F7244"/>
    <w:rsid w:val="00100562"/>
    <w:rsid w:val="00101ABD"/>
    <w:rsid w:val="00101B1F"/>
    <w:rsid w:val="00103B23"/>
    <w:rsid w:val="0010450D"/>
    <w:rsid w:val="00104E59"/>
    <w:rsid w:val="00105C2A"/>
    <w:rsid w:val="00106497"/>
    <w:rsid w:val="00106CB7"/>
    <w:rsid w:val="0010702D"/>
    <w:rsid w:val="001079BE"/>
    <w:rsid w:val="00107A08"/>
    <w:rsid w:val="00107A49"/>
    <w:rsid w:val="0011005D"/>
    <w:rsid w:val="00111812"/>
    <w:rsid w:val="00112105"/>
    <w:rsid w:val="00113BF9"/>
    <w:rsid w:val="001144CB"/>
    <w:rsid w:val="0011538A"/>
    <w:rsid w:val="00116421"/>
    <w:rsid w:val="001165C5"/>
    <w:rsid w:val="001166F2"/>
    <w:rsid w:val="00116FAF"/>
    <w:rsid w:val="00116FFC"/>
    <w:rsid w:val="00117A12"/>
    <w:rsid w:val="00120319"/>
    <w:rsid w:val="0012095F"/>
    <w:rsid w:val="00120F3F"/>
    <w:rsid w:val="00121775"/>
    <w:rsid w:val="00122533"/>
    <w:rsid w:val="001227A6"/>
    <w:rsid w:val="0012323F"/>
    <w:rsid w:val="00123B1B"/>
    <w:rsid w:val="001241AA"/>
    <w:rsid w:val="0012424B"/>
    <w:rsid w:val="001242F7"/>
    <w:rsid w:val="001244C5"/>
    <w:rsid w:val="00124A0D"/>
    <w:rsid w:val="00124D04"/>
    <w:rsid w:val="00124ECB"/>
    <w:rsid w:val="00125080"/>
    <w:rsid w:val="00125B4D"/>
    <w:rsid w:val="00125C88"/>
    <w:rsid w:val="0012626F"/>
    <w:rsid w:val="001263B0"/>
    <w:rsid w:val="00126C71"/>
    <w:rsid w:val="00127532"/>
    <w:rsid w:val="00127FD7"/>
    <w:rsid w:val="00130540"/>
    <w:rsid w:val="00131303"/>
    <w:rsid w:val="00131D8D"/>
    <w:rsid w:val="0013217F"/>
    <w:rsid w:val="00132589"/>
    <w:rsid w:val="00132CC6"/>
    <w:rsid w:val="00133C79"/>
    <w:rsid w:val="00133DE2"/>
    <w:rsid w:val="00133DE4"/>
    <w:rsid w:val="00135FE0"/>
    <w:rsid w:val="00136C4E"/>
    <w:rsid w:val="001370F5"/>
    <w:rsid w:val="001377FF"/>
    <w:rsid w:val="00137A9B"/>
    <w:rsid w:val="00137B6B"/>
    <w:rsid w:val="001404F9"/>
    <w:rsid w:val="00140E89"/>
    <w:rsid w:val="00141116"/>
    <w:rsid w:val="0014157B"/>
    <w:rsid w:val="00141A1B"/>
    <w:rsid w:val="00142682"/>
    <w:rsid w:val="00142A64"/>
    <w:rsid w:val="00143D6B"/>
    <w:rsid w:val="00143E32"/>
    <w:rsid w:val="00143E86"/>
    <w:rsid w:val="001448A7"/>
    <w:rsid w:val="00144BBB"/>
    <w:rsid w:val="0014505A"/>
    <w:rsid w:val="001453A9"/>
    <w:rsid w:val="00145862"/>
    <w:rsid w:val="00145D71"/>
    <w:rsid w:val="00146E13"/>
    <w:rsid w:val="00146E5C"/>
    <w:rsid w:val="00147108"/>
    <w:rsid w:val="0014797A"/>
    <w:rsid w:val="00147CEA"/>
    <w:rsid w:val="00150434"/>
    <w:rsid w:val="00150658"/>
    <w:rsid w:val="001507B6"/>
    <w:rsid w:val="00150A70"/>
    <w:rsid w:val="0015118B"/>
    <w:rsid w:val="00151C05"/>
    <w:rsid w:val="00151FB0"/>
    <w:rsid w:val="0015341B"/>
    <w:rsid w:val="00153604"/>
    <w:rsid w:val="001536AD"/>
    <w:rsid w:val="001539FC"/>
    <w:rsid w:val="00153BA6"/>
    <w:rsid w:val="00153EC8"/>
    <w:rsid w:val="001540CE"/>
    <w:rsid w:val="0015415C"/>
    <w:rsid w:val="00154214"/>
    <w:rsid w:val="00154AE0"/>
    <w:rsid w:val="001557DD"/>
    <w:rsid w:val="001558DB"/>
    <w:rsid w:val="00155A72"/>
    <w:rsid w:val="001561FE"/>
    <w:rsid w:val="00156762"/>
    <w:rsid w:val="001567BB"/>
    <w:rsid w:val="0015686B"/>
    <w:rsid w:val="00156DB3"/>
    <w:rsid w:val="00156F4F"/>
    <w:rsid w:val="00157164"/>
    <w:rsid w:val="00157C70"/>
    <w:rsid w:val="00157ECE"/>
    <w:rsid w:val="0016014F"/>
    <w:rsid w:val="001608F0"/>
    <w:rsid w:val="00160AE5"/>
    <w:rsid w:val="00160B3A"/>
    <w:rsid w:val="00160C5C"/>
    <w:rsid w:val="00161053"/>
    <w:rsid w:val="00161922"/>
    <w:rsid w:val="00161F21"/>
    <w:rsid w:val="00162B63"/>
    <w:rsid w:val="00164597"/>
    <w:rsid w:val="00165B5F"/>
    <w:rsid w:val="001705DC"/>
    <w:rsid w:val="001707A0"/>
    <w:rsid w:val="00170F13"/>
    <w:rsid w:val="001721E9"/>
    <w:rsid w:val="0017294A"/>
    <w:rsid w:val="00172A54"/>
    <w:rsid w:val="00173541"/>
    <w:rsid w:val="001739B9"/>
    <w:rsid w:val="00173C57"/>
    <w:rsid w:val="00174F17"/>
    <w:rsid w:val="00175EC9"/>
    <w:rsid w:val="00175F90"/>
    <w:rsid w:val="00176708"/>
    <w:rsid w:val="00177BB1"/>
    <w:rsid w:val="001827AB"/>
    <w:rsid w:val="00182CA4"/>
    <w:rsid w:val="0018488A"/>
    <w:rsid w:val="00184D55"/>
    <w:rsid w:val="00185080"/>
    <w:rsid w:val="001855FD"/>
    <w:rsid w:val="0018583B"/>
    <w:rsid w:val="00185FEF"/>
    <w:rsid w:val="00186C34"/>
    <w:rsid w:val="00186E6A"/>
    <w:rsid w:val="00186EF0"/>
    <w:rsid w:val="00186F5C"/>
    <w:rsid w:val="001879BD"/>
    <w:rsid w:val="00187BAD"/>
    <w:rsid w:val="00190382"/>
    <w:rsid w:val="001914E4"/>
    <w:rsid w:val="0019202E"/>
    <w:rsid w:val="00192C57"/>
    <w:rsid w:val="001930D7"/>
    <w:rsid w:val="001933B6"/>
    <w:rsid w:val="001936AC"/>
    <w:rsid w:val="00193FCA"/>
    <w:rsid w:val="0019458C"/>
    <w:rsid w:val="00194E00"/>
    <w:rsid w:val="00195224"/>
    <w:rsid w:val="00195B01"/>
    <w:rsid w:val="00196220"/>
    <w:rsid w:val="00196826"/>
    <w:rsid w:val="00197907"/>
    <w:rsid w:val="00197ADD"/>
    <w:rsid w:val="00197D05"/>
    <w:rsid w:val="001A0C34"/>
    <w:rsid w:val="001A25C0"/>
    <w:rsid w:val="001A3958"/>
    <w:rsid w:val="001A3DC1"/>
    <w:rsid w:val="001A3F1A"/>
    <w:rsid w:val="001A4699"/>
    <w:rsid w:val="001A4F24"/>
    <w:rsid w:val="001A4F41"/>
    <w:rsid w:val="001A5287"/>
    <w:rsid w:val="001A5CA9"/>
    <w:rsid w:val="001A7401"/>
    <w:rsid w:val="001A7906"/>
    <w:rsid w:val="001A7DFC"/>
    <w:rsid w:val="001B0337"/>
    <w:rsid w:val="001B04D5"/>
    <w:rsid w:val="001B0C17"/>
    <w:rsid w:val="001B1247"/>
    <w:rsid w:val="001B266D"/>
    <w:rsid w:val="001B26B0"/>
    <w:rsid w:val="001B2D82"/>
    <w:rsid w:val="001B34A1"/>
    <w:rsid w:val="001B3750"/>
    <w:rsid w:val="001B39C9"/>
    <w:rsid w:val="001B3B40"/>
    <w:rsid w:val="001B3B6B"/>
    <w:rsid w:val="001B435F"/>
    <w:rsid w:val="001B4C86"/>
    <w:rsid w:val="001B4ED5"/>
    <w:rsid w:val="001B585C"/>
    <w:rsid w:val="001B5AD2"/>
    <w:rsid w:val="001B5FC4"/>
    <w:rsid w:val="001B627C"/>
    <w:rsid w:val="001B62AD"/>
    <w:rsid w:val="001B64F3"/>
    <w:rsid w:val="001B6B12"/>
    <w:rsid w:val="001B70E6"/>
    <w:rsid w:val="001B7B93"/>
    <w:rsid w:val="001B7DAD"/>
    <w:rsid w:val="001B7E35"/>
    <w:rsid w:val="001C00FB"/>
    <w:rsid w:val="001C0599"/>
    <w:rsid w:val="001C0626"/>
    <w:rsid w:val="001C0A21"/>
    <w:rsid w:val="001C0A78"/>
    <w:rsid w:val="001C1632"/>
    <w:rsid w:val="001C2C38"/>
    <w:rsid w:val="001C3733"/>
    <w:rsid w:val="001C394E"/>
    <w:rsid w:val="001C45F2"/>
    <w:rsid w:val="001C482D"/>
    <w:rsid w:val="001C4A36"/>
    <w:rsid w:val="001C750A"/>
    <w:rsid w:val="001C7918"/>
    <w:rsid w:val="001C7F88"/>
    <w:rsid w:val="001C7FBF"/>
    <w:rsid w:val="001D0DC3"/>
    <w:rsid w:val="001D1108"/>
    <w:rsid w:val="001D118B"/>
    <w:rsid w:val="001D1C45"/>
    <w:rsid w:val="001D1FD3"/>
    <w:rsid w:val="001D2B72"/>
    <w:rsid w:val="001D3C71"/>
    <w:rsid w:val="001D3FA4"/>
    <w:rsid w:val="001D43CF"/>
    <w:rsid w:val="001D4809"/>
    <w:rsid w:val="001D4DF9"/>
    <w:rsid w:val="001D5BD9"/>
    <w:rsid w:val="001D60CF"/>
    <w:rsid w:val="001D6300"/>
    <w:rsid w:val="001D6672"/>
    <w:rsid w:val="001D6BED"/>
    <w:rsid w:val="001D6E91"/>
    <w:rsid w:val="001D788C"/>
    <w:rsid w:val="001D7DD2"/>
    <w:rsid w:val="001D7F15"/>
    <w:rsid w:val="001E09E1"/>
    <w:rsid w:val="001E0B47"/>
    <w:rsid w:val="001E0D12"/>
    <w:rsid w:val="001E0F46"/>
    <w:rsid w:val="001E1D69"/>
    <w:rsid w:val="001E21BC"/>
    <w:rsid w:val="001E252E"/>
    <w:rsid w:val="001E2713"/>
    <w:rsid w:val="001E37BA"/>
    <w:rsid w:val="001E4D71"/>
    <w:rsid w:val="001E5A9D"/>
    <w:rsid w:val="001E5FC5"/>
    <w:rsid w:val="001E67DC"/>
    <w:rsid w:val="001E6989"/>
    <w:rsid w:val="001E709F"/>
    <w:rsid w:val="001E7C8B"/>
    <w:rsid w:val="001F09EF"/>
    <w:rsid w:val="001F0E5C"/>
    <w:rsid w:val="001F2274"/>
    <w:rsid w:val="001F37F7"/>
    <w:rsid w:val="001F3C6A"/>
    <w:rsid w:val="001F3E22"/>
    <w:rsid w:val="001F41BC"/>
    <w:rsid w:val="001F4DE7"/>
    <w:rsid w:val="001F5291"/>
    <w:rsid w:val="001F52E2"/>
    <w:rsid w:val="001F633D"/>
    <w:rsid w:val="001F7061"/>
    <w:rsid w:val="001F75E7"/>
    <w:rsid w:val="002001A4"/>
    <w:rsid w:val="00200ED1"/>
    <w:rsid w:val="00201838"/>
    <w:rsid w:val="00201DF2"/>
    <w:rsid w:val="00203C82"/>
    <w:rsid w:val="00203E14"/>
    <w:rsid w:val="00204FE4"/>
    <w:rsid w:val="00205127"/>
    <w:rsid w:val="0020531D"/>
    <w:rsid w:val="002053C2"/>
    <w:rsid w:val="002056E9"/>
    <w:rsid w:val="0020635F"/>
    <w:rsid w:val="002067AC"/>
    <w:rsid w:val="0020680D"/>
    <w:rsid w:val="00206C3C"/>
    <w:rsid w:val="00206EC2"/>
    <w:rsid w:val="00207206"/>
    <w:rsid w:val="00207528"/>
    <w:rsid w:val="002077D4"/>
    <w:rsid w:val="00207A43"/>
    <w:rsid w:val="00211116"/>
    <w:rsid w:val="00211CEE"/>
    <w:rsid w:val="002124A9"/>
    <w:rsid w:val="00213F7E"/>
    <w:rsid w:val="002144EF"/>
    <w:rsid w:val="00214D42"/>
    <w:rsid w:val="002159EE"/>
    <w:rsid w:val="00216CA3"/>
    <w:rsid w:val="00217555"/>
    <w:rsid w:val="00217F74"/>
    <w:rsid w:val="0022017A"/>
    <w:rsid w:val="002215CD"/>
    <w:rsid w:val="0022217F"/>
    <w:rsid w:val="00222BEB"/>
    <w:rsid w:val="00224300"/>
    <w:rsid w:val="002259C6"/>
    <w:rsid w:val="00225CB6"/>
    <w:rsid w:val="00226093"/>
    <w:rsid w:val="002261E9"/>
    <w:rsid w:val="00226982"/>
    <w:rsid w:val="002271FF"/>
    <w:rsid w:val="00227E08"/>
    <w:rsid w:val="00227F30"/>
    <w:rsid w:val="002307E1"/>
    <w:rsid w:val="0023156C"/>
    <w:rsid w:val="002322F0"/>
    <w:rsid w:val="0023266C"/>
    <w:rsid w:val="00232B57"/>
    <w:rsid w:val="002339C9"/>
    <w:rsid w:val="00233D0A"/>
    <w:rsid w:val="00234224"/>
    <w:rsid w:val="0023425E"/>
    <w:rsid w:val="00234C7B"/>
    <w:rsid w:val="002351D9"/>
    <w:rsid w:val="002359A5"/>
    <w:rsid w:val="00236058"/>
    <w:rsid w:val="00236AE7"/>
    <w:rsid w:val="002373F9"/>
    <w:rsid w:val="00240AEE"/>
    <w:rsid w:val="00240B38"/>
    <w:rsid w:val="00241AB1"/>
    <w:rsid w:val="00241FA5"/>
    <w:rsid w:val="00242A4D"/>
    <w:rsid w:val="002435C0"/>
    <w:rsid w:val="0024466C"/>
    <w:rsid w:val="00244A98"/>
    <w:rsid w:val="0024555B"/>
    <w:rsid w:val="0024651A"/>
    <w:rsid w:val="002475E1"/>
    <w:rsid w:val="002500F4"/>
    <w:rsid w:val="00250837"/>
    <w:rsid w:val="00251871"/>
    <w:rsid w:val="00251942"/>
    <w:rsid w:val="00253293"/>
    <w:rsid w:val="0025355D"/>
    <w:rsid w:val="00253D5A"/>
    <w:rsid w:val="00254300"/>
    <w:rsid w:val="002551D4"/>
    <w:rsid w:val="00255941"/>
    <w:rsid w:val="00255BFA"/>
    <w:rsid w:val="002571B8"/>
    <w:rsid w:val="0025747F"/>
    <w:rsid w:val="00257DF9"/>
    <w:rsid w:val="0026085D"/>
    <w:rsid w:val="00260A21"/>
    <w:rsid w:val="00260ABA"/>
    <w:rsid w:val="00261F2E"/>
    <w:rsid w:val="00264420"/>
    <w:rsid w:val="00264CDB"/>
    <w:rsid w:val="00264F56"/>
    <w:rsid w:val="002656CC"/>
    <w:rsid w:val="002666F7"/>
    <w:rsid w:val="002715DF"/>
    <w:rsid w:val="00271BC5"/>
    <w:rsid w:val="002724A2"/>
    <w:rsid w:val="00272A3F"/>
    <w:rsid w:val="00274909"/>
    <w:rsid w:val="00275163"/>
    <w:rsid w:val="00275A37"/>
    <w:rsid w:val="00275ECB"/>
    <w:rsid w:val="00275FA8"/>
    <w:rsid w:val="00276C27"/>
    <w:rsid w:val="00277873"/>
    <w:rsid w:val="0028078D"/>
    <w:rsid w:val="00280B6C"/>
    <w:rsid w:val="002817A4"/>
    <w:rsid w:val="00281FA5"/>
    <w:rsid w:val="0028317C"/>
    <w:rsid w:val="00284C0B"/>
    <w:rsid w:val="00284DCB"/>
    <w:rsid w:val="002859E6"/>
    <w:rsid w:val="00285A4E"/>
    <w:rsid w:val="00285AFD"/>
    <w:rsid w:val="00285E5F"/>
    <w:rsid w:val="002866DA"/>
    <w:rsid w:val="0028685A"/>
    <w:rsid w:val="002869E6"/>
    <w:rsid w:val="00287C27"/>
    <w:rsid w:val="00290260"/>
    <w:rsid w:val="00290543"/>
    <w:rsid w:val="002923D9"/>
    <w:rsid w:val="00292449"/>
    <w:rsid w:val="00293AC0"/>
    <w:rsid w:val="00293F0B"/>
    <w:rsid w:val="00294F87"/>
    <w:rsid w:val="002960D5"/>
    <w:rsid w:val="00296723"/>
    <w:rsid w:val="00296E0D"/>
    <w:rsid w:val="0029721A"/>
    <w:rsid w:val="0029730C"/>
    <w:rsid w:val="00297A72"/>
    <w:rsid w:val="00297C30"/>
    <w:rsid w:val="002A04C3"/>
    <w:rsid w:val="002A060A"/>
    <w:rsid w:val="002A13D5"/>
    <w:rsid w:val="002A188A"/>
    <w:rsid w:val="002A206A"/>
    <w:rsid w:val="002A2B24"/>
    <w:rsid w:val="002A38E2"/>
    <w:rsid w:val="002A3FAD"/>
    <w:rsid w:val="002A47DE"/>
    <w:rsid w:val="002A4C96"/>
    <w:rsid w:val="002A523C"/>
    <w:rsid w:val="002A5532"/>
    <w:rsid w:val="002A56CC"/>
    <w:rsid w:val="002A5E42"/>
    <w:rsid w:val="002A6105"/>
    <w:rsid w:val="002A6527"/>
    <w:rsid w:val="002A6BC0"/>
    <w:rsid w:val="002A6EF3"/>
    <w:rsid w:val="002A6F0E"/>
    <w:rsid w:val="002A7B4B"/>
    <w:rsid w:val="002B0666"/>
    <w:rsid w:val="002B13DB"/>
    <w:rsid w:val="002B1732"/>
    <w:rsid w:val="002B2174"/>
    <w:rsid w:val="002B2AA9"/>
    <w:rsid w:val="002B3972"/>
    <w:rsid w:val="002B3D23"/>
    <w:rsid w:val="002B4655"/>
    <w:rsid w:val="002B4CB2"/>
    <w:rsid w:val="002B5DBF"/>
    <w:rsid w:val="002B5FEF"/>
    <w:rsid w:val="002B6537"/>
    <w:rsid w:val="002B6796"/>
    <w:rsid w:val="002B68AE"/>
    <w:rsid w:val="002B69E9"/>
    <w:rsid w:val="002B6DFF"/>
    <w:rsid w:val="002B6FEB"/>
    <w:rsid w:val="002B71F9"/>
    <w:rsid w:val="002C030F"/>
    <w:rsid w:val="002C032A"/>
    <w:rsid w:val="002C04AB"/>
    <w:rsid w:val="002C065E"/>
    <w:rsid w:val="002C138C"/>
    <w:rsid w:val="002C2C7F"/>
    <w:rsid w:val="002C300B"/>
    <w:rsid w:val="002C4259"/>
    <w:rsid w:val="002C44A8"/>
    <w:rsid w:val="002C4DDF"/>
    <w:rsid w:val="002C762E"/>
    <w:rsid w:val="002C7B81"/>
    <w:rsid w:val="002D0276"/>
    <w:rsid w:val="002D0477"/>
    <w:rsid w:val="002D0C09"/>
    <w:rsid w:val="002D0F71"/>
    <w:rsid w:val="002D1318"/>
    <w:rsid w:val="002D1F19"/>
    <w:rsid w:val="002D20F6"/>
    <w:rsid w:val="002D2BB5"/>
    <w:rsid w:val="002D309C"/>
    <w:rsid w:val="002D4D58"/>
    <w:rsid w:val="002D4EEB"/>
    <w:rsid w:val="002D626C"/>
    <w:rsid w:val="002D78F8"/>
    <w:rsid w:val="002E08B7"/>
    <w:rsid w:val="002E0ACB"/>
    <w:rsid w:val="002E1D25"/>
    <w:rsid w:val="002E2014"/>
    <w:rsid w:val="002E22ED"/>
    <w:rsid w:val="002E3D39"/>
    <w:rsid w:val="002E4367"/>
    <w:rsid w:val="002E43D9"/>
    <w:rsid w:val="002E5107"/>
    <w:rsid w:val="002E5D5C"/>
    <w:rsid w:val="002E6D09"/>
    <w:rsid w:val="002E7DA3"/>
    <w:rsid w:val="002F1748"/>
    <w:rsid w:val="002F18EB"/>
    <w:rsid w:val="002F1DE0"/>
    <w:rsid w:val="002F2CC4"/>
    <w:rsid w:val="002F2EDC"/>
    <w:rsid w:val="002F4212"/>
    <w:rsid w:val="002F4263"/>
    <w:rsid w:val="002F5173"/>
    <w:rsid w:val="002F53B0"/>
    <w:rsid w:val="002F5801"/>
    <w:rsid w:val="002F5BE6"/>
    <w:rsid w:val="002F5E90"/>
    <w:rsid w:val="002F63C9"/>
    <w:rsid w:val="002F76DF"/>
    <w:rsid w:val="002F796D"/>
    <w:rsid w:val="00300218"/>
    <w:rsid w:val="00300A46"/>
    <w:rsid w:val="00300E70"/>
    <w:rsid w:val="00301986"/>
    <w:rsid w:val="00301C93"/>
    <w:rsid w:val="00302723"/>
    <w:rsid w:val="00302FCB"/>
    <w:rsid w:val="00303248"/>
    <w:rsid w:val="00304190"/>
    <w:rsid w:val="003048A9"/>
    <w:rsid w:val="0030572A"/>
    <w:rsid w:val="00305EAD"/>
    <w:rsid w:val="0030603B"/>
    <w:rsid w:val="003061DA"/>
    <w:rsid w:val="0030625C"/>
    <w:rsid w:val="003065D6"/>
    <w:rsid w:val="00306866"/>
    <w:rsid w:val="00306961"/>
    <w:rsid w:val="00306A1A"/>
    <w:rsid w:val="00306F1C"/>
    <w:rsid w:val="00307C96"/>
    <w:rsid w:val="0031093C"/>
    <w:rsid w:val="00310B84"/>
    <w:rsid w:val="003114F7"/>
    <w:rsid w:val="00311ECD"/>
    <w:rsid w:val="00312BB5"/>
    <w:rsid w:val="00312BF7"/>
    <w:rsid w:val="0031364F"/>
    <w:rsid w:val="00313872"/>
    <w:rsid w:val="00313A12"/>
    <w:rsid w:val="00314049"/>
    <w:rsid w:val="00314B57"/>
    <w:rsid w:val="00315386"/>
    <w:rsid w:val="00315658"/>
    <w:rsid w:val="00316806"/>
    <w:rsid w:val="003168AB"/>
    <w:rsid w:val="00316CA2"/>
    <w:rsid w:val="00316E66"/>
    <w:rsid w:val="00317575"/>
    <w:rsid w:val="0031798D"/>
    <w:rsid w:val="0032039C"/>
    <w:rsid w:val="0032088E"/>
    <w:rsid w:val="00320E81"/>
    <w:rsid w:val="00320F71"/>
    <w:rsid w:val="003210E0"/>
    <w:rsid w:val="00321662"/>
    <w:rsid w:val="00321928"/>
    <w:rsid w:val="00321A22"/>
    <w:rsid w:val="00321BFA"/>
    <w:rsid w:val="00321E1A"/>
    <w:rsid w:val="0032213C"/>
    <w:rsid w:val="00322773"/>
    <w:rsid w:val="00323BC5"/>
    <w:rsid w:val="00323F1C"/>
    <w:rsid w:val="00324023"/>
    <w:rsid w:val="00324127"/>
    <w:rsid w:val="0032434E"/>
    <w:rsid w:val="00324D62"/>
    <w:rsid w:val="00324E4C"/>
    <w:rsid w:val="003252F2"/>
    <w:rsid w:val="00325430"/>
    <w:rsid w:val="003265CC"/>
    <w:rsid w:val="003275F1"/>
    <w:rsid w:val="00327FC8"/>
    <w:rsid w:val="00327FF0"/>
    <w:rsid w:val="00331631"/>
    <w:rsid w:val="003323E5"/>
    <w:rsid w:val="00332DE7"/>
    <w:rsid w:val="00333C2F"/>
    <w:rsid w:val="00333C84"/>
    <w:rsid w:val="00334932"/>
    <w:rsid w:val="00335679"/>
    <w:rsid w:val="00335976"/>
    <w:rsid w:val="0033606F"/>
    <w:rsid w:val="00336D87"/>
    <w:rsid w:val="00336DC0"/>
    <w:rsid w:val="003377AA"/>
    <w:rsid w:val="00340742"/>
    <w:rsid w:val="00340754"/>
    <w:rsid w:val="00340F8A"/>
    <w:rsid w:val="003413D7"/>
    <w:rsid w:val="00341B0C"/>
    <w:rsid w:val="00342245"/>
    <w:rsid w:val="0034313A"/>
    <w:rsid w:val="003432CD"/>
    <w:rsid w:val="003436E8"/>
    <w:rsid w:val="00343B58"/>
    <w:rsid w:val="00344137"/>
    <w:rsid w:val="0034477A"/>
    <w:rsid w:val="00344A4B"/>
    <w:rsid w:val="0034553A"/>
    <w:rsid w:val="00345612"/>
    <w:rsid w:val="003472B2"/>
    <w:rsid w:val="0034769A"/>
    <w:rsid w:val="00347893"/>
    <w:rsid w:val="00347E97"/>
    <w:rsid w:val="00351328"/>
    <w:rsid w:val="00351FC7"/>
    <w:rsid w:val="003523FA"/>
    <w:rsid w:val="00353C22"/>
    <w:rsid w:val="00353DCD"/>
    <w:rsid w:val="00353E8B"/>
    <w:rsid w:val="003540C1"/>
    <w:rsid w:val="00354881"/>
    <w:rsid w:val="00354E7D"/>
    <w:rsid w:val="00354F39"/>
    <w:rsid w:val="003558BD"/>
    <w:rsid w:val="00355D69"/>
    <w:rsid w:val="00356625"/>
    <w:rsid w:val="0035672C"/>
    <w:rsid w:val="003600C4"/>
    <w:rsid w:val="0036063B"/>
    <w:rsid w:val="00360AC4"/>
    <w:rsid w:val="00360ADA"/>
    <w:rsid w:val="00360C19"/>
    <w:rsid w:val="00361105"/>
    <w:rsid w:val="00361709"/>
    <w:rsid w:val="0036237A"/>
    <w:rsid w:val="003626BB"/>
    <w:rsid w:val="0036385C"/>
    <w:rsid w:val="00364828"/>
    <w:rsid w:val="00364BD5"/>
    <w:rsid w:val="00365160"/>
    <w:rsid w:val="003657EE"/>
    <w:rsid w:val="00365AE2"/>
    <w:rsid w:val="00366E15"/>
    <w:rsid w:val="00367CAA"/>
    <w:rsid w:val="00371A5A"/>
    <w:rsid w:val="00371BF2"/>
    <w:rsid w:val="003723CA"/>
    <w:rsid w:val="003734F4"/>
    <w:rsid w:val="00373718"/>
    <w:rsid w:val="003739EB"/>
    <w:rsid w:val="00373CFB"/>
    <w:rsid w:val="003741F9"/>
    <w:rsid w:val="0037631A"/>
    <w:rsid w:val="0037695A"/>
    <w:rsid w:val="00376AFF"/>
    <w:rsid w:val="00376C58"/>
    <w:rsid w:val="0037799D"/>
    <w:rsid w:val="0038083C"/>
    <w:rsid w:val="00380929"/>
    <w:rsid w:val="00380C34"/>
    <w:rsid w:val="00382586"/>
    <w:rsid w:val="00382D40"/>
    <w:rsid w:val="00382E34"/>
    <w:rsid w:val="003837D4"/>
    <w:rsid w:val="00383928"/>
    <w:rsid w:val="00383A38"/>
    <w:rsid w:val="00383C34"/>
    <w:rsid w:val="00384618"/>
    <w:rsid w:val="00385431"/>
    <w:rsid w:val="0038553D"/>
    <w:rsid w:val="00387E90"/>
    <w:rsid w:val="00387EAF"/>
    <w:rsid w:val="00387FDA"/>
    <w:rsid w:val="00390327"/>
    <w:rsid w:val="00390870"/>
    <w:rsid w:val="0039202E"/>
    <w:rsid w:val="0039296A"/>
    <w:rsid w:val="00392C24"/>
    <w:rsid w:val="00393665"/>
    <w:rsid w:val="0039376E"/>
    <w:rsid w:val="00393F74"/>
    <w:rsid w:val="00394222"/>
    <w:rsid w:val="003942FC"/>
    <w:rsid w:val="00394C10"/>
    <w:rsid w:val="003951BD"/>
    <w:rsid w:val="0039683B"/>
    <w:rsid w:val="00396EE1"/>
    <w:rsid w:val="0039760B"/>
    <w:rsid w:val="003A064D"/>
    <w:rsid w:val="003A1026"/>
    <w:rsid w:val="003A1905"/>
    <w:rsid w:val="003A1ACA"/>
    <w:rsid w:val="003A1C98"/>
    <w:rsid w:val="003A1E52"/>
    <w:rsid w:val="003A1F0F"/>
    <w:rsid w:val="003A1F65"/>
    <w:rsid w:val="003A2796"/>
    <w:rsid w:val="003A2F52"/>
    <w:rsid w:val="003A306B"/>
    <w:rsid w:val="003A4FF3"/>
    <w:rsid w:val="003A51D4"/>
    <w:rsid w:val="003A5528"/>
    <w:rsid w:val="003A6E62"/>
    <w:rsid w:val="003A78B2"/>
    <w:rsid w:val="003B02D2"/>
    <w:rsid w:val="003B0734"/>
    <w:rsid w:val="003B0B64"/>
    <w:rsid w:val="003B1219"/>
    <w:rsid w:val="003B3762"/>
    <w:rsid w:val="003B3B6C"/>
    <w:rsid w:val="003B5154"/>
    <w:rsid w:val="003B5959"/>
    <w:rsid w:val="003B5BE0"/>
    <w:rsid w:val="003B61E6"/>
    <w:rsid w:val="003B6289"/>
    <w:rsid w:val="003B64EC"/>
    <w:rsid w:val="003B6730"/>
    <w:rsid w:val="003B6A44"/>
    <w:rsid w:val="003B6B44"/>
    <w:rsid w:val="003B6E9A"/>
    <w:rsid w:val="003B72EC"/>
    <w:rsid w:val="003C027C"/>
    <w:rsid w:val="003C0AD2"/>
    <w:rsid w:val="003C0B90"/>
    <w:rsid w:val="003C2B2C"/>
    <w:rsid w:val="003C4D66"/>
    <w:rsid w:val="003C53EE"/>
    <w:rsid w:val="003C5817"/>
    <w:rsid w:val="003C66DC"/>
    <w:rsid w:val="003C6A4A"/>
    <w:rsid w:val="003C775E"/>
    <w:rsid w:val="003D178D"/>
    <w:rsid w:val="003D1F25"/>
    <w:rsid w:val="003D20A4"/>
    <w:rsid w:val="003D28E9"/>
    <w:rsid w:val="003D3439"/>
    <w:rsid w:val="003D3EE7"/>
    <w:rsid w:val="003D4DC9"/>
    <w:rsid w:val="003D5286"/>
    <w:rsid w:val="003D7D8D"/>
    <w:rsid w:val="003E0901"/>
    <w:rsid w:val="003E215D"/>
    <w:rsid w:val="003E2C30"/>
    <w:rsid w:val="003E360D"/>
    <w:rsid w:val="003E3881"/>
    <w:rsid w:val="003E4373"/>
    <w:rsid w:val="003E4A63"/>
    <w:rsid w:val="003E4A7D"/>
    <w:rsid w:val="003E55FC"/>
    <w:rsid w:val="003E65C1"/>
    <w:rsid w:val="003E6B5E"/>
    <w:rsid w:val="003E775B"/>
    <w:rsid w:val="003F070E"/>
    <w:rsid w:val="003F1531"/>
    <w:rsid w:val="003F282A"/>
    <w:rsid w:val="003F2BE8"/>
    <w:rsid w:val="003F2E47"/>
    <w:rsid w:val="003F31F7"/>
    <w:rsid w:val="003F32F5"/>
    <w:rsid w:val="003F3320"/>
    <w:rsid w:val="003F358A"/>
    <w:rsid w:val="003F38F1"/>
    <w:rsid w:val="003F4AAF"/>
    <w:rsid w:val="003F4C9F"/>
    <w:rsid w:val="003F513B"/>
    <w:rsid w:val="003F558E"/>
    <w:rsid w:val="003F57B9"/>
    <w:rsid w:val="003F6123"/>
    <w:rsid w:val="003F655C"/>
    <w:rsid w:val="003F69C9"/>
    <w:rsid w:val="003F6DBF"/>
    <w:rsid w:val="003F7103"/>
    <w:rsid w:val="003F74F2"/>
    <w:rsid w:val="003F77E1"/>
    <w:rsid w:val="003F7C1C"/>
    <w:rsid w:val="004003C8"/>
    <w:rsid w:val="004004C3"/>
    <w:rsid w:val="0040074C"/>
    <w:rsid w:val="00402011"/>
    <w:rsid w:val="00402A94"/>
    <w:rsid w:val="0040370D"/>
    <w:rsid w:val="00403BAB"/>
    <w:rsid w:val="004056F3"/>
    <w:rsid w:val="00407000"/>
    <w:rsid w:val="004100B1"/>
    <w:rsid w:val="004100E7"/>
    <w:rsid w:val="00410D46"/>
    <w:rsid w:val="00411163"/>
    <w:rsid w:val="004111AF"/>
    <w:rsid w:val="00411AB7"/>
    <w:rsid w:val="00412C84"/>
    <w:rsid w:val="004133BF"/>
    <w:rsid w:val="00413685"/>
    <w:rsid w:val="004136E8"/>
    <w:rsid w:val="00413EB5"/>
    <w:rsid w:val="004159AA"/>
    <w:rsid w:val="00415A3F"/>
    <w:rsid w:val="00415AF8"/>
    <w:rsid w:val="00415B5F"/>
    <w:rsid w:val="0041660C"/>
    <w:rsid w:val="0041683A"/>
    <w:rsid w:val="004168A2"/>
    <w:rsid w:val="004169E1"/>
    <w:rsid w:val="004177AB"/>
    <w:rsid w:val="00417E38"/>
    <w:rsid w:val="004200E2"/>
    <w:rsid w:val="00420120"/>
    <w:rsid w:val="004208B6"/>
    <w:rsid w:val="004208BE"/>
    <w:rsid w:val="00420DFD"/>
    <w:rsid w:val="00421CEC"/>
    <w:rsid w:val="004221B4"/>
    <w:rsid w:val="0042252F"/>
    <w:rsid w:val="00422E02"/>
    <w:rsid w:val="004235B4"/>
    <w:rsid w:val="004248DC"/>
    <w:rsid w:val="00425F8A"/>
    <w:rsid w:val="00426886"/>
    <w:rsid w:val="004269FA"/>
    <w:rsid w:val="00426B44"/>
    <w:rsid w:val="00426D25"/>
    <w:rsid w:val="004270B8"/>
    <w:rsid w:val="004271B4"/>
    <w:rsid w:val="004271B9"/>
    <w:rsid w:val="00427310"/>
    <w:rsid w:val="00427FF9"/>
    <w:rsid w:val="00431189"/>
    <w:rsid w:val="004316EA"/>
    <w:rsid w:val="00431ED5"/>
    <w:rsid w:val="00432B62"/>
    <w:rsid w:val="00433D52"/>
    <w:rsid w:val="00434289"/>
    <w:rsid w:val="00434432"/>
    <w:rsid w:val="00434A48"/>
    <w:rsid w:val="00437537"/>
    <w:rsid w:val="00440A51"/>
    <w:rsid w:val="004416A1"/>
    <w:rsid w:val="00442222"/>
    <w:rsid w:val="00442747"/>
    <w:rsid w:val="00442763"/>
    <w:rsid w:val="0044281F"/>
    <w:rsid w:val="0044453C"/>
    <w:rsid w:val="00444D24"/>
    <w:rsid w:val="00444E30"/>
    <w:rsid w:val="00444F0C"/>
    <w:rsid w:val="0044587D"/>
    <w:rsid w:val="00445999"/>
    <w:rsid w:val="00446E71"/>
    <w:rsid w:val="00447195"/>
    <w:rsid w:val="0044799C"/>
    <w:rsid w:val="00447B74"/>
    <w:rsid w:val="00450241"/>
    <w:rsid w:val="00451ADF"/>
    <w:rsid w:val="00451C4A"/>
    <w:rsid w:val="00451DAA"/>
    <w:rsid w:val="00452D2D"/>
    <w:rsid w:val="00453085"/>
    <w:rsid w:val="00453F76"/>
    <w:rsid w:val="004552F0"/>
    <w:rsid w:val="00455872"/>
    <w:rsid w:val="004559C2"/>
    <w:rsid w:val="004573DF"/>
    <w:rsid w:val="00457814"/>
    <w:rsid w:val="004579D7"/>
    <w:rsid w:val="0046009E"/>
    <w:rsid w:val="00460760"/>
    <w:rsid w:val="0046120D"/>
    <w:rsid w:val="004623C8"/>
    <w:rsid w:val="0046295D"/>
    <w:rsid w:val="00462A82"/>
    <w:rsid w:val="0046312C"/>
    <w:rsid w:val="00463322"/>
    <w:rsid w:val="004635AE"/>
    <w:rsid w:val="004636A9"/>
    <w:rsid w:val="00464C2C"/>
    <w:rsid w:val="004651DF"/>
    <w:rsid w:val="00465292"/>
    <w:rsid w:val="00465440"/>
    <w:rsid w:val="0046581C"/>
    <w:rsid w:val="00465E7A"/>
    <w:rsid w:val="004660EA"/>
    <w:rsid w:val="00466E82"/>
    <w:rsid w:val="0046755E"/>
    <w:rsid w:val="00467D01"/>
    <w:rsid w:val="004703CE"/>
    <w:rsid w:val="00470423"/>
    <w:rsid w:val="00470FA4"/>
    <w:rsid w:val="00471CAD"/>
    <w:rsid w:val="00471E3F"/>
    <w:rsid w:val="00473832"/>
    <w:rsid w:val="00473BA9"/>
    <w:rsid w:val="00473E2C"/>
    <w:rsid w:val="004756C7"/>
    <w:rsid w:val="004763C3"/>
    <w:rsid w:val="004764AF"/>
    <w:rsid w:val="00476C73"/>
    <w:rsid w:val="00477290"/>
    <w:rsid w:val="00477E34"/>
    <w:rsid w:val="00477F44"/>
    <w:rsid w:val="004802BE"/>
    <w:rsid w:val="00480343"/>
    <w:rsid w:val="0048051D"/>
    <w:rsid w:val="00480BB3"/>
    <w:rsid w:val="004828E1"/>
    <w:rsid w:val="00482C47"/>
    <w:rsid w:val="0048356A"/>
    <w:rsid w:val="00483F18"/>
    <w:rsid w:val="00484319"/>
    <w:rsid w:val="00484FF6"/>
    <w:rsid w:val="0048530F"/>
    <w:rsid w:val="004853F1"/>
    <w:rsid w:val="00485984"/>
    <w:rsid w:val="00485BC7"/>
    <w:rsid w:val="00486034"/>
    <w:rsid w:val="004870F1"/>
    <w:rsid w:val="00490015"/>
    <w:rsid w:val="00490965"/>
    <w:rsid w:val="004934C1"/>
    <w:rsid w:val="00493DE5"/>
    <w:rsid w:val="0049440F"/>
    <w:rsid w:val="00494B9E"/>
    <w:rsid w:val="00495152"/>
    <w:rsid w:val="004957B7"/>
    <w:rsid w:val="00496663"/>
    <w:rsid w:val="0049676E"/>
    <w:rsid w:val="004967DB"/>
    <w:rsid w:val="00496878"/>
    <w:rsid w:val="00496EEC"/>
    <w:rsid w:val="004A040C"/>
    <w:rsid w:val="004A35CB"/>
    <w:rsid w:val="004A40A7"/>
    <w:rsid w:val="004A4A2C"/>
    <w:rsid w:val="004A5207"/>
    <w:rsid w:val="004A64BB"/>
    <w:rsid w:val="004A6691"/>
    <w:rsid w:val="004A68BD"/>
    <w:rsid w:val="004A6E51"/>
    <w:rsid w:val="004A6E57"/>
    <w:rsid w:val="004A7BAB"/>
    <w:rsid w:val="004B090E"/>
    <w:rsid w:val="004B0D45"/>
    <w:rsid w:val="004B0FFB"/>
    <w:rsid w:val="004B1032"/>
    <w:rsid w:val="004B3782"/>
    <w:rsid w:val="004B3ED1"/>
    <w:rsid w:val="004B4EA7"/>
    <w:rsid w:val="004B55F0"/>
    <w:rsid w:val="004B5B9D"/>
    <w:rsid w:val="004B64D6"/>
    <w:rsid w:val="004B6661"/>
    <w:rsid w:val="004B6B5E"/>
    <w:rsid w:val="004B6BFB"/>
    <w:rsid w:val="004B6E53"/>
    <w:rsid w:val="004B736E"/>
    <w:rsid w:val="004B75CC"/>
    <w:rsid w:val="004B78EF"/>
    <w:rsid w:val="004C09D1"/>
    <w:rsid w:val="004C0F5F"/>
    <w:rsid w:val="004C12CF"/>
    <w:rsid w:val="004C13FF"/>
    <w:rsid w:val="004C1C0E"/>
    <w:rsid w:val="004C1E94"/>
    <w:rsid w:val="004C20B8"/>
    <w:rsid w:val="004C2A3E"/>
    <w:rsid w:val="004C2EC0"/>
    <w:rsid w:val="004C3D56"/>
    <w:rsid w:val="004C43C1"/>
    <w:rsid w:val="004C44D1"/>
    <w:rsid w:val="004C46F8"/>
    <w:rsid w:val="004C48D5"/>
    <w:rsid w:val="004C561F"/>
    <w:rsid w:val="004C5E00"/>
    <w:rsid w:val="004C6660"/>
    <w:rsid w:val="004C67D3"/>
    <w:rsid w:val="004C6B29"/>
    <w:rsid w:val="004C727F"/>
    <w:rsid w:val="004C7A74"/>
    <w:rsid w:val="004C7EFB"/>
    <w:rsid w:val="004D0B94"/>
    <w:rsid w:val="004D13D3"/>
    <w:rsid w:val="004D1495"/>
    <w:rsid w:val="004D1DFE"/>
    <w:rsid w:val="004D1EDB"/>
    <w:rsid w:val="004D2252"/>
    <w:rsid w:val="004D44F1"/>
    <w:rsid w:val="004D485C"/>
    <w:rsid w:val="004D549F"/>
    <w:rsid w:val="004D701F"/>
    <w:rsid w:val="004D7671"/>
    <w:rsid w:val="004E009B"/>
    <w:rsid w:val="004E04A9"/>
    <w:rsid w:val="004E086B"/>
    <w:rsid w:val="004E0C75"/>
    <w:rsid w:val="004E1002"/>
    <w:rsid w:val="004E10E2"/>
    <w:rsid w:val="004E1835"/>
    <w:rsid w:val="004E2429"/>
    <w:rsid w:val="004E27CB"/>
    <w:rsid w:val="004E2AF6"/>
    <w:rsid w:val="004E2BFF"/>
    <w:rsid w:val="004E2F4D"/>
    <w:rsid w:val="004E3396"/>
    <w:rsid w:val="004E3C60"/>
    <w:rsid w:val="004E468A"/>
    <w:rsid w:val="004E48DB"/>
    <w:rsid w:val="004E5156"/>
    <w:rsid w:val="004E6F2A"/>
    <w:rsid w:val="004E72EE"/>
    <w:rsid w:val="004E7C7E"/>
    <w:rsid w:val="004E7FCD"/>
    <w:rsid w:val="004F0AB3"/>
    <w:rsid w:val="004F1CC2"/>
    <w:rsid w:val="004F21E5"/>
    <w:rsid w:val="004F25ED"/>
    <w:rsid w:val="004F361C"/>
    <w:rsid w:val="004F3A9D"/>
    <w:rsid w:val="004F468E"/>
    <w:rsid w:val="004F62B4"/>
    <w:rsid w:val="004F69D9"/>
    <w:rsid w:val="004F6F54"/>
    <w:rsid w:val="004F7807"/>
    <w:rsid w:val="00500A59"/>
    <w:rsid w:val="005017E0"/>
    <w:rsid w:val="00502357"/>
    <w:rsid w:val="00502B56"/>
    <w:rsid w:val="00504C61"/>
    <w:rsid w:val="00505E83"/>
    <w:rsid w:val="00506508"/>
    <w:rsid w:val="00506C3B"/>
    <w:rsid w:val="00506FAF"/>
    <w:rsid w:val="0050714F"/>
    <w:rsid w:val="005076BA"/>
    <w:rsid w:val="00507968"/>
    <w:rsid w:val="00510E56"/>
    <w:rsid w:val="0051234D"/>
    <w:rsid w:val="0051355C"/>
    <w:rsid w:val="005136C8"/>
    <w:rsid w:val="005147EA"/>
    <w:rsid w:val="00514E29"/>
    <w:rsid w:val="005155C2"/>
    <w:rsid w:val="005161EF"/>
    <w:rsid w:val="0051794E"/>
    <w:rsid w:val="00517D2A"/>
    <w:rsid w:val="005209C1"/>
    <w:rsid w:val="00520AE6"/>
    <w:rsid w:val="00520F5F"/>
    <w:rsid w:val="00521F86"/>
    <w:rsid w:val="005227E7"/>
    <w:rsid w:val="00522CB5"/>
    <w:rsid w:val="00522CC3"/>
    <w:rsid w:val="00524809"/>
    <w:rsid w:val="005250D0"/>
    <w:rsid w:val="005252B8"/>
    <w:rsid w:val="005265B0"/>
    <w:rsid w:val="00526B89"/>
    <w:rsid w:val="00526CCC"/>
    <w:rsid w:val="005302AC"/>
    <w:rsid w:val="005303CE"/>
    <w:rsid w:val="00530A6A"/>
    <w:rsid w:val="00530F4D"/>
    <w:rsid w:val="0053133B"/>
    <w:rsid w:val="0053216F"/>
    <w:rsid w:val="00532F34"/>
    <w:rsid w:val="00533182"/>
    <w:rsid w:val="00533232"/>
    <w:rsid w:val="00533740"/>
    <w:rsid w:val="00533CE6"/>
    <w:rsid w:val="00534035"/>
    <w:rsid w:val="00534171"/>
    <w:rsid w:val="00534FC4"/>
    <w:rsid w:val="005369F5"/>
    <w:rsid w:val="0053722C"/>
    <w:rsid w:val="00540063"/>
    <w:rsid w:val="005408F5"/>
    <w:rsid w:val="00540907"/>
    <w:rsid w:val="00540C1C"/>
    <w:rsid w:val="00540DF7"/>
    <w:rsid w:val="00541035"/>
    <w:rsid w:val="005410A3"/>
    <w:rsid w:val="00541588"/>
    <w:rsid w:val="005416A5"/>
    <w:rsid w:val="0054196E"/>
    <w:rsid w:val="00542847"/>
    <w:rsid w:val="00543616"/>
    <w:rsid w:val="00543818"/>
    <w:rsid w:val="00543BB0"/>
    <w:rsid w:val="00543EB4"/>
    <w:rsid w:val="00544189"/>
    <w:rsid w:val="005446D3"/>
    <w:rsid w:val="00544798"/>
    <w:rsid w:val="005453CC"/>
    <w:rsid w:val="005473A2"/>
    <w:rsid w:val="005503A5"/>
    <w:rsid w:val="005503F0"/>
    <w:rsid w:val="0055111C"/>
    <w:rsid w:val="005514FF"/>
    <w:rsid w:val="00551DCA"/>
    <w:rsid w:val="005522C2"/>
    <w:rsid w:val="005526D2"/>
    <w:rsid w:val="005537CC"/>
    <w:rsid w:val="00553D82"/>
    <w:rsid w:val="00553FA5"/>
    <w:rsid w:val="0055447D"/>
    <w:rsid w:val="00554F8E"/>
    <w:rsid w:val="0055511A"/>
    <w:rsid w:val="005578AB"/>
    <w:rsid w:val="00560C4B"/>
    <w:rsid w:val="00561CAF"/>
    <w:rsid w:val="005628DE"/>
    <w:rsid w:val="00562D43"/>
    <w:rsid w:val="00563CCC"/>
    <w:rsid w:val="00563CF3"/>
    <w:rsid w:val="00564121"/>
    <w:rsid w:val="0056487D"/>
    <w:rsid w:val="005650B3"/>
    <w:rsid w:val="0056513E"/>
    <w:rsid w:val="00565DBE"/>
    <w:rsid w:val="005661A7"/>
    <w:rsid w:val="00566CA3"/>
    <w:rsid w:val="005675C5"/>
    <w:rsid w:val="005702FF"/>
    <w:rsid w:val="00570DF8"/>
    <w:rsid w:val="00570F73"/>
    <w:rsid w:val="00571161"/>
    <w:rsid w:val="005711B5"/>
    <w:rsid w:val="00571546"/>
    <w:rsid w:val="0057297E"/>
    <w:rsid w:val="00574749"/>
    <w:rsid w:val="005748CF"/>
    <w:rsid w:val="00575C27"/>
    <w:rsid w:val="00575FC5"/>
    <w:rsid w:val="00576BAC"/>
    <w:rsid w:val="005775D2"/>
    <w:rsid w:val="00577848"/>
    <w:rsid w:val="0058113C"/>
    <w:rsid w:val="00581923"/>
    <w:rsid w:val="00582BB3"/>
    <w:rsid w:val="00582D64"/>
    <w:rsid w:val="00583EC5"/>
    <w:rsid w:val="00584871"/>
    <w:rsid w:val="00584B64"/>
    <w:rsid w:val="00586A4E"/>
    <w:rsid w:val="0059030F"/>
    <w:rsid w:val="00590912"/>
    <w:rsid w:val="0059093B"/>
    <w:rsid w:val="00590D1C"/>
    <w:rsid w:val="005913A1"/>
    <w:rsid w:val="005922C5"/>
    <w:rsid w:val="00592CF4"/>
    <w:rsid w:val="00593090"/>
    <w:rsid w:val="0059350E"/>
    <w:rsid w:val="00593969"/>
    <w:rsid w:val="0059498D"/>
    <w:rsid w:val="00594BD0"/>
    <w:rsid w:val="00594DF9"/>
    <w:rsid w:val="00595200"/>
    <w:rsid w:val="00596810"/>
    <w:rsid w:val="00596934"/>
    <w:rsid w:val="00597023"/>
    <w:rsid w:val="00597534"/>
    <w:rsid w:val="00597846"/>
    <w:rsid w:val="005A06FC"/>
    <w:rsid w:val="005A0A80"/>
    <w:rsid w:val="005A0C5D"/>
    <w:rsid w:val="005A11DB"/>
    <w:rsid w:val="005A1897"/>
    <w:rsid w:val="005A198E"/>
    <w:rsid w:val="005A22E2"/>
    <w:rsid w:val="005A2468"/>
    <w:rsid w:val="005A3103"/>
    <w:rsid w:val="005A3305"/>
    <w:rsid w:val="005A338A"/>
    <w:rsid w:val="005A33ED"/>
    <w:rsid w:val="005A3EF5"/>
    <w:rsid w:val="005A4CB6"/>
    <w:rsid w:val="005A566A"/>
    <w:rsid w:val="005A5CF6"/>
    <w:rsid w:val="005A5DCE"/>
    <w:rsid w:val="005A6926"/>
    <w:rsid w:val="005A6D93"/>
    <w:rsid w:val="005A7A04"/>
    <w:rsid w:val="005A7F32"/>
    <w:rsid w:val="005B07C1"/>
    <w:rsid w:val="005B0C59"/>
    <w:rsid w:val="005B0D76"/>
    <w:rsid w:val="005B1DCF"/>
    <w:rsid w:val="005B1E90"/>
    <w:rsid w:val="005B1FC0"/>
    <w:rsid w:val="005B2FDE"/>
    <w:rsid w:val="005B3859"/>
    <w:rsid w:val="005B3D64"/>
    <w:rsid w:val="005B3E54"/>
    <w:rsid w:val="005B4F9B"/>
    <w:rsid w:val="005B504A"/>
    <w:rsid w:val="005B55F9"/>
    <w:rsid w:val="005B6564"/>
    <w:rsid w:val="005B664C"/>
    <w:rsid w:val="005B68E3"/>
    <w:rsid w:val="005B750B"/>
    <w:rsid w:val="005B75EC"/>
    <w:rsid w:val="005B7DFB"/>
    <w:rsid w:val="005C0F3D"/>
    <w:rsid w:val="005C1B00"/>
    <w:rsid w:val="005C1C54"/>
    <w:rsid w:val="005C1CD5"/>
    <w:rsid w:val="005C2E25"/>
    <w:rsid w:val="005C3FE1"/>
    <w:rsid w:val="005C4747"/>
    <w:rsid w:val="005C4CE4"/>
    <w:rsid w:val="005C5613"/>
    <w:rsid w:val="005C5AC9"/>
    <w:rsid w:val="005C5EEC"/>
    <w:rsid w:val="005C6351"/>
    <w:rsid w:val="005C7170"/>
    <w:rsid w:val="005C71E5"/>
    <w:rsid w:val="005C77E1"/>
    <w:rsid w:val="005C79B7"/>
    <w:rsid w:val="005D0923"/>
    <w:rsid w:val="005D10A3"/>
    <w:rsid w:val="005D10F6"/>
    <w:rsid w:val="005D158F"/>
    <w:rsid w:val="005D1EAB"/>
    <w:rsid w:val="005D3969"/>
    <w:rsid w:val="005D3F85"/>
    <w:rsid w:val="005D3FD7"/>
    <w:rsid w:val="005D502E"/>
    <w:rsid w:val="005D6212"/>
    <w:rsid w:val="005D628B"/>
    <w:rsid w:val="005D741D"/>
    <w:rsid w:val="005D748E"/>
    <w:rsid w:val="005E018B"/>
    <w:rsid w:val="005E0E5B"/>
    <w:rsid w:val="005E15E9"/>
    <w:rsid w:val="005E1A5F"/>
    <w:rsid w:val="005E201D"/>
    <w:rsid w:val="005E2679"/>
    <w:rsid w:val="005E27D9"/>
    <w:rsid w:val="005E31CC"/>
    <w:rsid w:val="005E37C8"/>
    <w:rsid w:val="005E3BE1"/>
    <w:rsid w:val="005E4AE2"/>
    <w:rsid w:val="005E5121"/>
    <w:rsid w:val="005E5275"/>
    <w:rsid w:val="005E5597"/>
    <w:rsid w:val="005E570F"/>
    <w:rsid w:val="005E5C58"/>
    <w:rsid w:val="005E65F9"/>
    <w:rsid w:val="005E66ED"/>
    <w:rsid w:val="005E70DA"/>
    <w:rsid w:val="005E73A1"/>
    <w:rsid w:val="005E7788"/>
    <w:rsid w:val="005E7A7E"/>
    <w:rsid w:val="005F0D24"/>
    <w:rsid w:val="005F253A"/>
    <w:rsid w:val="005F49CE"/>
    <w:rsid w:val="005F5DF5"/>
    <w:rsid w:val="005F7799"/>
    <w:rsid w:val="006013AC"/>
    <w:rsid w:val="00601B38"/>
    <w:rsid w:val="006020E6"/>
    <w:rsid w:val="006025D1"/>
    <w:rsid w:val="00602A85"/>
    <w:rsid w:val="00602B31"/>
    <w:rsid w:val="00602B77"/>
    <w:rsid w:val="00602D77"/>
    <w:rsid w:val="00603754"/>
    <w:rsid w:val="00603921"/>
    <w:rsid w:val="006039A6"/>
    <w:rsid w:val="00604618"/>
    <w:rsid w:val="00605ADE"/>
    <w:rsid w:val="00606CA3"/>
    <w:rsid w:val="00607772"/>
    <w:rsid w:val="00611895"/>
    <w:rsid w:val="00612074"/>
    <w:rsid w:val="00614182"/>
    <w:rsid w:val="00614576"/>
    <w:rsid w:val="0061514C"/>
    <w:rsid w:val="0061551F"/>
    <w:rsid w:val="0061616B"/>
    <w:rsid w:val="00616AA1"/>
    <w:rsid w:val="006176B1"/>
    <w:rsid w:val="00617DB0"/>
    <w:rsid w:val="00620BCB"/>
    <w:rsid w:val="00621A33"/>
    <w:rsid w:val="00621FC9"/>
    <w:rsid w:val="006220C0"/>
    <w:rsid w:val="006223BE"/>
    <w:rsid w:val="00622427"/>
    <w:rsid w:val="0062266F"/>
    <w:rsid w:val="00622E02"/>
    <w:rsid w:val="00623291"/>
    <w:rsid w:val="00623906"/>
    <w:rsid w:val="00624586"/>
    <w:rsid w:val="00624A7D"/>
    <w:rsid w:val="00625A9F"/>
    <w:rsid w:val="00625BD3"/>
    <w:rsid w:val="006263E5"/>
    <w:rsid w:val="00626B2E"/>
    <w:rsid w:val="00627C12"/>
    <w:rsid w:val="00630717"/>
    <w:rsid w:val="0063086C"/>
    <w:rsid w:val="00630D39"/>
    <w:rsid w:val="00631575"/>
    <w:rsid w:val="00631585"/>
    <w:rsid w:val="006318B2"/>
    <w:rsid w:val="00632AAF"/>
    <w:rsid w:val="0063308B"/>
    <w:rsid w:val="006336FF"/>
    <w:rsid w:val="00634543"/>
    <w:rsid w:val="00635260"/>
    <w:rsid w:val="00636C53"/>
    <w:rsid w:val="00637733"/>
    <w:rsid w:val="006402B3"/>
    <w:rsid w:val="006417A8"/>
    <w:rsid w:val="00641899"/>
    <w:rsid w:val="00641A07"/>
    <w:rsid w:val="00641FC2"/>
    <w:rsid w:val="0064270B"/>
    <w:rsid w:val="00642CA0"/>
    <w:rsid w:val="00642D89"/>
    <w:rsid w:val="00643BD7"/>
    <w:rsid w:val="00643E7C"/>
    <w:rsid w:val="00643EDF"/>
    <w:rsid w:val="00644A14"/>
    <w:rsid w:val="00645019"/>
    <w:rsid w:val="0064545E"/>
    <w:rsid w:val="00646136"/>
    <w:rsid w:val="00647A3C"/>
    <w:rsid w:val="006508B4"/>
    <w:rsid w:val="00651DEE"/>
    <w:rsid w:val="00652509"/>
    <w:rsid w:val="006536B0"/>
    <w:rsid w:val="00653BE7"/>
    <w:rsid w:val="00653DE1"/>
    <w:rsid w:val="00654A0B"/>
    <w:rsid w:val="00654E8D"/>
    <w:rsid w:val="0065553B"/>
    <w:rsid w:val="00656AAA"/>
    <w:rsid w:val="00660AC3"/>
    <w:rsid w:val="00661561"/>
    <w:rsid w:val="006615B0"/>
    <w:rsid w:val="00661922"/>
    <w:rsid w:val="00662FC7"/>
    <w:rsid w:val="006633FC"/>
    <w:rsid w:val="006644E7"/>
    <w:rsid w:val="00664DF2"/>
    <w:rsid w:val="006663BF"/>
    <w:rsid w:val="0066713E"/>
    <w:rsid w:val="006671C6"/>
    <w:rsid w:val="00667739"/>
    <w:rsid w:val="006679C1"/>
    <w:rsid w:val="006702BB"/>
    <w:rsid w:val="00671FD5"/>
    <w:rsid w:val="00672C5E"/>
    <w:rsid w:val="00672D2A"/>
    <w:rsid w:val="00672ECF"/>
    <w:rsid w:val="00673E8E"/>
    <w:rsid w:val="00674220"/>
    <w:rsid w:val="00675174"/>
    <w:rsid w:val="00675A64"/>
    <w:rsid w:val="00675B34"/>
    <w:rsid w:val="00676444"/>
    <w:rsid w:val="00676494"/>
    <w:rsid w:val="006764A4"/>
    <w:rsid w:val="00677154"/>
    <w:rsid w:val="00677BC0"/>
    <w:rsid w:val="00681654"/>
    <w:rsid w:val="00682746"/>
    <w:rsid w:val="00683570"/>
    <w:rsid w:val="00683A80"/>
    <w:rsid w:val="00684077"/>
    <w:rsid w:val="006846B4"/>
    <w:rsid w:val="00684D86"/>
    <w:rsid w:val="00685589"/>
    <w:rsid w:val="0068769F"/>
    <w:rsid w:val="006878DB"/>
    <w:rsid w:val="0068792A"/>
    <w:rsid w:val="0068799E"/>
    <w:rsid w:val="006912F3"/>
    <w:rsid w:val="0069158A"/>
    <w:rsid w:val="00691904"/>
    <w:rsid w:val="006922E4"/>
    <w:rsid w:val="00693361"/>
    <w:rsid w:val="0069458F"/>
    <w:rsid w:val="00694DB2"/>
    <w:rsid w:val="006954B3"/>
    <w:rsid w:val="006954CF"/>
    <w:rsid w:val="00695B9E"/>
    <w:rsid w:val="00695D0F"/>
    <w:rsid w:val="006966E0"/>
    <w:rsid w:val="00696C94"/>
    <w:rsid w:val="00696F2B"/>
    <w:rsid w:val="0069781C"/>
    <w:rsid w:val="00697B4D"/>
    <w:rsid w:val="006A010A"/>
    <w:rsid w:val="006A1C71"/>
    <w:rsid w:val="006A2234"/>
    <w:rsid w:val="006A2D2F"/>
    <w:rsid w:val="006A32C7"/>
    <w:rsid w:val="006A38DE"/>
    <w:rsid w:val="006A3CDA"/>
    <w:rsid w:val="006A3DD3"/>
    <w:rsid w:val="006A426B"/>
    <w:rsid w:val="006A486D"/>
    <w:rsid w:val="006A4B00"/>
    <w:rsid w:val="006A56E5"/>
    <w:rsid w:val="006A575E"/>
    <w:rsid w:val="006A5E62"/>
    <w:rsid w:val="006A6EA8"/>
    <w:rsid w:val="006A70E8"/>
    <w:rsid w:val="006A7762"/>
    <w:rsid w:val="006A7BD8"/>
    <w:rsid w:val="006B0B7A"/>
    <w:rsid w:val="006B114D"/>
    <w:rsid w:val="006B1B29"/>
    <w:rsid w:val="006B1F3B"/>
    <w:rsid w:val="006B21B1"/>
    <w:rsid w:val="006B2330"/>
    <w:rsid w:val="006B280E"/>
    <w:rsid w:val="006B374C"/>
    <w:rsid w:val="006B3ABE"/>
    <w:rsid w:val="006B45D9"/>
    <w:rsid w:val="006B5F97"/>
    <w:rsid w:val="006B7C03"/>
    <w:rsid w:val="006C0D80"/>
    <w:rsid w:val="006C19FC"/>
    <w:rsid w:val="006C1FC0"/>
    <w:rsid w:val="006C2BDF"/>
    <w:rsid w:val="006C3FEB"/>
    <w:rsid w:val="006C439B"/>
    <w:rsid w:val="006C4FD8"/>
    <w:rsid w:val="006C5167"/>
    <w:rsid w:val="006C5351"/>
    <w:rsid w:val="006C537F"/>
    <w:rsid w:val="006C5980"/>
    <w:rsid w:val="006C5A16"/>
    <w:rsid w:val="006C5DA6"/>
    <w:rsid w:val="006C67F5"/>
    <w:rsid w:val="006C6CCB"/>
    <w:rsid w:val="006C729F"/>
    <w:rsid w:val="006C77F0"/>
    <w:rsid w:val="006C79F4"/>
    <w:rsid w:val="006C7CA0"/>
    <w:rsid w:val="006D0BFF"/>
    <w:rsid w:val="006D12FD"/>
    <w:rsid w:val="006D1420"/>
    <w:rsid w:val="006D2062"/>
    <w:rsid w:val="006D2846"/>
    <w:rsid w:val="006D2BC5"/>
    <w:rsid w:val="006D2C5F"/>
    <w:rsid w:val="006D3485"/>
    <w:rsid w:val="006D393C"/>
    <w:rsid w:val="006D57FB"/>
    <w:rsid w:val="006D6596"/>
    <w:rsid w:val="006D7A8D"/>
    <w:rsid w:val="006E0105"/>
    <w:rsid w:val="006E0490"/>
    <w:rsid w:val="006E13D0"/>
    <w:rsid w:val="006E1519"/>
    <w:rsid w:val="006E19B1"/>
    <w:rsid w:val="006E2132"/>
    <w:rsid w:val="006E222C"/>
    <w:rsid w:val="006E252C"/>
    <w:rsid w:val="006E27C6"/>
    <w:rsid w:val="006E3626"/>
    <w:rsid w:val="006E3B69"/>
    <w:rsid w:val="006E4977"/>
    <w:rsid w:val="006E4CF3"/>
    <w:rsid w:val="006E576E"/>
    <w:rsid w:val="006E68EF"/>
    <w:rsid w:val="006E6FC0"/>
    <w:rsid w:val="006F0C0F"/>
    <w:rsid w:val="006F18C7"/>
    <w:rsid w:val="006F18D7"/>
    <w:rsid w:val="006F20FB"/>
    <w:rsid w:val="006F2534"/>
    <w:rsid w:val="006F2D20"/>
    <w:rsid w:val="006F2E6E"/>
    <w:rsid w:val="006F331E"/>
    <w:rsid w:val="006F3D54"/>
    <w:rsid w:val="006F6783"/>
    <w:rsid w:val="006F6A8C"/>
    <w:rsid w:val="006F7F9F"/>
    <w:rsid w:val="00700CBB"/>
    <w:rsid w:val="007013E4"/>
    <w:rsid w:val="00701461"/>
    <w:rsid w:val="00701503"/>
    <w:rsid w:val="007016F2"/>
    <w:rsid w:val="00701F55"/>
    <w:rsid w:val="00702B43"/>
    <w:rsid w:val="0070377C"/>
    <w:rsid w:val="007046ED"/>
    <w:rsid w:val="007046FC"/>
    <w:rsid w:val="007051DC"/>
    <w:rsid w:val="00705559"/>
    <w:rsid w:val="00705677"/>
    <w:rsid w:val="00705DF9"/>
    <w:rsid w:val="00705EFA"/>
    <w:rsid w:val="00705FEE"/>
    <w:rsid w:val="007075DB"/>
    <w:rsid w:val="007101A8"/>
    <w:rsid w:val="00710EED"/>
    <w:rsid w:val="00710F38"/>
    <w:rsid w:val="00710F7B"/>
    <w:rsid w:val="00710F95"/>
    <w:rsid w:val="00711CB9"/>
    <w:rsid w:val="00712EF4"/>
    <w:rsid w:val="00714658"/>
    <w:rsid w:val="007146EE"/>
    <w:rsid w:val="00714A21"/>
    <w:rsid w:val="00715855"/>
    <w:rsid w:val="00716DD9"/>
    <w:rsid w:val="00717377"/>
    <w:rsid w:val="00717566"/>
    <w:rsid w:val="00717C39"/>
    <w:rsid w:val="00717E4E"/>
    <w:rsid w:val="00720219"/>
    <w:rsid w:val="007205D2"/>
    <w:rsid w:val="00721067"/>
    <w:rsid w:val="00721D3F"/>
    <w:rsid w:val="00722584"/>
    <w:rsid w:val="00723058"/>
    <w:rsid w:val="00723676"/>
    <w:rsid w:val="00723750"/>
    <w:rsid w:val="007248DB"/>
    <w:rsid w:val="0072498D"/>
    <w:rsid w:val="00725540"/>
    <w:rsid w:val="00726B68"/>
    <w:rsid w:val="00727B10"/>
    <w:rsid w:val="007301F8"/>
    <w:rsid w:val="007311E8"/>
    <w:rsid w:val="00731C2A"/>
    <w:rsid w:val="007320F4"/>
    <w:rsid w:val="0073338D"/>
    <w:rsid w:val="00733AEF"/>
    <w:rsid w:val="00736314"/>
    <w:rsid w:val="007363D4"/>
    <w:rsid w:val="007363F4"/>
    <w:rsid w:val="0073683F"/>
    <w:rsid w:val="00736E45"/>
    <w:rsid w:val="007372B3"/>
    <w:rsid w:val="00737570"/>
    <w:rsid w:val="00740188"/>
    <w:rsid w:val="007406A3"/>
    <w:rsid w:val="00740851"/>
    <w:rsid w:val="00740954"/>
    <w:rsid w:val="00740D35"/>
    <w:rsid w:val="00741375"/>
    <w:rsid w:val="00741BE8"/>
    <w:rsid w:val="00742363"/>
    <w:rsid w:val="00743C2C"/>
    <w:rsid w:val="0074431A"/>
    <w:rsid w:val="0074475D"/>
    <w:rsid w:val="00744EBB"/>
    <w:rsid w:val="00745458"/>
    <w:rsid w:val="00745552"/>
    <w:rsid w:val="00745783"/>
    <w:rsid w:val="00746021"/>
    <w:rsid w:val="00747FC5"/>
    <w:rsid w:val="00751629"/>
    <w:rsid w:val="00752070"/>
    <w:rsid w:val="00752151"/>
    <w:rsid w:val="00752470"/>
    <w:rsid w:val="00752DED"/>
    <w:rsid w:val="00754425"/>
    <w:rsid w:val="00754729"/>
    <w:rsid w:val="00755AD0"/>
    <w:rsid w:val="0075602C"/>
    <w:rsid w:val="007560DE"/>
    <w:rsid w:val="007575AB"/>
    <w:rsid w:val="007603AA"/>
    <w:rsid w:val="0076061D"/>
    <w:rsid w:val="0076122E"/>
    <w:rsid w:val="0076178B"/>
    <w:rsid w:val="00762408"/>
    <w:rsid w:val="00762AED"/>
    <w:rsid w:val="00762E2C"/>
    <w:rsid w:val="0076322A"/>
    <w:rsid w:val="00763710"/>
    <w:rsid w:val="00763A27"/>
    <w:rsid w:val="00764050"/>
    <w:rsid w:val="00764BF5"/>
    <w:rsid w:val="0076555F"/>
    <w:rsid w:val="00766365"/>
    <w:rsid w:val="0076643B"/>
    <w:rsid w:val="007664D2"/>
    <w:rsid w:val="007664D9"/>
    <w:rsid w:val="00766B84"/>
    <w:rsid w:val="00766D27"/>
    <w:rsid w:val="00766F6A"/>
    <w:rsid w:val="00767083"/>
    <w:rsid w:val="007673BD"/>
    <w:rsid w:val="007676E8"/>
    <w:rsid w:val="00767BE2"/>
    <w:rsid w:val="0077074E"/>
    <w:rsid w:val="00770750"/>
    <w:rsid w:val="0077111A"/>
    <w:rsid w:val="007716F5"/>
    <w:rsid w:val="0077222D"/>
    <w:rsid w:val="00773806"/>
    <w:rsid w:val="007739C8"/>
    <w:rsid w:val="00773A86"/>
    <w:rsid w:val="0077413A"/>
    <w:rsid w:val="00774436"/>
    <w:rsid w:val="00774FBA"/>
    <w:rsid w:val="0077578A"/>
    <w:rsid w:val="00775D3E"/>
    <w:rsid w:val="007772AD"/>
    <w:rsid w:val="007802EA"/>
    <w:rsid w:val="007803E4"/>
    <w:rsid w:val="007811D4"/>
    <w:rsid w:val="007811EA"/>
    <w:rsid w:val="00781310"/>
    <w:rsid w:val="00781BB9"/>
    <w:rsid w:val="0078357D"/>
    <w:rsid w:val="007835A1"/>
    <w:rsid w:val="007842EA"/>
    <w:rsid w:val="00784764"/>
    <w:rsid w:val="00784B04"/>
    <w:rsid w:val="00785E81"/>
    <w:rsid w:val="00790B72"/>
    <w:rsid w:val="00790C84"/>
    <w:rsid w:val="00791434"/>
    <w:rsid w:val="00791E1B"/>
    <w:rsid w:val="00791FEC"/>
    <w:rsid w:val="00792555"/>
    <w:rsid w:val="0079428D"/>
    <w:rsid w:val="0079449C"/>
    <w:rsid w:val="00795048"/>
    <w:rsid w:val="0079571B"/>
    <w:rsid w:val="0079581B"/>
    <w:rsid w:val="007966C7"/>
    <w:rsid w:val="00796D61"/>
    <w:rsid w:val="00796F4F"/>
    <w:rsid w:val="007A069B"/>
    <w:rsid w:val="007A0B7D"/>
    <w:rsid w:val="007A18F5"/>
    <w:rsid w:val="007A1B4F"/>
    <w:rsid w:val="007A1EF9"/>
    <w:rsid w:val="007A2619"/>
    <w:rsid w:val="007A271D"/>
    <w:rsid w:val="007A2F08"/>
    <w:rsid w:val="007A459F"/>
    <w:rsid w:val="007A4DD1"/>
    <w:rsid w:val="007A4E83"/>
    <w:rsid w:val="007A5513"/>
    <w:rsid w:val="007A574F"/>
    <w:rsid w:val="007A57F5"/>
    <w:rsid w:val="007A6E18"/>
    <w:rsid w:val="007A7205"/>
    <w:rsid w:val="007A77AC"/>
    <w:rsid w:val="007B037A"/>
    <w:rsid w:val="007B11D3"/>
    <w:rsid w:val="007B12C3"/>
    <w:rsid w:val="007B178F"/>
    <w:rsid w:val="007B1CB6"/>
    <w:rsid w:val="007B2B2B"/>
    <w:rsid w:val="007B2BC6"/>
    <w:rsid w:val="007B3847"/>
    <w:rsid w:val="007B3EAC"/>
    <w:rsid w:val="007B5D90"/>
    <w:rsid w:val="007B5FE5"/>
    <w:rsid w:val="007B6CFF"/>
    <w:rsid w:val="007B74D3"/>
    <w:rsid w:val="007B79C1"/>
    <w:rsid w:val="007B7AEA"/>
    <w:rsid w:val="007C0076"/>
    <w:rsid w:val="007C07E9"/>
    <w:rsid w:val="007C1863"/>
    <w:rsid w:val="007C1E3E"/>
    <w:rsid w:val="007C212A"/>
    <w:rsid w:val="007C3793"/>
    <w:rsid w:val="007C4C23"/>
    <w:rsid w:val="007C5059"/>
    <w:rsid w:val="007C5592"/>
    <w:rsid w:val="007C56BD"/>
    <w:rsid w:val="007C688F"/>
    <w:rsid w:val="007C72FB"/>
    <w:rsid w:val="007C7AAF"/>
    <w:rsid w:val="007D0F6A"/>
    <w:rsid w:val="007D193B"/>
    <w:rsid w:val="007D2044"/>
    <w:rsid w:val="007D21F0"/>
    <w:rsid w:val="007D3151"/>
    <w:rsid w:val="007D3760"/>
    <w:rsid w:val="007D3995"/>
    <w:rsid w:val="007D3CBF"/>
    <w:rsid w:val="007D450F"/>
    <w:rsid w:val="007D58FE"/>
    <w:rsid w:val="007D613C"/>
    <w:rsid w:val="007D6AE7"/>
    <w:rsid w:val="007D6BF0"/>
    <w:rsid w:val="007D6E5D"/>
    <w:rsid w:val="007D6FA8"/>
    <w:rsid w:val="007D70F9"/>
    <w:rsid w:val="007D75B3"/>
    <w:rsid w:val="007D7BFA"/>
    <w:rsid w:val="007E01DA"/>
    <w:rsid w:val="007E09CC"/>
    <w:rsid w:val="007E13D6"/>
    <w:rsid w:val="007E2506"/>
    <w:rsid w:val="007E283F"/>
    <w:rsid w:val="007E2915"/>
    <w:rsid w:val="007E5890"/>
    <w:rsid w:val="007E5E75"/>
    <w:rsid w:val="007E5EE9"/>
    <w:rsid w:val="007E64C6"/>
    <w:rsid w:val="007E7717"/>
    <w:rsid w:val="007F021D"/>
    <w:rsid w:val="007F0A93"/>
    <w:rsid w:val="007F17D6"/>
    <w:rsid w:val="007F1A52"/>
    <w:rsid w:val="007F23FB"/>
    <w:rsid w:val="007F2D91"/>
    <w:rsid w:val="007F2FA6"/>
    <w:rsid w:val="007F2FBF"/>
    <w:rsid w:val="007F3B28"/>
    <w:rsid w:val="007F3B60"/>
    <w:rsid w:val="007F3DB5"/>
    <w:rsid w:val="007F407A"/>
    <w:rsid w:val="007F5F48"/>
    <w:rsid w:val="007F68F4"/>
    <w:rsid w:val="007F69B9"/>
    <w:rsid w:val="00800B93"/>
    <w:rsid w:val="00800BD0"/>
    <w:rsid w:val="008013A3"/>
    <w:rsid w:val="00801995"/>
    <w:rsid w:val="00801CD5"/>
    <w:rsid w:val="00802247"/>
    <w:rsid w:val="00802BA8"/>
    <w:rsid w:val="008031C5"/>
    <w:rsid w:val="0080388D"/>
    <w:rsid w:val="008039B6"/>
    <w:rsid w:val="00803A96"/>
    <w:rsid w:val="00804684"/>
    <w:rsid w:val="00804F96"/>
    <w:rsid w:val="008051CE"/>
    <w:rsid w:val="00805B6A"/>
    <w:rsid w:val="00806793"/>
    <w:rsid w:val="00807932"/>
    <w:rsid w:val="00810410"/>
    <w:rsid w:val="00810809"/>
    <w:rsid w:val="008108B2"/>
    <w:rsid w:val="00810F79"/>
    <w:rsid w:val="00811148"/>
    <w:rsid w:val="00813183"/>
    <w:rsid w:val="008135EE"/>
    <w:rsid w:val="008141E7"/>
    <w:rsid w:val="0081456C"/>
    <w:rsid w:val="00815065"/>
    <w:rsid w:val="00815D05"/>
    <w:rsid w:val="00816328"/>
    <w:rsid w:val="00820644"/>
    <w:rsid w:val="00820912"/>
    <w:rsid w:val="00821A24"/>
    <w:rsid w:val="0082201B"/>
    <w:rsid w:val="008224D8"/>
    <w:rsid w:val="00822AB7"/>
    <w:rsid w:val="008235B7"/>
    <w:rsid w:val="008236C8"/>
    <w:rsid w:val="008239F0"/>
    <w:rsid w:val="00823D8E"/>
    <w:rsid w:val="00823FE4"/>
    <w:rsid w:val="00824DDB"/>
    <w:rsid w:val="00824F89"/>
    <w:rsid w:val="0082604C"/>
    <w:rsid w:val="008263B7"/>
    <w:rsid w:val="00826CA9"/>
    <w:rsid w:val="00827049"/>
    <w:rsid w:val="00827D6C"/>
    <w:rsid w:val="00827FF2"/>
    <w:rsid w:val="00830DE3"/>
    <w:rsid w:val="00830FC7"/>
    <w:rsid w:val="00832CD4"/>
    <w:rsid w:val="0083346A"/>
    <w:rsid w:val="00833DE5"/>
    <w:rsid w:val="00833E1A"/>
    <w:rsid w:val="00834BF2"/>
    <w:rsid w:val="008352A5"/>
    <w:rsid w:val="008353EB"/>
    <w:rsid w:val="00835D00"/>
    <w:rsid w:val="0083660F"/>
    <w:rsid w:val="00837E4D"/>
    <w:rsid w:val="00840700"/>
    <w:rsid w:val="008407D6"/>
    <w:rsid w:val="00840AAC"/>
    <w:rsid w:val="00840DB5"/>
    <w:rsid w:val="0084257D"/>
    <w:rsid w:val="00842F9A"/>
    <w:rsid w:val="00843B30"/>
    <w:rsid w:val="00844030"/>
    <w:rsid w:val="008443F5"/>
    <w:rsid w:val="00844A75"/>
    <w:rsid w:val="00845948"/>
    <w:rsid w:val="00845C9C"/>
    <w:rsid w:val="00845D17"/>
    <w:rsid w:val="00846311"/>
    <w:rsid w:val="00846636"/>
    <w:rsid w:val="00846F50"/>
    <w:rsid w:val="00847021"/>
    <w:rsid w:val="00847216"/>
    <w:rsid w:val="0084781E"/>
    <w:rsid w:val="0085045A"/>
    <w:rsid w:val="00850E97"/>
    <w:rsid w:val="00851568"/>
    <w:rsid w:val="00851684"/>
    <w:rsid w:val="00854627"/>
    <w:rsid w:val="00854986"/>
    <w:rsid w:val="00854E60"/>
    <w:rsid w:val="008553CF"/>
    <w:rsid w:val="008565B6"/>
    <w:rsid w:val="00857424"/>
    <w:rsid w:val="0086140C"/>
    <w:rsid w:val="0086212D"/>
    <w:rsid w:val="008624A0"/>
    <w:rsid w:val="0086310C"/>
    <w:rsid w:val="00863797"/>
    <w:rsid w:val="00864891"/>
    <w:rsid w:val="00864BA8"/>
    <w:rsid w:val="008653EF"/>
    <w:rsid w:val="00865C8E"/>
    <w:rsid w:val="0086717F"/>
    <w:rsid w:val="0086719A"/>
    <w:rsid w:val="00867200"/>
    <w:rsid w:val="008674DC"/>
    <w:rsid w:val="008714D1"/>
    <w:rsid w:val="00872517"/>
    <w:rsid w:val="0087272F"/>
    <w:rsid w:val="00874A5B"/>
    <w:rsid w:val="00874C26"/>
    <w:rsid w:val="0087614D"/>
    <w:rsid w:val="008761FB"/>
    <w:rsid w:val="00876567"/>
    <w:rsid w:val="00877D78"/>
    <w:rsid w:val="00877E29"/>
    <w:rsid w:val="008804BA"/>
    <w:rsid w:val="008807F9"/>
    <w:rsid w:val="00881352"/>
    <w:rsid w:val="00882CD2"/>
    <w:rsid w:val="008831A2"/>
    <w:rsid w:val="008835DA"/>
    <w:rsid w:val="00883D68"/>
    <w:rsid w:val="008844DC"/>
    <w:rsid w:val="00884A6D"/>
    <w:rsid w:val="008850E7"/>
    <w:rsid w:val="00885129"/>
    <w:rsid w:val="008851B2"/>
    <w:rsid w:val="00885649"/>
    <w:rsid w:val="00886416"/>
    <w:rsid w:val="00886B52"/>
    <w:rsid w:val="00887B1E"/>
    <w:rsid w:val="00887F89"/>
    <w:rsid w:val="00890799"/>
    <w:rsid w:val="00890CAE"/>
    <w:rsid w:val="0089256D"/>
    <w:rsid w:val="008927E2"/>
    <w:rsid w:val="008933A2"/>
    <w:rsid w:val="008946FB"/>
    <w:rsid w:val="00894ECB"/>
    <w:rsid w:val="008957AF"/>
    <w:rsid w:val="00895AD6"/>
    <w:rsid w:val="00895B06"/>
    <w:rsid w:val="00895BFE"/>
    <w:rsid w:val="00897585"/>
    <w:rsid w:val="00897B60"/>
    <w:rsid w:val="00897C45"/>
    <w:rsid w:val="00897C5B"/>
    <w:rsid w:val="00897E3A"/>
    <w:rsid w:val="008A0197"/>
    <w:rsid w:val="008A05BB"/>
    <w:rsid w:val="008A0881"/>
    <w:rsid w:val="008A1B69"/>
    <w:rsid w:val="008A3C0C"/>
    <w:rsid w:val="008A48CA"/>
    <w:rsid w:val="008A4DD2"/>
    <w:rsid w:val="008A501B"/>
    <w:rsid w:val="008A53B8"/>
    <w:rsid w:val="008A5738"/>
    <w:rsid w:val="008A5861"/>
    <w:rsid w:val="008A5975"/>
    <w:rsid w:val="008A62D8"/>
    <w:rsid w:val="008A7071"/>
    <w:rsid w:val="008A7BE6"/>
    <w:rsid w:val="008B0125"/>
    <w:rsid w:val="008B015D"/>
    <w:rsid w:val="008B02E0"/>
    <w:rsid w:val="008B077E"/>
    <w:rsid w:val="008B0860"/>
    <w:rsid w:val="008B0D62"/>
    <w:rsid w:val="008B178C"/>
    <w:rsid w:val="008B1D76"/>
    <w:rsid w:val="008B2E77"/>
    <w:rsid w:val="008B3216"/>
    <w:rsid w:val="008B34C8"/>
    <w:rsid w:val="008B391E"/>
    <w:rsid w:val="008B39B9"/>
    <w:rsid w:val="008B46DD"/>
    <w:rsid w:val="008B4965"/>
    <w:rsid w:val="008B4A37"/>
    <w:rsid w:val="008B4AD3"/>
    <w:rsid w:val="008B564D"/>
    <w:rsid w:val="008B6B3E"/>
    <w:rsid w:val="008B7FCE"/>
    <w:rsid w:val="008C0312"/>
    <w:rsid w:val="008C054C"/>
    <w:rsid w:val="008C0F85"/>
    <w:rsid w:val="008C13A9"/>
    <w:rsid w:val="008C1BEA"/>
    <w:rsid w:val="008C1CF1"/>
    <w:rsid w:val="008C2B9F"/>
    <w:rsid w:val="008C2DB2"/>
    <w:rsid w:val="008C3E25"/>
    <w:rsid w:val="008C5820"/>
    <w:rsid w:val="008C5C6C"/>
    <w:rsid w:val="008C68FA"/>
    <w:rsid w:val="008C6A04"/>
    <w:rsid w:val="008C7327"/>
    <w:rsid w:val="008C7A4E"/>
    <w:rsid w:val="008C7B5A"/>
    <w:rsid w:val="008D1133"/>
    <w:rsid w:val="008D1EE0"/>
    <w:rsid w:val="008D21BF"/>
    <w:rsid w:val="008D2670"/>
    <w:rsid w:val="008D2F1D"/>
    <w:rsid w:val="008D3720"/>
    <w:rsid w:val="008D3B04"/>
    <w:rsid w:val="008D3C87"/>
    <w:rsid w:val="008D4890"/>
    <w:rsid w:val="008D4D72"/>
    <w:rsid w:val="008D541C"/>
    <w:rsid w:val="008D5A4A"/>
    <w:rsid w:val="008D647D"/>
    <w:rsid w:val="008D683E"/>
    <w:rsid w:val="008D7767"/>
    <w:rsid w:val="008D7AE8"/>
    <w:rsid w:val="008D7B12"/>
    <w:rsid w:val="008D7D6F"/>
    <w:rsid w:val="008D7FFE"/>
    <w:rsid w:val="008E01C0"/>
    <w:rsid w:val="008E08EE"/>
    <w:rsid w:val="008E0F40"/>
    <w:rsid w:val="008E2FEA"/>
    <w:rsid w:val="008E3A91"/>
    <w:rsid w:val="008E481B"/>
    <w:rsid w:val="008E5224"/>
    <w:rsid w:val="008E552A"/>
    <w:rsid w:val="008E5B2C"/>
    <w:rsid w:val="008E5F08"/>
    <w:rsid w:val="008E7862"/>
    <w:rsid w:val="008E7D4E"/>
    <w:rsid w:val="008E7FA2"/>
    <w:rsid w:val="008F1379"/>
    <w:rsid w:val="008F189A"/>
    <w:rsid w:val="008F1F48"/>
    <w:rsid w:val="008F2041"/>
    <w:rsid w:val="008F3BCD"/>
    <w:rsid w:val="008F3F85"/>
    <w:rsid w:val="008F3FA6"/>
    <w:rsid w:val="008F46F6"/>
    <w:rsid w:val="008F4BAB"/>
    <w:rsid w:val="008F55FF"/>
    <w:rsid w:val="008F57C5"/>
    <w:rsid w:val="008F6B7D"/>
    <w:rsid w:val="008F72EC"/>
    <w:rsid w:val="008F759A"/>
    <w:rsid w:val="008F7D98"/>
    <w:rsid w:val="00900030"/>
    <w:rsid w:val="0090094E"/>
    <w:rsid w:val="00902450"/>
    <w:rsid w:val="009031EF"/>
    <w:rsid w:val="00903E3C"/>
    <w:rsid w:val="00906EEF"/>
    <w:rsid w:val="00907323"/>
    <w:rsid w:val="00907996"/>
    <w:rsid w:val="009103A0"/>
    <w:rsid w:val="00911571"/>
    <w:rsid w:val="00911E22"/>
    <w:rsid w:val="009121F0"/>
    <w:rsid w:val="009129D4"/>
    <w:rsid w:val="00913810"/>
    <w:rsid w:val="00913B00"/>
    <w:rsid w:val="00913F42"/>
    <w:rsid w:val="00914108"/>
    <w:rsid w:val="00914299"/>
    <w:rsid w:val="00915B3B"/>
    <w:rsid w:val="00915CF2"/>
    <w:rsid w:val="00915D28"/>
    <w:rsid w:val="00915E6F"/>
    <w:rsid w:val="00915F52"/>
    <w:rsid w:val="009168D1"/>
    <w:rsid w:val="00916DDA"/>
    <w:rsid w:val="0091777D"/>
    <w:rsid w:val="009179A3"/>
    <w:rsid w:val="00920CA7"/>
    <w:rsid w:val="009210CC"/>
    <w:rsid w:val="009221A1"/>
    <w:rsid w:val="00923A36"/>
    <w:rsid w:val="0092416D"/>
    <w:rsid w:val="0092434A"/>
    <w:rsid w:val="00924B17"/>
    <w:rsid w:val="0092511E"/>
    <w:rsid w:val="00925739"/>
    <w:rsid w:val="009258CE"/>
    <w:rsid w:val="009262F8"/>
    <w:rsid w:val="009265C7"/>
    <w:rsid w:val="00927082"/>
    <w:rsid w:val="00927724"/>
    <w:rsid w:val="00927778"/>
    <w:rsid w:val="0093053A"/>
    <w:rsid w:val="00930D47"/>
    <w:rsid w:val="009310AA"/>
    <w:rsid w:val="009318B2"/>
    <w:rsid w:val="009337E9"/>
    <w:rsid w:val="00933973"/>
    <w:rsid w:val="0093497D"/>
    <w:rsid w:val="00935DDC"/>
    <w:rsid w:val="009360F0"/>
    <w:rsid w:val="00936D02"/>
    <w:rsid w:val="00936D62"/>
    <w:rsid w:val="009373EC"/>
    <w:rsid w:val="00937AB3"/>
    <w:rsid w:val="00940CEE"/>
    <w:rsid w:val="009411C8"/>
    <w:rsid w:val="0094133B"/>
    <w:rsid w:val="00941D4C"/>
    <w:rsid w:val="0094244D"/>
    <w:rsid w:val="00942D31"/>
    <w:rsid w:val="009448F9"/>
    <w:rsid w:val="00944967"/>
    <w:rsid w:val="00945204"/>
    <w:rsid w:val="00945315"/>
    <w:rsid w:val="00945C3A"/>
    <w:rsid w:val="009467AB"/>
    <w:rsid w:val="009467B9"/>
    <w:rsid w:val="009472CD"/>
    <w:rsid w:val="009477A5"/>
    <w:rsid w:val="00947C08"/>
    <w:rsid w:val="00947F5F"/>
    <w:rsid w:val="009500D0"/>
    <w:rsid w:val="0095011A"/>
    <w:rsid w:val="00951342"/>
    <w:rsid w:val="00951E34"/>
    <w:rsid w:val="00953022"/>
    <w:rsid w:val="009531EA"/>
    <w:rsid w:val="00953566"/>
    <w:rsid w:val="00955EA5"/>
    <w:rsid w:val="00956303"/>
    <w:rsid w:val="00956BCD"/>
    <w:rsid w:val="0096094C"/>
    <w:rsid w:val="00960EE7"/>
    <w:rsid w:val="00961234"/>
    <w:rsid w:val="00961471"/>
    <w:rsid w:val="009617B9"/>
    <w:rsid w:val="00962731"/>
    <w:rsid w:val="009630F9"/>
    <w:rsid w:val="009642A5"/>
    <w:rsid w:val="00964AEE"/>
    <w:rsid w:val="0096556E"/>
    <w:rsid w:val="0096740B"/>
    <w:rsid w:val="00967659"/>
    <w:rsid w:val="00967825"/>
    <w:rsid w:val="00967F54"/>
    <w:rsid w:val="00972ADD"/>
    <w:rsid w:val="00973EF8"/>
    <w:rsid w:val="00974020"/>
    <w:rsid w:val="009746FF"/>
    <w:rsid w:val="00974DD3"/>
    <w:rsid w:val="009759D8"/>
    <w:rsid w:val="00975BC5"/>
    <w:rsid w:val="00975CC8"/>
    <w:rsid w:val="00975E3B"/>
    <w:rsid w:val="00976B02"/>
    <w:rsid w:val="00977121"/>
    <w:rsid w:val="0098012B"/>
    <w:rsid w:val="00980176"/>
    <w:rsid w:val="009801A6"/>
    <w:rsid w:val="009802C4"/>
    <w:rsid w:val="00981F8D"/>
    <w:rsid w:val="0098208F"/>
    <w:rsid w:val="00983207"/>
    <w:rsid w:val="00983430"/>
    <w:rsid w:val="00983CBC"/>
    <w:rsid w:val="00983F8F"/>
    <w:rsid w:val="00984301"/>
    <w:rsid w:val="00984F0D"/>
    <w:rsid w:val="00984F90"/>
    <w:rsid w:val="009873E0"/>
    <w:rsid w:val="00991FBA"/>
    <w:rsid w:val="00991FDE"/>
    <w:rsid w:val="00992567"/>
    <w:rsid w:val="009937CD"/>
    <w:rsid w:val="00993AB7"/>
    <w:rsid w:val="00993BDC"/>
    <w:rsid w:val="00996D93"/>
    <w:rsid w:val="00996F03"/>
    <w:rsid w:val="00997C80"/>
    <w:rsid w:val="009A1BCF"/>
    <w:rsid w:val="009A2443"/>
    <w:rsid w:val="009A2C6A"/>
    <w:rsid w:val="009A2E03"/>
    <w:rsid w:val="009A2FC3"/>
    <w:rsid w:val="009A36A0"/>
    <w:rsid w:val="009A3842"/>
    <w:rsid w:val="009A3DCC"/>
    <w:rsid w:val="009A3DE9"/>
    <w:rsid w:val="009A471C"/>
    <w:rsid w:val="009A5FA2"/>
    <w:rsid w:val="009A62B9"/>
    <w:rsid w:val="009A62C4"/>
    <w:rsid w:val="009A6854"/>
    <w:rsid w:val="009A7EBF"/>
    <w:rsid w:val="009B0D5E"/>
    <w:rsid w:val="009B0F5F"/>
    <w:rsid w:val="009B0FA7"/>
    <w:rsid w:val="009B123A"/>
    <w:rsid w:val="009B1F1F"/>
    <w:rsid w:val="009B25FB"/>
    <w:rsid w:val="009B3428"/>
    <w:rsid w:val="009B36E0"/>
    <w:rsid w:val="009B3867"/>
    <w:rsid w:val="009B3ED3"/>
    <w:rsid w:val="009B4810"/>
    <w:rsid w:val="009B594F"/>
    <w:rsid w:val="009B59A3"/>
    <w:rsid w:val="009B6BE0"/>
    <w:rsid w:val="009B71E1"/>
    <w:rsid w:val="009C0362"/>
    <w:rsid w:val="009C05D9"/>
    <w:rsid w:val="009C0839"/>
    <w:rsid w:val="009C090D"/>
    <w:rsid w:val="009C098A"/>
    <w:rsid w:val="009C14E3"/>
    <w:rsid w:val="009C20AC"/>
    <w:rsid w:val="009C2B71"/>
    <w:rsid w:val="009C2BBD"/>
    <w:rsid w:val="009C3795"/>
    <w:rsid w:val="009C4871"/>
    <w:rsid w:val="009C4BF9"/>
    <w:rsid w:val="009C59B0"/>
    <w:rsid w:val="009C5B10"/>
    <w:rsid w:val="009C5D83"/>
    <w:rsid w:val="009C5DC9"/>
    <w:rsid w:val="009C6320"/>
    <w:rsid w:val="009C6990"/>
    <w:rsid w:val="009C7813"/>
    <w:rsid w:val="009D12D4"/>
    <w:rsid w:val="009D194D"/>
    <w:rsid w:val="009D1DE4"/>
    <w:rsid w:val="009D1F92"/>
    <w:rsid w:val="009D2D34"/>
    <w:rsid w:val="009D438D"/>
    <w:rsid w:val="009D53A3"/>
    <w:rsid w:val="009D55CE"/>
    <w:rsid w:val="009D7011"/>
    <w:rsid w:val="009D787C"/>
    <w:rsid w:val="009E014D"/>
    <w:rsid w:val="009E0B1E"/>
    <w:rsid w:val="009E0D60"/>
    <w:rsid w:val="009E0DCD"/>
    <w:rsid w:val="009E10BD"/>
    <w:rsid w:val="009E19CC"/>
    <w:rsid w:val="009E1E99"/>
    <w:rsid w:val="009E1EEB"/>
    <w:rsid w:val="009E39EA"/>
    <w:rsid w:val="009E40DE"/>
    <w:rsid w:val="009E43A6"/>
    <w:rsid w:val="009E4820"/>
    <w:rsid w:val="009E5014"/>
    <w:rsid w:val="009E53A6"/>
    <w:rsid w:val="009E63FF"/>
    <w:rsid w:val="009E6665"/>
    <w:rsid w:val="009E6AD9"/>
    <w:rsid w:val="009E79D5"/>
    <w:rsid w:val="009F0967"/>
    <w:rsid w:val="009F0C9C"/>
    <w:rsid w:val="009F1F0E"/>
    <w:rsid w:val="009F230D"/>
    <w:rsid w:val="009F23A9"/>
    <w:rsid w:val="009F2734"/>
    <w:rsid w:val="009F3FAE"/>
    <w:rsid w:val="009F4141"/>
    <w:rsid w:val="009F4253"/>
    <w:rsid w:val="009F4320"/>
    <w:rsid w:val="009F4D7B"/>
    <w:rsid w:val="009F502B"/>
    <w:rsid w:val="009F5879"/>
    <w:rsid w:val="009F5A54"/>
    <w:rsid w:val="009F5BE2"/>
    <w:rsid w:val="009F5EB8"/>
    <w:rsid w:val="009F6519"/>
    <w:rsid w:val="009F6B55"/>
    <w:rsid w:val="009F7158"/>
    <w:rsid w:val="009F7167"/>
    <w:rsid w:val="009F731B"/>
    <w:rsid w:val="009F7A29"/>
    <w:rsid w:val="009F7A43"/>
    <w:rsid w:val="009F7D11"/>
    <w:rsid w:val="009F7ED8"/>
    <w:rsid w:val="00A00080"/>
    <w:rsid w:val="00A02068"/>
    <w:rsid w:val="00A022BC"/>
    <w:rsid w:val="00A0259D"/>
    <w:rsid w:val="00A035E2"/>
    <w:rsid w:val="00A036FA"/>
    <w:rsid w:val="00A03978"/>
    <w:rsid w:val="00A042F6"/>
    <w:rsid w:val="00A0573A"/>
    <w:rsid w:val="00A0634E"/>
    <w:rsid w:val="00A06697"/>
    <w:rsid w:val="00A079C2"/>
    <w:rsid w:val="00A07C40"/>
    <w:rsid w:val="00A07D7C"/>
    <w:rsid w:val="00A10803"/>
    <w:rsid w:val="00A12826"/>
    <w:rsid w:val="00A12A4A"/>
    <w:rsid w:val="00A137B1"/>
    <w:rsid w:val="00A13C32"/>
    <w:rsid w:val="00A147DE"/>
    <w:rsid w:val="00A14A1C"/>
    <w:rsid w:val="00A15052"/>
    <w:rsid w:val="00A16344"/>
    <w:rsid w:val="00A167A1"/>
    <w:rsid w:val="00A16E3C"/>
    <w:rsid w:val="00A16F48"/>
    <w:rsid w:val="00A17077"/>
    <w:rsid w:val="00A175ED"/>
    <w:rsid w:val="00A17C9D"/>
    <w:rsid w:val="00A209CE"/>
    <w:rsid w:val="00A20A86"/>
    <w:rsid w:val="00A20E42"/>
    <w:rsid w:val="00A211D4"/>
    <w:rsid w:val="00A21701"/>
    <w:rsid w:val="00A219EC"/>
    <w:rsid w:val="00A22046"/>
    <w:rsid w:val="00A22505"/>
    <w:rsid w:val="00A22759"/>
    <w:rsid w:val="00A22776"/>
    <w:rsid w:val="00A242C2"/>
    <w:rsid w:val="00A24B54"/>
    <w:rsid w:val="00A254FC"/>
    <w:rsid w:val="00A260BB"/>
    <w:rsid w:val="00A261A8"/>
    <w:rsid w:val="00A26C7A"/>
    <w:rsid w:val="00A27455"/>
    <w:rsid w:val="00A27915"/>
    <w:rsid w:val="00A306CF"/>
    <w:rsid w:val="00A309A5"/>
    <w:rsid w:val="00A32013"/>
    <w:rsid w:val="00A332CB"/>
    <w:rsid w:val="00A33F3D"/>
    <w:rsid w:val="00A343C6"/>
    <w:rsid w:val="00A34476"/>
    <w:rsid w:val="00A347D4"/>
    <w:rsid w:val="00A35C22"/>
    <w:rsid w:val="00A35E58"/>
    <w:rsid w:val="00A367A8"/>
    <w:rsid w:val="00A37231"/>
    <w:rsid w:val="00A41553"/>
    <w:rsid w:val="00A42442"/>
    <w:rsid w:val="00A42943"/>
    <w:rsid w:val="00A42E6A"/>
    <w:rsid w:val="00A43313"/>
    <w:rsid w:val="00A438D2"/>
    <w:rsid w:val="00A44218"/>
    <w:rsid w:val="00A445E9"/>
    <w:rsid w:val="00A44712"/>
    <w:rsid w:val="00A44922"/>
    <w:rsid w:val="00A44DBC"/>
    <w:rsid w:val="00A45DC2"/>
    <w:rsid w:val="00A45F72"/>
    <w:rsid w:val="00A46560"/>
    <w:rsid w:val="00A466EC"/>
    <w:rsid w:val="00A46D36"/>
    <w:rsid w:val="00A46D97"/>
    <w:rsid w:val="00A476E8"/>
    <w:rsid w:val="00A4777F"/>
    <w:rsid w:val="00A50122"/>
    <w:rsid w:val="00A50184"/>
    <w:rsid w:val="00A50604"/>
    <w:rsid w:val="00A508BA"/>
    <w:rsid w:val="00A50B64"/>
    <w:rsid w:val="00A51330"/>
    <w:rsid w:val="00A5147D"/>
    <w:rsid w:val="00A527EF"/>
    <w:rsid w:val="00A52BAE"/>
    <w:rsid w:val="00A52CB7"/>
    <w:rsid w:val="00A53861"/>
    <w:rsid w:val="00A540F9"/>
    <w:rsid w:val="00A54686"/>
    <w:rsid w:val="00A54D6C"/>
    <w:rsid w:val="00A5568E"/>
    <w:rsid w:val="00A55A50"/>
    <w:rsid w:val="00A5621F"/>
    <w:rsid w:val="00A563DC"/>
    <w:rsid w:val="00A57F35"/>
    <w:rsid w:val="00A57F5E"/>
    <w:rsid w:val="00A612D7"/>
    <w:rsid w:val="00A61559"/>
    <w:rsid w:val="00A61A34"/>
    <w:rsid w:val="00A62D76"/>
    <w:rsid w:val="00A6305B"/>
    <w:rsid w:val="00A64A77"/>
    <w:rsid w:val="00A64D7E"/>
    <w:rsid w:val="00A6579A"/>
    <w:rsid w:val="00A66E71"/>
    <w:rsid w:val="00A70B11"/>
    <w:rsid w:val="00A70FCB"/>
    <w:rsid w:val="00A7153A"/>
    <w:rsid w:val="00A71935"/>
    <w:rsid w:val="00A71E82"/>
    <w:rsid w:val="00A72464"/>
    <w:rsid w:val="00A73568"/>
    <w:rsid w:val="00A744A4"/>
    <w:rsid w:val="00A74A24"/>
    <w:rsid w:val="00A74F37"/>
    <w:rsid w:val="00A75358"/>
    <w:rsid w:val="00A75980"/>
    <w:rsid w:val="00A75DB5"/>
    <w:rsid w:val="00A761D7"/>
    <w:rsid w:val="00A763C9"/>
    <w:rsid w:val="00A7696E"/>
    <w:rsid w:val="00A76F9C"/>
    <w:rsid w:val="00A77185"/>
    <w:rsid w:val="00A77A6C"/>
    <w:rsid w:val="00A809EC"/>
    <w:rsid w:val="00A80ED6"/>
    <w:rsid w:val="00A8247C"/>
    <w:rsid w:val="00A8298C"/>
    <w:rsid w:val="00A82FC1"/>
    <w:rsid w:val="00A83F47"/>
    <w:rsid w:val="00A848FA"/>
    <w:rsid w:val="00A84F82"/>
    <w:rsid w:val="00A866C7"/>
    <w:rsid w:val="00A86AB8"/>
    <w:rsid w:val="00A870CA"/>
    <w:rsid w:val="00A87545"/>
    <w:rsid w:val="00A879BC"/>
    <w:rsid w:val="00A925D8"/>
    <w:rsid w:val="00A925F6"/>
    <w:rsid w:val="00A92AC7"/>
    <w:rsid w:val="00A940B7"/>
    <w:rsid w:val="00A945E9"/>
    <w:rsid w:val="00A94826"/>
    <w:rsid w:val="00A9580D"/>
    <w:rsid w:val="00A9798C"/>
    <w:rsid w:val="00A97F3C"/>
    <w:rsid w:val="00AA0178"/>
    <w:rsid w:val="00AA080D"/>
    <w:rsid w:val="00AA0B8E"/>
    <w:rsid w:val="00AA1C82"/>
    <w:rsid w:val="00AA21EF"/>
    <w:rsid w:val="00AA258E"/>
    <w:rsid w:val="00AA2735"/>
    <w:rsid w:val="00AA3C65"/>
    <w:rsid w:val="00AA3CBA"/>
    <w:rsid w:val="00AA3E3E"/>
    <w:rsid w:val="00AA3E4B"/>
    <w:rsid w:val="00AA4062"/>
    <w:rsid w:val="00AA466B"/>
    <w:rsid w:val="00AA4BBB"/>
    <w:rsid w:val="00AA4FBB"/>
    <w:rsid w:val="00AA5FAB"/>
    <w:rsid w:val="00AA6933"/>
    <w:rsid w:val="00AA6F84"/>
    <w:rsid w:val="00AA7A5A"/>
    <w:rsid w:val="00AA7EAB"/>
    <w:rsid w:val="00AB00FC"/>
    <w:rsid w:val="00AB0677"/>
    <w:rsid w:val="00AB25F5"/>
    <w:rsid w:val="00AB26C8"/>
    <w:rsid w:val="00AB3323"/>
    <w:rsid w:val="00AB357C"/>
    <w:rsid w:val="00AB3851"/>
    <w:rsid w:val="00AB4210"/>
    <w:rsid w:val="00AB4583"/>
    <w:rsid w:val="00AB4C0B"/>
    <w:rsid w:val="00AB5375"/>
    <w:rsid w:val="00AB58E7"/>
    <w:rsid w:val="00AB592D"/>
    <w:rsid w:val="00AB6D09"/>
    <w:rsid w:val="00AB6DD4"/>
    <w:rsid w:val="00AB7478"/>
    <w:rsid w:val="00AC0FB2"/>
    <w:rsid w:val="00AC2396"/>
    <w:rsid w:val="00AC3348"/>
    <w:rsid w:val="00AC3A52"/>
    <w:rsid w:val="00AC3BE8"/>
    <w:rsid w:val="00AC3F2F"/>
    <w:rsid w:val="00AC4952"/>
    <w:rsid w:val="00AC5B74"/>
    <w:rsid w:val="00AC5F17"/>
    <w:rsid w:val="00AC698B"/>
    <w:rsid w:val="00AC767C"/>
    <w:rsid w:val="00AC7719"/>
    <w:rsid w:val="00AC7AC5"/>
    <w:rsid w:val="00AC7B66"/>
    <w:rsid w:val="00AC7EA3"/>
    <w:rsid w:val="00AC7ED6"/>
    <w:rsid w:val="00AD0142"/>
    <w:rsid w:val="00AD0615"/>
    <w:rsid w:val="00AD08DC"/>
    <w:rsid w:val="00AD0DC9"/>
    <w:rsid w:val="00AD2F7A"/>
    <w:rsid w:val="00AD336E"/>
    <w:rsid w:val="00AD3C93"/>
    <w:rsid w:val="00AD4466"/>
    <w:rsid w:val="00AD45ED"/>
    <w:rsid w:val="00AD4B4F"/>
    <w:rsid w:val="00AD4C4B"/>
    <w:rsid w:val="00AD4E98"/>
    <w:rsid w:val="00AD53D7"/>
    <w:rsid w:val="00AD597F"/>
    <w:rsid w:val="00AD5E08"/>
    <w:rsid w:val="00AD695D"/>
    <w:rsid w:val="00AD6B53"/>
    <w:rsid w:val="00AD6DB4"/>
    <w:rsid w:val="00AD7F32"/>
    <w:rsid w:val="00AE20EF"/>
    <w:rsid w:val="00AE2EA6"/>
    <w:rsid w:val="00AE34F4"/>
    <w:rsid w:val="00AE48FF"/>
    <w:rsid w:val="00AE6646"/>
    <w:rsid w:val="00AE6BE5"/>
    <w:rsid w:val="00AE7279"/>
    <w:rsid w:val="00AE7282"/>
    <w:rsid w:val="00AE78B3"/>
    <w:rsid w:val="00AE7B63"/>
    <w:rsid w:val="00AF033B"/>
    <w:rsid w:val="00AF1CF7"/>
    <w:rsid w:val="00AF1E05"/>
    <w:rsid w:val="00AF26E6"/>
    <w:rsid w:val="00AF38EA"/>
    <w:rsid w:val="00AF3E3B"/>
    <w:rsid w:val="00AF46A7"/>
    <w:rsid w:val="00AF584D"/>
    <w:rsid w:val="00AF5A3E"/>
    <w:rsid w:val="00AF5C40"/>
    <w:rsid w:val="00AF5E88"/>
    <w:rsid w:val="00AF6651"/>
    <w:rsid w:val="00B009E2"/>
    <w:rsid w:val="00B01B62"/>
    <w:rsid w:val="00B01BE3"/>
    <w:rsid w:val="00B026A4"/>
    <w:rsid w:val="00B028D1"/>
    <w:rsid w:val="00B02A2E"/>
    <w:rsid w:val="00B02ABC"/>
    <w:rsid w:val="00B030D4"/>
    <w:rsid w:val="00B03998"/>
    <w:rsid w:val="00B03F7F"/>
    <w:rsid w:val="00B05A96"/>
    <w:rsid w:val="00B07DAC"/>
    <w:rsid w:val="00B10035"/>
    <w:rsid w:val="00B10376"/>
    <w:rsid w:val="00B10CC0"/>
    <w:rsid w:val="00B10D30"/>
    <w:rsid w:val="00B10E98"/>
    <w:rsid w:val="00B1142D"/>
    <w:rsid w:val="00B12244"/>
    <w:rsid w:val="00B12806"/>
    <w:rsid w:val="00B13084"/>
    <w:rsid w:val="00B13713"/>
    <w:rsid w:val="00B13BC3"/>
    <w:rsid w:val="00B13C6C"/>
    <w:rsid w:val="00B142DC"/>
    <w:rsid w:val="00B14C1F"/>
    <w:rsid w:val="00B14C7E"/>
    <w:rsid w:val="00B15262"/>
    <w:rsid w:val="00B1583C"/>
    <w:rsid w:val="00B15DE8"/>
    <w:rsid w:val="00B16BBA"/>
    <w:rsid w:val="00B16C78"/>
    <w:rsid w:val="00B174E3"/>
    <w:rsid w:val="00B17579"/>
    <w:rsid w:val="00B17B13"/>
    <w:rsid w:val="00B2024B"/>
    <w:rsid w:val="00B209F6"/>
    <w:rsid w:val="00B20B36"/>
    <w:rsid w:val="00B20DCF"/>
    <w:rsid w:val="00B21757"/>
    <w:rsid w:val="00B218BB"/>
    <w:rsid w:val="00B21C0C"/>
    <w:rsid w:val="00B2240F"/>
    <w:rsid w:val="00B22A4E"/>
    <w:rsid w:val="00B22F92"/>
    <w:rsid w:val="00B236F5"/>
    <w:rsid w:val="00B24099"/>
    <w:rsid w:val="00B243BA"/>
    <w:rsid w:val="00B24A47"/>
    <w:rsid w:val="00B25B0D"/>
    <w:rsid w:val="00B25E08"/>
    <w:rsid w:val="00B25FF4"/>
    <w:rsid w:val="00B26CF4"/>
    <w:rsid w:val="00B2715C"/>
    <w:rsid w:val="00B27162"/>
    <w:rsid w:val="00B2777F"/>
    <w:rsid w:val="00B30B9D"/>
    <w:rsid w:val="00B30F1F"/>
    <w:rsid w:val="00B32355"/>
    <w:rsid w:val="00B32AC1"/>
    <w:rsid w:val="00B32C63"/>
    <w:rsid w:val="00B32D19"/>
    <w:rsid w:val="00B32FE5"/>
    <w:rsid w:val="00B3306D"/>
    <w:rsid w:val="00B335F2"/>
    <w:rsid w:val="00B33806"/>
    <w:rsid w:val="00B348C1"/>
    <w:rsid w:val="00B365F2"/>
    <w:rsid w:val="00B36613"/>
    <w:rsid w:val="00B36881"/>
    <w:rsid w:val="00B379EB"/>
    <w:rsid w:val="00B40127"/>
    <w:rsid w:val="00B40289"/>
    <w:rsid w:val="00B402EE"/>
    <w:rsid w:val="00B40E65"/>
    <w:rsid w:val="00B4162E"/>
    <w:rsid w:val="00B41703"/>
    <w:rsid w:val="00B41952"/>
    <w:rsid w:val="00B42274"/>
    <w:rsid w:val="00B429EE"/>
    <w:rsid w:val="00B44105"/>
    <w:rsid w:val="00B467FE"/>
    <w:rsid w:val="00B46AE8"/>
    <w:rsid w:val="00B47306"/>
    <w:rsid w:val="00B5070E"/>
    <w:rsid w:val="00B51610"/>
    <w:rsid w:val="00B51B6C"/>
    <w:rsid w:val="00B51C44"/>
    <w:rsid w:val="00B51F0D"/>
    <w:rsid w:val="00B51F17"/>
    <w:rsid w:val="00B52250"/>
    <w:rsid w:val="00B52464"/>
    <w:rsid w:val="00B530A5"/>
    <w:rsid w:val="00B53D5C"/>
    <w:rsid w:val="00B549BE"/>
    <w:rsid w:val="00B551EF"/>
    <w:rsid w:val="00B5555E"/>
    <w:rsid w:val="00B56111"/>
    <w:rsid w:val="00B57714"/>
    <w:rsid w:val="00B57D80"/>
    <w:rsid w:val="00B57F64"/>
    <w:rsid w:val="00B60480"/>
    <w:rsid w:val="00B605DF"/>
    <w:rsid w:val="00B60DD7"/>
    <w:rsid w:val="00B616ED"/>
    <w:rsid w:val="00B61CCF"/>
    <w:rsid w:val="00B61D24"/>
    <w:rsid w:val="00B61E9F"/>
    <w:rsid w:val="00B628C5"/>
    <w:rsid w:val="00B63E89"/>
    <w:rsid w:val="00B647C3"/>
    <w:rsid w:val="00B64F71"/>
    <w:rsid w:val="00B65132"/>
    <w:rsid w:val="00B65947"/>
    <w:rsid w:val="00B667CC"/>
    <w:rsid w:val="00B66970"/>
    <w:rsid w:val="00B710FF"/>
    <w:rsid w:val="00B71147"/>
    <w:rsid w:val="00B71960"/>
    <w:rsid w:val="00B71A5A"/>
    <w:rsid w:val="00B71BEE"/>
    <w:rsid w:val="00B72E60"/>
    <w:rsid w:val="00B73161"/>
    <w:rsid w:val="00B7462D"/>
    <w:rsid w:val="00B7481B"/>
    <w:rsid w:val="00B74EDA"/>
    <w:rsid w:val="00B7583D"/>
    <w:rsid w:val="00B75F6A"/>
    <w:rsid w:val="00B8212C"/>
    <w:rsid w:val="00B82B56"/>
    <w:rsid w:val="00B82B59"/>
    <w:rsid w:val="00B82BCF"/>
    <w:rsid w:val="00B82D70"/>
    <w:rsid w:val="00B83601"/>
    <w:rsid w:val="00B836F3"/>
    <w:rsid w:val="00B83DC7"/>
    <w:rsid w:val="00B83FCA"/>
    <w:rsid w:val="00B85501"/>
    <w:rsid w:val="00B85DDA"/>
    <w:rsid w:val="00B86A86"/>
    <w:rsid w:val="00B86D4E"/>
    <w:rsid w:val="00B8744D"/>
    <w:rsid w:val="00B876E8"/>
    <w:rsid w:val="00B87B95"/>
    <w:rsid w:val="00B905FE"/>
    <w:rsid w:val="00B90603"/>
    <w:rsid w:val="00B917DC"/>
    <w:rsid w:val="00B919A4"/>
    <w:rsid w:val="00B91EA6"/>
    <w:rsid w:val="00B923C3"/>
    <w:rsid w:val="00B925D4"/>
    <w:rsid w:val="00B926DE"/>
    <w:rsid w:val="00B92B3B"/>
    <w:rsid w:val="00B92EE1"/>
    <w:rsid w:val="00B936A4"/>
    <w:rsid w:val="00B9584C"/>
    <w:rsid w:val="00B97948"/>
    <w:rsid w:val="00BA1059"/>
    <w:rsid w:val="00BA148A"/>
    <w:rsid w:val="00BA2862"/>
    <w:rsid w:val="00BA3033"/>
    <w:rsid w:val="00BA3382"/>
    <w:rsid w:val="00BA342C"/>
    <w:rsid w:val="00BA3FF7"/>
    <w:rsid w:val="00BA4049"/>
    <w:rsid w:val="00BA4403"/>
    <w:rsid w:val="00BA4764"/>
    <w:rsid w:val="00BA4782"/>
    <w:rsid w:val="00BA520E"/>
    <w:rsid w:val="00BA56B6"/>
    <w:rsid w:val="00BA5817"/>
    <w:rsid w:val="00BA60B2"/>
    <w:rsid w:val="00BA7576"/>
    <w:rsid w:val="00BA7725"/>
    <w:rsid w:val="00BA7832"/>
    <w:rsid w:val="00BA7B9E"/>
    <w:rsid w:val="00BB01A7"/>
    <w:rsid w:val="00BB0E07"/>
    <w:rsid w:val="00BB1B07"/>
    <w:rsid w:val="00BB1B8C"/>
    <w:rsid w:val="00BB2B09"/>
    <w:rsid w:val="00BB2EE0"/>
    <w:rsid w:val="00BB31C4"/>
    <w:rsid w:val="00BB374B"/>
    <w:rsid w:val="00BB3844"/>
    <w:rsid w:val="00BB389C"/>
    <w:rsid w:val="00BB38D8"/>
    <w:rsid w:val="00BB3A6D"/>
    <w:rsid w:val="00BB46E2"/>
    <w:rsid w:val="00BB4AE3"/>
    <w:rsid w:val="00BB4C28"/>
    <w:rsid w:val="00BB5033"/>
    <w:rsid w:val="00BB54C2"/>
    <w:rsid w:val="00BB5C77"/>
    <w:rsid w:val="00BC02A5"/>
    <w:rsid w:val="00BC0D9E"/>
    <w:rsid w:val="00BC0EB5"/>
    <w:rsid w:val="00BC0F48"/>
    <w:rsid w:val="00BC104F"/>
    <w:rsid w:val="00BC1E5E"/>
    <w:rsid w:val="00BC1EAC"/>
    <w:rsid w:val="00BC227E"/>
    <w:rsid w:val="00BC2686"/>
    <w:rsid w:val="00BC3386"/>
    <w:rsid w:val="00BC3BCE"/>
    <w:rsid w:val="00BC3F8A"/>
    <w:rsid w:val="00BC453C"/>
    <w:rsid w:val="00BC47B8"/>
    <w:rsid w:val="00BC4FB6"/>
    <w:rsid w:val="00BC54C9"/>
    <w:rsid w:val="00BC6012"/>
    <w:rsid w:val="00BC667A"/>
    <w:rsid w:val="00BD109D"/>
    <w:rsid w:val="00BD2826"/>
    <w:rsid w:val="00BD2F5F"/>
    <w:rsid w:val="00BD324D"/>
    <w:rsid w:val="00BD3EF6"/>
    <w:rsid w:val="00BD421B"/>
    <w:rsid w:val="00BD436E"/>
    <w:rsid w:val="00BD543E"/>
    <w:rsid w:val="00BD5455"/>
    <w:rsid w:val="00BD5933"/>
    <w:rsid w:val="00BD645F"/>
    <w:rsid w:val="00BD69CB"/>
    <w:rsid w:val="00BD7578"/>
    <w:rsid w:val="00BD7589"/>
    <w:rsid w:val="00BE04A6"/>
    <w:rsid w:val="00BE0680"/>
    <w:rsid w:val="00BE0B48"/>
    <w:rsid w:val="00BE1705"/>
    <w:rsid w:val="00BE1CB5"/>
    <w:rsid w:val="00BE1E9F"/>
    <w:rsid w:val="00BE36D7"/>
    <w:rsid w:val="00BE4ACA"/>
    <w:rsid w:val="00BE50A6"/>
    <w:rsid w:val="00BE5324"/>
    <w:rsid w:val="00BE5F81"/>
    <w:rsid w:val="00BE61D6"/>
    <w:rsid w:val="00BE65DA"/>
    <w:rsid w:val="00BE759D"/>
    <w:rsid w:val="00BF0BD6"/>
    <w:rsid w:val="00BF1284"/>
    <w:rsid w:val="00BF176A"/>
    <w:rsid w:val="00BF1A12"/>
    <w:rsid w:val="00BF1A90"/>
    <w:rsid w:val="00BF1DA3"/>
    <w:rsid w:val="00BF225C"/>
    <w:rsid w:val="00BF2269"/>
    <w:rsid w:val="00BF2337"/>
    <w:rsid w:val="00BF3780"/>
    <w:rsid w:val="00BF545A"/>
    <w:rsid w:val="00BF56EC"/>
    <w:rsid w:val="00BF61E1"/>
    <w:rsid w:val="00BF6F7B"/>
    <w:rsid w:val="00BF6F81"/>
    <w:rsid w:val="00BF7998"/>
    <w:rsid w:val="00BF79B9"/>
    <w:rsid w:val="00C02D68"/>
    <w:rsid w:val="00C04297"/>
    <w:rsid w:val="00C05246"/>
    <w:rsid w:val="00C05E3F"/>
    <w:rsid w:val="00C0760A"/>
    <w:rsid w:val="00C07B9B"/>
    <w:rsid w:val="00C07C31"/>
    <w:rsid w:val="00C120B5"/>
    <w:rsid w:val="00C1232B"/>
    <w:rsid w:val="00C12B86"/>
    <w:rsid w:val="00C13840"/>
    <w:rsid w:val="00C13D61"/>
    <w:rsid w:val="00C14AC6"/>
    <w:rsid w:val="00C153D1"/>
    <w:rsid w:val="00C15954"/>
    <w:rsid w:val="00C1629D"/>
    <w:rsid w:val="00C165E7"/>
    <w:rsid w:val="00C172ED"/>
    <w:rsid w:val="00C17562"/>
    <w:rsid w:val="00C20ECB"/>
    <w:rsid w:val="00C2135D"/>
    <w:rsid w:val="00C21DAD"/>
    <w:rsid w:val="00C21E18"/>
    <w:rsid w:val="00C227BE"/>
    <w:rsid w:val="00C22AC7"/>
    <w:rsid w:val="00C22D7F"/>
    <w:rsid w:val="00C23192"/>
    <w:rsid w:val="00C23879"/>
    <w:rsid w:val="00C238FF"/>
    <w:rsid w:val="00C259DD"/>
    <w:rsid w:val="00C25A61"/>
    <w:rsid w:val="00C264CF"/>
    <w:rsid w:val="00C2677D"/>
    <w:rsid w:val="00C26BE2"/>
    <w:rsid w:val="00C3037F"/>
    <w:rsid w:val="00C304AE"/>
    <w:rsid w:val="00C3082F"/>
    <w:rsid w:val="00C30AD0"/>
    <w:rsid w:val="00C30E11"/>
    <w:rsid w:val="00C30FBC"/>
    <w:rsid w:val="00C311D0"/>
    <w:rsid w:val="00C32479"/>
    <w:rsid w:val="00C3454B"/>
    <w:rsid w:val="00C34F3A"/>
    <w:rsid w:val="00C35347"/>
    <w:rsid w:val="00C36045"/>
    <w:rsid w:val="00C36752"/>
    <w:rsid w:val="00C371B0"/>
    <w:rsid w:val="00C372B2"/>
    <w:rsid w:val="00C37528"/>
    <w:rsid w:val="00C405F1"/>
    <w:rsid w:val="00C40820"/>
    <w:rsid w:val="00C40985"/>
    <w:rsid w:val="00C40B70"/>
    <w:rsid w:val="00C412D0"/>
    <w:rsid w:val="00C41A73"/>
    <w:rsid w:val="00C4230F"/>
    <w:rsid w:val="00C42477"/>
    <w:rsid w:val="00C42C77"/>
    <w:rsid w:val="00C43177"/>
    <w:rsid w:val="00C431D3"/>
    <w:rsid w:val="00C43590"/>
    <w:rsid w:val="00C4410D"/>
    <w:rsid w:val="00C44666"/>
    <w:rsid w:val="00C45332"/>
    <w:rsid w:val="00C463FF"/>
    <w:rsid w:val="00C47CB0"/>
    <w:rsid w:val="00C505F6"/>
    <w:rsid w:val="00C5093A"/>
    <w:rsid w:val="00C50A47"/>
    <w:rsid w:val="00C50D29"/>
    <w:rsid w:val="00C51259"/>
    <w:rsid w:val="00C515BB"/>
    <w:rsid w:val="00C51B10"/>
    <w:rsid w:val="00C51E35"/>
    <w:rsid w:val="00C52391"/>
    <w:rsid w:val="00C523BB"/>
    <w:rsid w:val="00C53B5F"/>
    <w:rsid w:val="00C55DBC"/>
    <w:rsid w:val="00C56461"/>
    <w:rsid w:val="00C57561"/>
    <w:rsid w:val="00C57D3C"/>
    <w:rsid w:val="00C57FC3"/>
    <w:rsid w:val="00C60071"/>
    <w:rsid w:val="00C61766"/>
    <w:rsid w:val="00C63F95"/>
    <w:rsid w:val="00C64ABA"/>
    <w:rsid w:val="00C64B3D"/>
    <w:rsid w:val="00C6521C"/>
    <w:rsid w:val="00C65808"/>
    <w:rsid w:val="00C65C37"/>
    <w:rsid w:val="00C66035"/>
    <w:rsid w:val="00C66C18"/>
    <w:rsid w:val="00C67534"/>
    <w:rsid w:val="00C67591"/>
    <w:rsid w:val="00C676A3"/>
    <w:rsid w:val="00C67E91"/>
    <w:rsid w:val="00C706D0"/>
    <w:rsid w:val="00C72CC3"/>
    <w:rsid w:val="00C72E45"/>
    <w:rsid w:val="00C74DBF"/>
    <w:rsid w:val="00C7503F"/>
    <w:rsid w:val="00C772CF"/>
    <w:rsid w:val="00C77AC9"/>
    <w:rsid w:val="00C802C7"/>
    <w:rsid w:val="00C80BFA"/>
    <w:rsid w:val="00C81364"/>
    <w:rsid w:val="00C8145F"/>
    <w:rsid w:val="00C81916"/>
    <w:rsid w:val="00C82267"/>
    <w:rsid w:val="00C8299E"/>
    <w:rsid w:val="00C82F15"/>
    <w:rsid w:val="00C8340C"/>
    <w:rsid w:val="00C836F2"/>
    <w:rsid w:val="00C84398"/>
    <w:rsid w:val="00C8653B"/>
    <w:rsid w:val="00C87187"/>
    <w:rsid w:val="00C87B79"/>
    <w:rsid w:val="00C901DD"/>
    <w:rsid w:val="00C905C6"/>
    <w:rsid w:val="00C90DB7"/>
    <w:rsid w:val="00C916AC"/>
    <w:rsid w:val="00C92376"/>
    <w:rsid w:val="00C925A2"/>
    <w:rsid w:val="00C92843"/>
    <w:rsid w:val="00C928F3"/>
    <w:rsid w:val="00C929BC"/>
    <w:rsid w:val="00C93DDC"/>
    <w:rsid w:val="00C94C6F"/>
    <w:rsid w:val="00C95533"/>
    <w:rsid w:val="00C95621"/>
    <w:rsid w:val="00C95D8B"/>
    <w:rsid w:val="00C97360"/>
    <w:rsid w:val="00C97585"/>
    <w:rsid w:val="00C97B3D"/>
    <w:rsid w:val="00C97B4C"/>
    <w:rsid w:val="00C97CA4"/>
    <w:rsid w:val="00CA0F02"/>
    <w:rsid w:val="00CA12FA"/>
    <w:rsid w:val="00CA2F99"/>
    <w:rsid w:val="00CA3B60"/>
    <w:rsid w:val="00CA459C"/>
    <w:rsid w:val="00CA46C1"/>
    <w:rsid w:val="00CA5015"/>
    <w:rsid w:val="00CA501B"/>
    <w:rsid w:val="00CA6AAE"/>
    <w:rsid w:val="00CA6C17"/>
    <w:rsid w:val="00CB0690"/>
    <w:rsid w:val="00CB07B3"/>
    <w:rsid w:val="00CB12BF"/>
    <w:rsid w:val="00CB20F3"/>
    <w:rsid w:val="00CB2102"/>
    <w:rsid w:val="00CB248A"/>
    <w:rsid w:val="00CB35E1"/>
    <w:rsid w:val="00CB3726"/>
    <w:rsid w:val="00CB387A"/>
    <w:rsid w:val="00CB3C67"/>
    <w:rsid w:val="00CB49EE"/>
    <w:rsid w:val="00CB4BD4"/>
    <w:rsid w:val="00CB4DAA"/>
    <w:rsid w:val="00CB583C"/>
    <w:rsid w:val="00CB639F"/>
    <w:rsid w:val="00CB69A8"/>
    <w:rsid w:val="00CB7CF2"/>
    <w:rsid w:val="00CC01CF"/>
    <w:rsid w:val="00CC0EE4"/>
    <w:rsid w:val="00CC1930"/>
    <w:rsid w:val="00CC1D94"/>
    <w:rsid w:val="00CC227F"/>
    <w:rsid w:val="00CC2456"/>
    <w:rsid w:val="00CC3914"/>
    <w:rsid w:val="00CC3ED7"/>
    <w:rsid w:val="00CC4D75"/>
    <w:rsid w:val="00CC4DB1"/>
    <w:rsid w:val="00CC51BB"/>
    <w:rsid w:val="00CC6148"/>
    <w:rsid w:val="00CC688F"/>
    <w:rsid w:val="00CC7422"/>
    <w:rsid w:val="00CC79DA"/>
    <w:rsid w:val="00CC7BA4"/>
    <w:rsid w:val="00CD01AC"/>
    <w:rsid w:val="00CD0DD5"/>
    <w:rsid w:val="00CD1849"/>
    <w:rsid w:val="00CD1C4A"/>
    <w:rsid w:val="00CD260A"/>
    <w:rsid w:val="00CD2DB1"/>
    <w:rsid w:val="00CD316F"/>
    <w:rsid w:val="00CD3797"/>
    <w:rsid w:val="00CD3B6C"/>
    <w:rsid w:val="00CD4237"/>
    <w:rsid w:val="00CD42F1"/>
    <w:rsid w:val="00CD5288"/>
    <w:rsid w:val="00CD5294"/>
    <w:rsid w:val="00CD6383"/>
    <w:rsid w:val="00CD6A13"/>
    <w:rsid w:val="00CD7611"/>
    <w:rsid w:val="00CD7659"/>
    <w:rsid w:val="00CD7746"/>
    <w:rsid w:val="00CD7EDF"/>
    <w:rsid w:val="00CE0D81"/>
    <w:rsid w:val="00CE1235"/>
    <w:rsid w:val="00CE165F"/>
    <w:rsid w:val="00CE1EF9"/>
    <w:rsid w:val="00CE2189"/>
    <w:rsid w:val="00CE3BBD"/>
    <w:rsid w:val="00CE3D18"/>
    <w:rsid w:val="00CE43E3"/>
    <w:rsid w:val="00CE44D7"/>
    <w:rsid w:val="00CE45B8"/>
    <w:rsid w:val="00CE4804"/>
    <w:rsid w:val="00CE5605"/>
    <w:rsid w:val="00CE5722"/>
    <w:rsid w:val="00CE5C00"/>
    <w:rsid w:val="00CE69E5"/>
    <w:rsid w:val="00CE7FAF"/>
    <w:rsid w:val="00CF21CE"/>
    <w:rsid w:val="00CF33D8"/>
    <w:rsid w:val="00CF5D03"/>
    <w:rsid w:val="00CF708B"/>
    <w:rsid w:val="00D008E2"/>
    <w:rsid w:val="00D01055"/>
    <w:rsid w:val="00D01496"/>
    <w:rsid w:val="00D01A00"/>
    <w:rsid w:val="00D02944"/>
    <w:rsid w:val="00D04379"/>
    <w:rsid w:val="00D074F7"/>
    <w:rsid w:val="00D076C4"/>
    <w:rsid w:val="00D1005E"/>
    <w:rsid w:val="00D10339"/>
    <w:rsid w:val="00D11772"/>
    <w:rsid w:val="00D11A85"/>
    <w:rsid w:val="00D12312"/>
    <w:rsid w:val="00D125E9"/>
    <w:rsid w:val="00D130C2"/>
    <w:rsid w:val="00D13B4B"/>
    <w:rsid w:val="00D14A62"/>
    <w:rsid w:val="00D15447"/>
    <w:rsid w:val="00D15776"/>
    <w:rsid w:val="00D16C95"/>
    <w:rsid w:val="00D17623"/>
    <w:rsid w:val="00D2039B"/>
    <w:rsid w:val="00D208E6"/>
    <w:rsid w:val="00D20CFA"/>
    <w:rsid w:val="00D20D13"/>
    <w:rsid w:val="00D211E8"/>
    <w:rsid w:val="00D213BE"/>
    <w:rsid w:val="00D224BF"/>
    <w:rsid w:val="00D23FD6"/>
    <w:rsid w:val="00D242C0"/>
    <w:rsid w:val="00D24687"/>
    <w:rsid w:val="00D25E4D"/>
    <w:rsid w:val="00D26243"/>
    <w:rsid w:val="00D2633C"/>
    <w:rsid w:val="00D264E2"/>
    <w:rsid w:val="00D3073E"/>
    <w:rsid w:val="00D30BF5"/>
    <w:rsid w:val="00D3155E"/>
    <w:rsid w:val="00D31A63"/>
    <w:rsid w:val="00D31C47"/>
    <w:rsid w:val="00D32762"/>
    <w:rsid w:val="00D33EB2"/>
    <w:rsid w:val="00D33F19"/>
    <w:rsid w:val="00D34502"/>
    <w:rsid w:val="00D34B54"/>
    <w:rsid w:val="00D34C4A"/>
    <w:rsid w:val="00D3575C"/>
    <w:rsid w:val="00D36966"/>
    <w:rsid w:val="00D36981"/>
    <w:rsid w:val="00D36A9E"/>
    <w:rsid w:val="00D36B58"/>
    <w:rsid w:val="00D36E32"/>
    <w:rsid w:val="00D37C82"/>
    <w:rsid w:val="00D37F59"/>
    <w:rsid w:val="00D37FD8"/>
    <w:rsid w:val="00D40CD7"/>
    <w:rsid w:val="00D412CF"/>
    <w:rsid w:val="00D41BE6"/>
    <w:rsid w:val="00D41C7F"/>
    <w:rsid w:val="00D42869"/>
    <w:rsid w:val="00D433DD"/>
    <w:rsid w:val="00D44D9F"/>
    <w:rsid w:val="00D4530A"/>
    <w:rsid w:val="00D453C4"/>
    <w:rsid w:val="00D45439"/>
    <w:rsid w:val="00D45F13"/>
    <w:rsid w:val="00D46054"/>
    <w:rsid w:val="00D46376"/>
    <w:rsid w:val="00D4782F"/>
    <w:rsid w:val="00D479DC"/>
    <w:rsid w:val="00D47F20"/>
    <w:rsid w:val="00D517FC"/>
    <w:rsid w:val="00D525A5"/>
    <w:rsid w:val="00D527E1"/>
    <w:rsid w:val="00D52B50"/>
    <w:rsid w:val="00D52C50"/>
    <w:rsid w:val="00D531CF"/>
    <w:rsid w:val="00D533BF"/>
    <w:rsid w:val="00D53679"/>
    <w:rsid w:val="00D5373F"/>
    <w:rsid w:val="00D54031"/>
    <w:rsid w:val="00D55695"/>
    <w:rsid w:val="00D55BD4"/>
    <w:rsid w:val="00D5628D"/>
    <w:rsid w:val="00D5677B"/>
    <w:rsid w:val="00D57109"/>
    <w:rsid w:val="00D576DB"/>
    <w:rsid w:val="00D60015"/>
    <w:rsid w:val="00D600EE"/>
    <w:rsid w:val="00D602FA"/>
    <w:rsid w:val="00D60A69"/>
    <w:rsid w:val="00D60D12"/>
    <w:rsid w:val="00D616E7"/>
    <w:rsid w:val="00D637EB"/>
    <w:rsid w:val="00D63961"/>
    <w:rsid w:val="00D6481C"/>
    <w:rsid w:val="00D64FD3"/>
    <w:rsid w:val="00D665F3"/>
    <w:rsid w:val="00D66C41"/>
    <w:rsid w:val="00D67D8E"/>
    <w:rsid w:val="00D67F8A"/>
    <w:rsid w:val="00D70A74"/>
    <w:rsid w:val="00D70B95"/>
    <w:rsid w:val="00D70FBE"/>
    <w:rsid w:val="00D724C8"/>
    <w:rsid w:val="00D729B8"/>
    <w:rsid w:val="00D72A54"/>
    <w:rsid w:val="00D72C72"/>
    <w:rsid w:val="00D73728"/>
    <w:rsid w:val="00D73BB8"/>
    <w:rsid w:val="00D73CE2"/>
    <w:rsid w:val="00D74023"/>
    <w:rsid w:val="00D74E88"/>
    <w:rsid w:val="00D74E9A"/>
    <w:rsid w:val="00D75097"/>
    <w:rsid w:val="00D75626"/>
    <w:rsid w:val="00D76366"/>
    <w:rsid w:val="00D764F5"/>
    <w:rsid w:val="00D76D2E"/>
    <w:rsid w:val="00D76E7F"/>
    <w:rsid w:val="00D7723C"/>
    <w:rsid w:val="00D77882"/>
    <w:rsid w:val="00D77FF8"/>
    <w:rsid w:val="00D80F96"/>
    <w:rsid w:val="00D812C9"/>
    <w:rsid w:val="00D81E69"/>
    <w:rsid w:val="00D82326"/>
    <w:rsid w:val="00D8259D"/>
    <w:rsid w:val="00D82F39"/>
    <w:rsid w:val="00D82F7A"/>
    <w:rsid w:val="00D837AD"/>
    <w:rsid w:val="00D844FE"/>
    <w:rsid w:val="00D848C7"/>
    <w:rsid w:val="00D84D8A"/>
    <w:rsid w:val="00D851B6"/>
    <w:rsid w:val="00D852B1"/>
    <w:rsid w:val="00D853C2"/>
    <w:rsid w:val="00D85E20"/>
    <w:rsid w:val="00D86481"/>
    <w:rsid w:val="00D8682E"/>
    <w:rsid w:val="00D86B39"/>
    <w:rsid w:val="00D86DFC"/>
    <w:rsid w:val="00D87036"/>
    <w:rsid w:val="00D87E65"/>
    <w:rsid w:val="00D901E5"/>
    <w:rsid w:val="00D905D5"/>
    <w:rsid w:val="00D90D3F"/>
    <w:rsid w:val="00D910F5"/>
    <w:rsid w:val="00D912CB"/>
    <w:rsid w:val="00D916F6"/>
    <w:rsid w:val="00D923F6"/>
    <w:rsid w:val="00D92D6E"/>
    <w:rsid w:val="00D9320F"/>
    <w:rsid w:val="00D93315"/>
    <w:rsid w:val="00D93B82"/>
    <w:rsid w:val="00D9429F"/>
    <w:rsid w:val="00D9437D"/>
    <w:rsid w:val="00D94F79"/>
    <w:rsid w:val="00D94FE1"/>
    <w:rsid w:val="00D958CF"/>
    <w:rsid w:val="00D96438"/>
    <w:rsid w:val="00D97853"/>
    <w:rsid w:val="00D97F05"/>
    <w:rsid w:val="00DA067D"/>
    <w:rsid w:val="00DA1209"/>
    <w:rsid w:val="00DA3255"/>
    <w:rsid w:val="00DA3E0B"/>
    <w:rsid w:val="00DA43FB"/>
    <w:rsid w:val="00DA47A3"/>
    <w:rsid w:val="00DA5498"/>
    <w:rsid w:val="00DA557D"/>
    <w:rsid w:val="00DA5C75"/>
    <w:rsid w:val="00DA6DF1"/>
    <w:rsid w:val="00DA7B45"/>
    <w:rsid w:val="00DB06CA"/>
    <w:rsid w:val="00DB0BD6"/>
    <w:rsid w:val="00DB193C"/>
    <w:rsid w:val="00DB1FBB"/>
    <w:rsid w:val="00DB2AA0"/>
    <w:rsid w:val="00DB32F0"/>
    <w:rsid w:val="00DB3455"/>
    <w:rsid w:val="00DB3FAB"/>
    <w:rsid w:val="00DB43DF"/>
    <w:rsid w:val="00DB47C0"/>
    <w:rsid w:val="00DB4D37"/>
    <w:rsid w:val="00DB4D70"/>
    <w:rsid w:val="00DB5024"/>
    <w:rsid w:val="00DB53A1"/>
    <w:rsid w:val="00DB5788"/>
    <w:rsid w:val="00DB740F"/>
    <w:rsid w:val="00DB7722"/>
    <w:rsid w:val="00DC0301"/>
    <w:rsid w:val="00DC03BE"/>
    <w:rsid w:val="00DC08B8"/>
    <w:rsid w:val="00DC1A7E"/>
    <w:rsid w:val="00DC2F35"/>
    <w:rsid w:val="00DC462B"/>
    <w:rsid w:val="00DC48CC"/>
    <w:rsid w:val="00DD0D9D"/>
    <w:rsid w:val="00DD1143"/>
    <w:rsid w:val="00DD1368"/>
    <w:rsid w:val="00DD266A"/>
    <w:rsid w:val="00DD31B3"/>
    <w:rsid w:val="00DD39F9"/>
    <w:rsid w:val="00DD55B3"/>
    <w:rsid w:val="00DD672E"/>
    <w:rsid w:val="00DD743F"/>
    <w:rsid w:val="00DE0367"/>
    <w:rsid w:val="00DE0404"/>
    <w:rsid w:val="00DE1C63"/>
    <w:rsid w:val="00DE332B"/>
    <w:rsid w:val="00DE3957"/>
    <w:rsid w:val="00DE5D41"/>
    <w:rsid w:val="00DE627B"/>
    <w:rsid w:val="00DE7795"/>
    <w:rsid w:val="00DE7FD3"/>
    <w:rsid w:val="00DF076D"/>
    <w:rsid w:val="00DF077F"/>
    <w:rsid w:val="00DF0957"/>
    <w:rsid w:val="00DF19CD"/>
    <w:rsid w:val="00DF1CA8"/>
    <w:rsid w:val="00DF1DB8"/>
    <w:rsid w:val="00DF1E90"/>
    <w:rsid w:val="00DF2988"/>
    <w:rsid w:val="00DF2B20"/>
    <w:rsid w:val="00DF2F06"/>
    <w:rsid w:val="00DF3A7A"/>
    <w:rsid w:val="00DF3B21"/>
    <w:rsid w:val="00DF3B84"/>
    <w:rsid w:val="00DF4D16"/>
    <w:rsid w:val="00DF6985"/>
    <w:rsid w:val="00DF6B8F"/>
    <w:rsid w:val="00DF78E5"/>
    <w:rsid w:val="00E00167"/>
    <w:rsid w:val="00E00871"/>
    <w:rsid w:val="00E00CA0"/>
    <w:rsid w:val="00E0227F"/>
    <w:rsid w:val="00E02DB4"/>
    <w:rsid w:val="00E034F1"/>
    <w:rsid w:val="00E044B8"/>
    <w:rsid w:val="00E048EC"/>
    <w:rsid w:val="00E04D84"/>
    <w:rsid w:val="00E0554E"/>
    <w:rsid w:val="00E06285"/>
    <w:rsid w:val="00E07449"/>
    <w:rsid w:val="00E07818"/>
    <w:rsid w:val="00E10573"/>
    <w:rsid w:val="00E10C45"/>
    <w:rsid w:val="00E10D3D"/>
    <w:rsid w:val="00E115E2"/>
    <w:rsid w:val="00E11743"/>
    <w:rsid w:val="00E13EE6"/>
    <w:rsid w:val="00E14344"/>
    <w:rsid w:val="00E147E4"/>
    <w:rsid w:val="00E15BA2"/>
    <w:rsid w:val="00E1609D"/>
    <w:rsid w:val="00E203C8"/>
    <w:rsid w:val="00E20764"/>
    <w:rsid w:val="00E20AE9"/>
    <w:rsid w:val="00E2171D"/>
    <w:rsid w:val="00E21809"/>
    <w:rsid w:val="00E21F1C"/>
    <w:rsid w:val="00E22165"/>
    <w:rsid w:val="00E22384"/>
    <w:rsid w:val="00E225F6"/>
    <w:rsid w:val="00E23C2F"/>
    <w:rsid w:val="00E23FD2"/>
    <w:rsid w:val="00E242EE"/>
    <w:rsid w:val="00E243EC"/>
    <w:rsid w:val="00E2452B"/>
    <w:rsid w:val="00E24C2C"/>
    <w:rsid w:val="00E25013"/>
    <w:rsid w:val="00E253C3"/>
    <w:rsid w:val="00E25481"/>
    <w:rsid w:val="00E25C0E"/>
    <w:rsid w:val="00E26180"/>
    <w:rsid w:val="00E268D4"/>
    <w:rsid w:val="00E30B83"/>
    <w:rsid w:val="00E30D03"/>
    <w:rsid w:val="00E30FA7"/>
    <w:rsid w:val="00E31139"/>
    <w:rsid w:val="00E3127E"/>
    <w:rsid w:val="00E31C06"/>
    <w:rsid w:val="00E328AD"/>
    <w:rsid w:val="00E32FC0"/>
    <w:rsid w:val="00E3349F"/>
    <w:rsid w:val="00E342A1"/>
    <w:rsid w:val="00E343C9"/>
    <w:rsid w:val="00E34C8C"/>
    <w:rsid w:val="00E34D32"/>
    <w:rsid w:val="00E35328"/>
    <w:rsid w:val="00E35EA6"/>
    <w:rsid w:val="00E36D6E"/>
    <w:rsid w:val="00E3772E"/>
    <w:rsid w:val="00E3775A"/>
    <w:rsid w:val="00E37B30"/>
    <w:rsid w:val="00E40735"/>
    <w:rsid w:val="00E40AA2"/>
    <w:rsid w:val="00E412B7"/>
    <w:rsid w:val="00E413BB"/>
    <w:rsid w:val="00E41E89"/>
    <w:rsid w:val="00E41FA2"/>
    <w:rsid w:val="00E42380"/>
    <w:rsid w:val="00E43295"/>
    <w:rsid w:val="00E43428"/>
    <w:rsid w:val="00E43C47"/>
    <w:rsid w:val="00E43D36"/>
    <w:rsid w:val="00E44094"/>
    <w:rsid w:val="00E44891"/>
    <w:rsid w:val="00E448E4"/>
    <w:rsid w:val="00E45A79"/>
    <w:rsid w:val="00E45D1E"/>
    <w:rsid w:val="00E46B66"/>
    <w:rsid w:val="00E50121"/>
    <w:rsid w:val="00E518C5"/>
    <w:rsid w:val="00E519B0"/>
    <w:rsid w:val="00E519EA"/>
    <w:rsid w:val="00E52549"/>
    <w:rsid w:val="00E5358B"/>
    <w:rsid w:val="00E53AC1"/>
    <w:rsid w:val="00E53E5F"/>
    <w:rsid w:val="00E53FAD"/>
    <w:rsid w:val="00E54F89"/>
    <w:rsid w:val="00E566DF"/>
    <w:rsid w:val="00E56CB8"/>
    <w:rsid w:val="00E5711A"/>
    <w:rsid w:val="00E571EA"/>
    <w:rsid w:val="00E57E66"/>
    <w:rsid w:val="00E601F1"/>
    <w:rsid w:val="00E60722"/>
    <w:rsid w:val="00E60778"/>
    <w:rsid w:val="00E608F0"/>
    <w:rsid w:val="00E6171A"/>
    <w:rsid w:val="00E61DAA"/>
    <w:rsid w:val="00E61F16"/>
    <w:rsid w:val="00E61FE2"/>
    <w:rsid w:val="00E62300"/>
    <w:rsid w:val="00E64B60"/>
    <w:rsid w:val="00E656E9"/>
    <w:rsid w:val="00E66A5E"/>
    <w:rsid w:val="00E67294"/>
    <w:rsid w:val="00E67B2E"/>
    <w:rsid w:val="00E67C01"/>
    <w:rsid w:val="00E67E7A"/>
    <w:rsid w:val="00E67EA4"/>
    <w:rsid w:val="00E7022B"/>
    <w:rsid w:val="00E70574"/>
    <w:rsid w:val="00E70B35"/>
    <w:rsid w:val="00E7203F"/>
    <w:rsid w:val="00E72D39"/>
    <w:rsid w:val="00E72FC9"/>
    <w:rsid w:val="00E73347"/>
    <w:rsid w:val="00E74497"/>
    <w:rsid w:val="00E74A4C"/>
    <w:rsid w:val="00E75204"/>
    <w:rsid w:val="00E75974"/>
    <w:rsid w:val="00E75EA5"/>
    <w:rsid w:val="00E76257"/>
    <w:rsid w:val="00E77734"/>
    <w:rsid w:val="00E8003D"/>
    <w:rsid w:val="00E80203"/>
    <w:rsid w:val="00E80344"/>
    <w:rsid w:val="00E80511"/>
    <w:rsid w:val="00E80B3D"/>
    <w:rsid w:val="00E80D0F"/>
    <w:rsid w:val="00E81C5F"/>
    <w:rsid w:val="00E82B5C"/>
    <w:rsid w:val="00E82D39"/>
    <w:rsid w:val="00E83663"/>
    <w:rsid w:val="00E845D1"/>
    <w:rsid w:val="00E84DA8"/>
    <w:rsid w:val="00E85133"/>
    <w:rsid w:val="00E85C01"/>
    <w:rsid w:val="00E861D6"/>
    <w:rsid w:val="00E86851"/>
    <w:rsid w:val="00E87A60"/>
    <w:rsid w:val="00E90201"/>
    <w:rsid w:val="00E90365"/>
    <w:rsid w:val="00E914A5"/>
    <w:rsid w:val="00E91597"/>
    <w:rsid w:val="00E91AB9"/>
    <w:rsid w:val="00E91AE2"/>
    <w:rsid w:val="00E926AC"/>
    <w:rsid w:val="00E933BC"/>
    <w:rsid w:val="00E9377C"/>
    <w:rsid w:val="00E93C16"/>
    <w:rsid w:val="00E941AD"/>
    <w:rsid w:val="00E94541"/>
    <w:rsid w:val="00E95245"/>
    <w:rsid w:val="00E96AD7"/>
    <w:rsid w:val="00E97024"/>
    <w:rsid w:val="00E9706B"/>
    <w:rsid w:val="00E97259"/>
    <w:rsid w:val="00E97521"/>
    <w:rsid w:val="00E97572"/>
    <w:rsid w:val="00EA08A7"/>
    <w:rsid w:val="00EA08CA"/>
    <w:rsid w:val="00EA0AE0"/>
    <w:rsid w:val="00EA11A3"/>
    <w:rsid w:val="00EA1C03"/>
    <w:rsid w:val="00EA241F"/>
    <w:rsid w:val="00EA2894"/>
    <w:rsid w:val="00EA30B0"/>
    <w:rsid w:val="00EA31FF"/>
    <w:rsid w:val="00EA3D35"/>
    <w:rsid w:val="00EA3F30"/>
    <w:rsid w:val="00EA417A"/>
    <w:rsid w:val="00EA417E"/>
    <w:rsid w:val="00EA54AF"/>
    <w:rsid w:val="00EA7360"/>
    <w:rsid w:val="00EA7714"/>
    <w:rsid w:val="00EB05C5"/>
    <w:rsid w:val="00EB19E2"/>
    <w:rsid w:val="00EB269C"/>
    <w:rsid w:val="00EB2C23"/>
    <w:rsid w:val="00EB316A"/>
    <w:rsid w:val="00EB4C92"/>
    <w:rsid w:val="00EB5AAB"/>
    <w:rsid w:val="00EB5B4D"/>
    <w:rsid w:val="00EB5D7A"/>
    <w:rsid w:val="00EB60B0"/>
    <w:rsid w:val="00EC0245"/>
    <w:rsid w:val="00EC0FA7"/>
    <w:rsid w:val="00EC13DB"/>
    <w:rsid w:val="00EC1815"/>
    <w:rsid w:val="00EC1C89"/>
    <w:rsid w:val="00EC1EEF"/>
    <w:rsid w:val="00EC26F0"/>
    <w:rsid w:val="00EC3647"/>
    <w:rsid w:val="00EC4FE7"/>
    <w:rsid w:val="00EC6C61"/>
    <w:rsid w:val="00EC71CF"/>
    <w:rsid w:val="00EC798D"/>
    <w:rsid w:val="00ED050A"/>
    <w:rsid w:val="00ED10B1"/>
    <w:rsid w:val="00ED1E51"/>
    <w:rsid w:val="00ED285E"/>
    <w:rsid w:val="00ED2920"/>
    <w:rsid w:val="00ED2980"/>
    <w:rsid w:val="00ED2E47"/>
    <w:rsid w:val="00ED33FC"/>
    <w:rsid w:val="00ED4079"/>
    <w:rsid w:val="00ED41E6"/>
    <w:rsid w:val="00ED4314"/>
    <w:rsid w:val="00ED4542"/>
    <w:rsid w:val="00ED47E7"/>
    <w:rsid w:val="00ED4D3E"/>
    <w:rsid w:val="00ED5CBC"/>
    <w:rsid w:val="00ED5D53"/>
    <w:rsid w:val="00ED5E4A"/>
    <w:rsid w:val="00ED6236"/>
    <w:rsid w:val="00ED669C"/>
    <w:rsid w:val="00ED6A7C"/>
    <w:rsid w:val="00ED7915"/>
    <w:rsid w:val="00ED7998"/>
    <w:rsid w:val="00EE0921"/>
    <w:rsid w:val="00EE0E3E"/>
    <w:rsid w:val="00EE189B"/>
    <w:rsid w:val="00EE20A5"/>
    <w:rsid w:val="00EE2628"/>
    <w:rsid w:val="00EE4416"/>
    <w:rsid w:val="00EE5B74"/>
    <w:rsid w:val="00EE732A"/>
    <w:rsid w:val="00EE7388"/>
    <w:rsid w:val="00EE73FC"/>
    <w:rsid w:val="00EE796A"/>
    <w:rsid w:val="00EF0B27"/>
    <w:rsid w:val="00EF1B65"/>
    <w:rsid w:val="00EF23FF"/>
    <w:rsid w:val="00EF2A01"/>
    <w:rsid w:val="00EF335D"/>
    <w:rsid w:val="00EF4423"/>
    <w:rsid w:val="00EF449E"/>
    <w:rsid w:val="00EF44E0"/>
    <w:rsid w:val="00EF4D0E"/>
    <w:rsid w:val="00EF51C2"/>
    <w:rsid w:val="00EF5624"/>
    <w:rsid w:val="00EF60D2"/>
    <w:rsid w:val="00EF655B"/>
    <w:rsid w:val="00EF6AC4"/>
    <w:rsid w:val="00EF7E6E"/>
    <w:rsid w:val="00F00789"/>
    <w:rsid w:val="00F008BA"/>
    <w:rsid w:val="00F009BA"/>
    <w:rsid w:val="00F0383E"/>
    <w:rsid w:val="00F04026"/>
    <w:rsid w:val="00F04336"/>
    <w:rsid w:val="00F05850"/>
    <w:rsid w:val="00F05950"/>
    <w:rsid w:val="00F062A3"/>
    <w:rsid w:val="00F06390"/>
    <w:rsid w:val="00F069CF"/>
    <w:rsid w:val="00F07D14"/>
    <w:rsid w:val="00F1015D"/>
    <w:rsid w:val="00F118D9"/>
    <w:rsid w:val="00F11F5F"/>
    <w:rsid w:val="00F11FA8"/>
    <w:rsid w:val="00F122CD"/>
    <w:rsid w:val="00F137BC"/>
    <w:rsid w:val="00F13FEA"/>
    <w:rsid w:val="00F14139"/>
    <w:rsid w:val="00F14256"/>
    <w:rsid w:val="00F147EC"/>
    <w:rsid w:val="00F1485E"/>
    <w:rsid w:val="00F14BFA"/>
    <w:rsid w:val="00F15301"/>
    <w:rsid w:val="00F15F1A"/>
    <w:rsid w:val="00F16510"/>
    <w:rsid w:val="00F16C78"/>
    <w:rsid w:val="00F16D2C"/>
    <w:rsid w:val="00F177D4"/>
    <w:rsid w:val="00F17E64"/>
    <w:rsid w:val="00F204F5"/>
    <w:rsid w:val="00F20BD9"/>
    <w:rsid w:val="00F21211"/>
    <w:rsid w:val="00F21E82"/>
    <w:rsid w:val="00F22498"/>
    <w:rsid w:val="00F22B21"/>
    <w:rsid w:val="00F2372E"/>
    <w:rsid w:val="00F23C3D"/>
    <w:rsid w:val="00F2444C"/>
    <w:rsid w:val="00F2551C"/>
    <w:rsid w:val="00F269C1"/>
    <w:rsid w:val="00F270D2"/>
    <w:rsid w:val="00F271EC"/>
    <w:rsid w:val="00F2764F"/>
    <w:rsid w:val="00F305D8"/>
    <w:rsid w:val="00F31774"/>
    <w:rsid w:val="00F317EB"/>
    <w:rsid w:val="00F3224F"/>
    <w:rsid w:val="00F3289B"/>
    <w:rsid w:val="00F32D3F"/>
    <w:rsid w:val="00F333D0"/>
    <w:rsid w:val="00F3364C"/>
    <w:rsid w:val="00F34684"/>
    <w:rsid w:val="00F348BB"/>
    <w:rsid w:val="00F34CB2"/>
    <w:rsid w:val="00F34F19"/>
    <w:rsid w:val="00F351AA"/>
    <w:rsid w:val="00F352FF"/>
    <w:rsid w:val="00F3534C"/>
    <w:rsid w:val="00F36616"/>
    <w:rsid w:val="00F36BE5"/>
    <w:rsid w:val="00F3710E"/>
    <w:rsid w:val="00F37D03"/>
    <w:rsid w:val="00F40248"/>
    <w:rsid w:val="00F404AE"/>
    <w:rsid w:val="00F40ADC"/>
    <w:rsid w:val="00F42081"/>
    <w:rsid w:val="00F43A59"/>
    <w:rsid w:val="00F43A9C"/>
    <w:rsid w:val="00F43F28"/>
    <w:rsid w:val="00F44275"/>
    <w:rsid w:val="00F456A7"/>
    <w:rsid w:val="00F46114"/>
    <w:rsid w:val="00F46296"/>
    <w:rsid w:val="00F462B6"/>
    <w:rsid w:val="00F4657F"/>
    <w:rsid w:val="00F46F82"/>
    <w:rsid w:val="00F471A2"/>
    <w:rsid w:val="00F471DA"/>
    <w:rsid w:val="00F4758F"/>
    <w:rsid w:val="00F47874"/>
    <w:rsid w:val="00F51489"/>
    <w:rsid w:val="00F5193C"/>
    <w:rsid w:val="00F51E56"/>
    <w:rsid w:val="00F53129"/>
    <w:rsid w:val="00F546F0"/>
    <w:rsid w:val="00F54B5D"/>
    <w:rsid w:val="00F55D8D"/>
    <w:rsid w:val="00F55F12"/>
    <w:rsid w:val="00F55F45"/>
    <w:rsid w:val="00F5663C"/>
    <w:rsid w:val="00F57A1C"/>
    <w:rsid w:val="00F57A3C"/>
    <w:rsid w:val="00F603A2"/>
    <w:rsid w:val="00F60E43"/>
    <w:rsid w:val="00F60ECA"/>
    <w:rsid w:val="00F61115"/>
    <w:rsid w:val="00F611CA"/>
    <w:rsid w:val="00F6138F"/>
    <w:rsid w:val="00F616C5"/>
    <w:rsid w:val="00F6180B"/>
    <w:rsid w:val="00F62649"/>
    <w:rsid w:val="00F633DA"/>
    <w:rsid w:val="00F633E0"/>
    <w:rsid w:val="00F64B14"/>
    <w:rsid w:val="00F64E0B"/>
    <w:rsid w:val="00F64EAD"/>
    <w:rsid w:val="00F6583B"/>
    <w:rsid w:val="00F65A0F"/>
    <w:rsid w:val="00F664AE"/>
    <w:rsid w:val="00F66537"/>
    <w:rsid w:val="00F668BE"/>
    <w:rsid w:val="00F66B77"/>
    <w:rsid w:val="00F66C41"/>
    <w:rsid w:val="00F6704D"/>
    <w:rsid w:val="00F703FB"/>
    <w:rsid w:val="00F7073A"/>
    <w:rsid w:val="00F72736"/>
    <w:rsid w:val="00F72826"/>
    <w:rsid w:val="00F72955"/>
    <w:rsid w:val="00F72F2B"/>
    <w:rsid w:val="00F73191"/>
    <w:rsid w:val="00F734CC"/>
    <w:rsid w:val="00F742F0"/>
    <w:rsid w:val="00F7579B"/>
    <w:rsid w:val="00F76551"/>
    <w:rsid w:val="00F76A37"/>
    <w:rsid w:val="00F76A73"/>
    <w:rsid w:val="00F76FA0"/>
    <w:rsid w:val="00F77143"/>
    <w:rsid w:val="00F7772F"/>
    <w:rsid w:val="00F808E5"/>
    <w:rsid w:val="00F80DA9"/>
    <w:rsid w:val="00F80E4D"/>
    <w:rsid w:val="00F816AC"/>
    <w:rsid w:val="00F829A7"/>
    <w:rsid w:val="00F83818"/>
    <w:rsid w:val="00F8425E"/>
    <w:rsid w:val="00F843D2"/>
    <w:rsid w:val="00F85639"/>
    <w:rsid w:val="00F85C45"/>
    <w:rsid w:val="00F85FE6"/>
    <w:rsid w:val="00F86185"/>
    <w:rsid w:val="00F864B0"/>
    <w:rsid w:val="00F8696D"/>
    <w:rsid w:val="00F87704"/>
    <w:rsid w:val="00F878F4"/>
    <w:rsid w:val="00F904F2"/>
    <w:rsid w:val="00F90660"/>
    <w:rsid w:val="00F90E4B"/>
    <w:rsid w:val="00F91AF0"/>
    <w:rsid w:val="00F91D22"/>
    <w:rsid w:val="00F91F9F"/>
    <w:rsid w:val="00F932F5"/>
    <w:rsid w:val="00F93748"/>
    <w:rsid w:val="00F93D5F"/>
    <w:rsid w:val="00F93F28"/>
    <w:rsid w:val="00F944BB"/>
    <w:rsid w:val="00F94FAE"/>
    <w:rsid w:val="00F95676"/>
    <w:rsid w:val="00F95EB8"/>
    <w:rsid w:val="00F969B1"/>
    <w:rsid w:val="00FA0766"/>
    <w:rsid w:val="00FA1294"/>
    <w:rsid w:val="00FA24CD"/>
    <w:rsid w:val="00FA27D2"/>
    <w:rsid w:val="00FA3993"/>
    <w:rsid w:val="00FA5B40"/>
    <w:rsid w:val="00FA655B"/>
    <w:rsid w:val="00FA6881"/>
    <w:rsid w:val="00FA6F99"/>
    <w:rsid w:val="00FA73F1"/>
    <w:rsid w:val="00FA7F2E"/>
    <w:rsid w:val="00FB029F"/>
    <w:rsid w:val="00FB05B2"/>
    <w:rsid w:val="00FB1032"/>
    <w:rsid w:val="00FB2299"/>
    <w:rsid w:val="00FB2874"/>
    <w:rsid w:val="00FB289A"/>
    <w:rsid w:val="00FB2ACB"/>
    <w:rsid w:val="00FB2C51"/>
    <w:rsid w:val="00FB322E"/>
    <w:rsid w:val="00FB3A05"/>
    <w:rsid w:val="00FB4B56"/>
    <w:rsid w:val="00FB4FEC"/>
    <w:rsid w:val="00FB55A1"/>
    <w:rsid w:val="00FB5C0F"/>
    <w:rsid w:val="00FB61C2"/>
    <w:rsid w:val="00FB6399"/>
    <w:rsid w:val="00FB63BD"/>
    <w:rsid w:val="00FB65AB"/>
    <w:rsid w:val="00FB676A"/>
    <w:rsid w:val="00FB6926"/>
    <w:rsid w:val="00FB7817"/>
    <w:rsid w:val="00FC05B8"/>
    <w:rsid w:val="00FC0DFA"/>
    <w:rsid w:val="00FC11AB"/>
    <w:rsid w:val="00FC1CCA"/>
    <w:rsid w:val="00FC3295"/>
    <w:rsid w:val="00FC3872"/>
    <w:rsid w:val="00FC38C6"/>
    <w:rsid w:val="00FC3C73"/>
    <w:rsid w:val="00FC44A8"/>
    <w:rsid w:val="00FC451B"/>
    <w:rsid w:val="00FC4A0F"/>
    <w:rsid w:val="00FC52F0"/>
    <w:rsid w:val="00FC5C05"/>
    <w:rsid w:val="00FC62F9"/>
    <w:rsid w:val="00FC74E2"/>
    <w:rsid w:val="00FC7651"/>
    <w:rsid w:val="00FC7B4D"/>
    <w:rsid w:val="00FC7DA2"/>
    <w:rsid w:val="00FD0217"/>
    <w:rsid w:val="00FD09F6"/>
    <w:rsid w:val="00FD0B33"/>
    <w:rsid w:val="00FD0D91"/>
    <w:rsid w:val="00FD1484"/>
    <w:rsid w:val="00FD178D"/>
    <w:rsid w:val="00FD1B89"/>
    <w:rsid w:val="00FD23BB"/>
    <w:rsid w:val="00FD252A"/>
    <w:rsid w:val="00FD2DF8"/>
    <w:rsid w:val="00FD3A9A"/>
    <w:rsid w:val="00FD3EC3"/>
    <w:rsid w:val="00FD46E0"/>
    <w:rsid w:val="00FD4AC5"/>
    <w:rsid w:val="00FD5CF6"/>
    <w:rsid w:val="00FD712A"/>
    <w:rsid w:val="00FD79D9"/>
    <w:rsid w:val="00FD7E3B"/>
    <w:rsid w:val="00FE0D41"/>
    <w:rsid w:val="00FE12E2"/>
    <w:rsid w:val="00FE1AB9"/>
    <w:rsid w:val="00FE2354"/>
    <w:rsid w:val="00FE268B"/>
    <w:rsid w:val="00FE2A58"/>
    <w:rsid w:val="00FE2AE6"/>
    <w:rsid w:val="00FE2AF5"/>
    <w:rsid w:val="00FE3B4D"/>
    <w:rsid w:val="00FE5B25"/>
    <w:rsid w:val="00FE5DB4"/>
    <w:rsid w:val="00FE6B8B"/>
    <w:rsid w:val="00FE7057"/>
    <w:rsid w:val="00FE7E43"/>
    <w:rsid w:val="00FE7E77"/>
    <w:rsid w:val="00FF002C"/>
    <w:rsid w:val="00FF0647"/>
    <w:rsid w:val="00FF1343"/>
    <w:rsid w:val="00FF1D71"/>
    <w:rsid w:val="00FF1FA2"/>
    <w:rsid w:val="00FF22B4"/>
    <w:rsid w:val="00FF3F6C"/>
    <w:rsid w:val="00FF4114"/>
    <w:rsid w:val="00FF456C"/>
    <w:rsid w:val="00FF4C03"/>
    <w:rsid w:val="00FF4C4C"/>
    <w:rsid w:val="00FF5003"/>
    <w:rsid w:val="00FF515A"/>
    <w:rsid w:val="00FF52C7"/>
    <w:rsid w:val="00FF5771"/>
    <w:rsid w:val="00FF589F"/>
    <w:rsid w:val="00FF5B37"/>
    <w:rsid w:val="00FF72DB"/>
    <w:rsid w:val="00FF7982"/>
    <w:rsid w:val="00FF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C90DB7"/>
    <w:pPr>
      <w:suppressAutoHyphens/>
      <w:spacing w:after="120" w:line="312" w:lineRule="auto"/>
      <w:jc w:val="both"/>
    </w:pPr>
    <w:rPr>
      <w:rFonts w:ascii="Arial" w:hAnsi="Arial"/>
      <w:sz w:val="24"/>
      <w:szCs w:val="24"/>
      <w:lang w:eastAsia="ar-SA"/>
    </w:rPr>
  </w:style>
  <w:style w:type="paragraph" w:styleId="1">
    <w:name w:val="heading 1"/>
    <w:aliases w:val="Заголовок параграфа (1.)"/>
    <w:basedOn w:val="a5"/>
    <w:next w:val="a5"/>
    <w:link w:val="10"/>
    <w:qFormat/>
    <w:rsid w:val="00683570"/>
    <w:pPr>
      <w:numPr>
        <w:numId w:val="4"/>
      </w:numPr>
      <w:spacing w:before="40" w:after="0"/>
      <w:outlineLvl w:val="0"/>
    </w:pPr>
    <w:rPr>
      <w:rFonts w:cs="Arial"/>
      <w:bCs/>
      <w:caps/>
      <w:kern w:val="32"/>
      <w:sz w:val="22"/>
      <w:szCs w:val="32"/>
    </w:rPr>
  </w:style>
  <w:style w:type="paragraph" w:styleId="2">
    <w:name w:val="heading 2"/>
    <w:aliases w:val="h2,h21,5,Заголовок пункта (1.1),Indented Heading,H2,H21,H22,Indented Heading1,Indented Heading2,Indented Heading3,Indented Heading4,H23,H211,H221,Indented Heading5,Indented Heading6,Indented Heading7,H24,H212,H222,Indented Heading8,H25,H213"/>
    <w:basedOn w:val="a5"/>
    <w:next w:val="a5"/>
    <w:link w:val="20"/>
    <w:qFormat/>
    <w:rsid w:val="00683570"/>
    <w:pPr>
      <w:numPr>
        <w:ilvl w:val="1"/>
        <w:numId w:val="4"/>
      </w:numPr>
      <w:spacing w:before="40" w:after="0"/>
      <w:outlineLvl w:val="1"/>
    </w:pPr>
    <w:rPr>
      <w:rFonts w:cs="Arial"/>
      <w:bCs/>
      <w:iCs/>
      <w:sz w:val="22"/>
      <w:szCs w:val="28"/>
    </w:rPr>
  </w:style>
  <w:style w:type="paragraph" w:styleId="3">
    <w:name w:val="heading 3"/>
    <w:basedOn w:val="a5"/>
    <w:next w:val="a5"/>
    <w:qFormat/>
    <w:rsid w:val="00683570"/>
    <w:pPr>
      <w:numPr>
        <w:ilvl w:val="2"/>
        <w:numId w:val="4"/>
      </w:numPr>
      <w:spacing w:before="40" w:after="0"/>
      <w:outlineLvl w:val="2"/>
    </w:pPr>
    <w:rPr>
      <w:rFonts w:cs="Arial"/>
      <w:bCs/>
      <w:sz w:val="22"/>
      <w:szCs w:val="26"/>
    </w:rPr>
  </w:style>
  <w:style w:type="paragraph" w:styleId="4">
    <w:name w:val="heading 4"/>
    <w:basedOn w:val="a5"/>
    <w:next w:val="a5"/>
    <w:qFormat/>
    <w:rsid w:val="00683570"/>
    <w:pPr>
      <w:numPr>
        <w:ilvl w:val="3"/>
        <w:numId w:val="4"/>
      </w:numPr>
      <w:spacing w:before="40" w:after="0"/>
      <w:outlineLvl w:val="3"/>
    </w:pPr>
    <w:rPr>
      <w:bCs/>
      <w:sz w:val="22"/>
    </w:rPr>
  </w:style>
  <w:style w:type="paragraph" w:styleId="6">
    <w:name w:val="heading 6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5"/>
    </w:pPr>
    <w:rPr>
      <w:rFonts w:ascii="Times New Roman" w:hAnsi="Times New Roman"/>
      <w:b/>
      <w:bCs/>
      <w:sz w:val="22"/>
      <w:szCs w:val="22"/>
      <w:lang w:eastAsia="ru-RU"/>
    </w:rPr>
  </w:style>
  <w:style w:type="paragraph" w:styleId="9">
    <w:name w:val="heading 9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8"/>
    </w:pPr>
    <w:rPr>
      <w:rFonts w:cs="Arial"/>
      <w:sz w:val="22"/>
      <w:szCs w:val="22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"/>
    <w:link w:val="1"/>
    <w:rsid w:val="00683570"/>
    <w:rPr>
      <w:rFonts w:ascii="Arial" w:hAnsi="Arial" w:cs="Arial"/>
      <w:bCs/>
      <w:caps/>
      <w:kern w:val="32"/>
      <w:sz w:val="22"/>
      <w:szCs w:val="32"/>
      <w:lang w:val="ru-RU" w:eastAsia="ar-SA" w:bidi="ar-SA"/>
    </w:rPr>
  </w:style>
  <w:style w:type="character" w:customStyle="1" w:styleId="20">
    <w:name w:val="Заголовок 2 Знак"/>
    <w:aliases w:val="h2 Знак,h21 Знак,5 Знак,Заголовок пункта (1.1) Знак,Indented Heading Знак,H2 Знак,H21 Знак,H22 Знак,Indented Heading1 Знак,Indented Heading2 Знак,Indented Heading3 Знак,Indented Heading4 Знак,H23 Знак,H211 Знак,H221 Знак,H24 Знак"/>
    <w:link w:val="2"/>
    <w:rsid w:val="00683570"/>
    <w:rPr>
      <w:rFonts w:ascii="Arial" w:hAnsi="Arial" w:cs="Arial"/>
      <w:bCs/>
      <w:iCs/>
      <w:sz w:val="22"/>
      <w:szCs w:val="28"/>
      <w:lang w:val="ru-RU" w:eastAsia="ar-SA" w:bidi="ar-SA"/>
    </w:rPr>
  </w:style>
  <w:style w:type="paragraph" w:customStyle="1" w:styleId="a4">
    <w:name w:val="Список с тире"/>
    <w:basedOn w:val="a5"/>
    <w:next w:val="a5"/>
    <w:rsid w:val="004B78EF"/>
    <w:pPr>
      <w:numPr>
        <w:numId w:val="1"/>
      </w:numPr>
      <w:spacing w:after="0"/>
    </w:pPr>
  </w:style>
  <w:style w:type="paragraph" w:customStyle="1" w:styleId="a3">
    <w:name w:val="Список с цифрой"/>
    <w:basedOn w:val="a5"/>
    <w:next w:val="a5"/>
    <w:rsid w:val="00C0760A"/>
    <w:pPr>
      <w:numPr>
        <w:numId w:val="2"/>
      </w:numPr>
      <w:spacing w:after="0"/>
    </w:pPr>
  </w:style>
  <w:style w:type="character" w:customStyle="1" w:styleId="a9">
    <w:name w:val="Полужирный"/>
    <w:rsid w:val="00ED6A7C"/>
    <w:rPr>
      <w:b/>
      <w:bCs/>
    </w:rPr>
  </w:style>
  <w:style w:type="paragraph" w:styleId="aa">
    <w:name w:val="footer"/>
    <w:aliases w:val="Footer маленький"/>
    <w:rsid w:val="00723058"/>
    <w:pPr>
      <w:tabs>
        <w:tab w:val="center" w:pos="4677"/>
        <w:tab w:val="right" w:pos="9355"/>
      </w:tabs>
    </w:pPr>
    <w:rPr>
      <w:rFonts w:ascii="Arial" w:hAnsi="Arial"/>
      <w:sz w:val="14"/>
      <w:szCs w:val="24"/>
      <w:lang w:eastAsia="ar-SA"/>
    </w:rPr>
  </w:style>
  <w:style w:type="paragraph" w:customStyle="1" w:styleId="a0">
    <w:name w:val="Спискок с квадратом"/>
    <w:basedOn w:val="a5"/>
    <w:next w:val="a5"/>
    <w:rsid w:val="004B78EF"/>
    <w:pPr>
      <w:numPr>
        <w:numId w:val="3"/>
      </w:numPr>
      <w:spacing w:after="0"/>
    </w:pPr>
  </w:style>
  <w:style w:type="paragraph" w:styleId="11">
    <w:name w:val="toc 1"/>
    <w:basedOn w:val="a5"/>
    <w:next w:val="a5"/>
    <w:autoRedefine/>
    <w:semiHidden/>
    <w:rsid w:val="00F87704"/>
    <w:pPr>
      <w:tabs>
        <w:tab w:val="left" w:pos="540"/>
        <w:tab w:val="right" w:leader="dot" w:pos="10080"/>
      </w:tabs>
      <w:spacing w:after="0" w:line="240" w:lineRule="auto"/>
    </w:pPr>
  </w:style>
  <w:style w:type="paragraph" w:styleId="21">
    <w:name w:val="toc 2"/>
    <w:basedOn w:val="a5"/>
    <w:next w:val="a5"/>
    <w:autoRedefine/>
    <w:uiPriority w:val="39"/>
    <w:semiHidden/>
    <w:rsid w:val="00F87704"/>
    <w:pPr>
      <w:tabs>
        <w:tab w:val="left" w:pos="900"/>
        <w:tab w:val="right" w:leader="dot" w:pos="10080"/>
      </w:tabs>
      <w:spacing w:after="0" w:line="240" w:lineRule="auto"/>
      <w:ind w:left="900" w:hanging="660"/>
    </w:pPr>
  </w:style>
  <w:style w:type="paragraph" w:styleId="30">
    <w:name w:val="toc 3"/>
    <w:basedOn w:val="a5"/>
    <w:next w:val="a5"/>
    <w:autoRedefine/>
    <w:uiPriority w:val="39"/>
    <w:semiHidden/>
    <w:rsid w:val="00F87704"/>
    <w:pPr>
      <w:tabs>
        <w:tab w:val="left" w:pos="1440"/>
        <w:tab w:val="right" w:leader="dot" w:pos="10080"/>
      </w:tabs>
      <w:spacing w:after="0" w:line="240" w:lineRule="auto"/>
      <w:ind w:left="1440" w:right="68" w:hanging="960"/>
    </w:pPr>
  </w:style>
  <w:style w:type="character" w:styleId="ab">
    <w:name w:val="Hyperlink"/>
    <w:uiPriority w:val="99"/>
    <w:semiHidden/>
    <w:rsid w:val="00036206"/>
    <w:rPr>
      <w:color w:val="0000FF"/>
      <w:u w:val="single"/>
    </w:rPr>
  </w:style>
  <w:style w:type="table" w:styleId="ac">
    <w:name w:val="Table Grid"/>
    <w:basedOn w:val="a7"/>
    <w:rsid w:val="009C0362"/>
    <w:pPr>
      <w:spacing w:line="312" w:lineRule="auto"/>
      <w:jc w:val="both"/>
    </w:pPr>
    <w:rPr>
      <w:rFonts w:ascii="Arial" w:hAnsi="Arial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  <w:vAlign w:val="center"/>
      </w:tcPr>
    </w:tblStylePr>
  </w:style>
  <w:style w:type="character" w:customStyle="1" w:styleId="ad">
    <w:name w:val="Курсив"/>
    <w:rsid w:val="00F742F0"/>
    <w:rPr>
      <w:i/>
      <w:iCs/>
    </w:rPr>
  </w:style>
  <w:style w:type="paragraph" w:customStyle="1" w:styleId="ae">
    <w:name w:val="Таблица. Тело"/>
    <w:basedOn w:val="a5"/>
    <w:link w:val="af"/>
    <w:rsid w:val="00543616"/>
    <w:pPr>
      <w:spacing w:after="0" w:line="240" w:lineRule="auto"/>
      <w:jc w:val="left"/>
    </w:pPr>
    <w:rPr>
      <w:sz w:val="20"/>
      <w:szCs w:val="20"/>
    </w:rPr>
  </w:style>
  <w:style w:type="character" w:customStyle="1" w:styleId="af">
    <w:name w:val="Таблица. Тело Знак"/>
    <w:link w:val="ae"/>
    <w:rsid w:val="00543616"/>
    <w:rPr>
      <w:rFonts w:ascii="Arial" w:hAnsi="Arial"/>
      <w:lang w:val="ru-RU" w:eastAsia="ar-SA" w:bidi="ar-SA"/>
    </w:rPr>
  </w:style>
  <w:style w:type="paragraph" w:customStyle="1" w:styleId="af0">
    <w:name w:val="Таблица. Шапка"/>
    <w:basedOn w:val="a5"/>
    <w:rsid w:val="00543616"/>
    <w:pPr>
      <w:spacing w:before="100" w:after="100" w:line="240" w:lineRule="auto"/>
      <w:jc w:val="center"/>
    </w:pPr>
    <w:rPr>
      <w:b/>
      <w:sz w:val="20"/>
      <w:szCs w:val="20"/>
    </w:rPr>
  </w:style>
  <w:style w:type="paragraph" w:customStyle="1" w:styleId="af1">
    <w:name w:val="Таблица. Подпись"/>
    <w:basedOn w:val="a5"/>
    <w:rsid w:val="0074475D"/>
    <w:pPr>
      <w:spacing w:after="0"/>
    </w:pPr>
    <w:rPr>
      <w:szCs w:val="20"/>
    </w:rPr>
  </w:style>
  <w:style w:type="paragraph" w:styleId="40">
    <w:name w:val="toc 4"/>
    <w:basedOn w:val="a5"/>
    <w:next w:val="a5"/>
    <w:autoRedefine/>
    <w:uiPriority w:val="39"/>
    <w:semiHidden/>
    <w:rsid w:val="00411163"/>
    <w:pPr>
      <w:tabs>
        <w:tab w:val="left" w:pos="1980"/>
        <w:tab w:val="right" w:leader="dot" w:pos="10080"/>
      </w:tabs>
      <w:spacing w:after="0" w:line="240" w:lineRule="auto"/>
      <w:ind w:left="720" w:firstLine="181"/>
    </w:pPr>
  </w:style>
  <w:style w:type="paragraph" w:styleId="af2">
    <w:name w:val="header"/>
    <w:aliases w:val="Even,header-first,HeaderPort,??????? ??????????,ВерхКолонтитул,Titul,Heder,??????? ??????????1,??????? ??????????2,??????? ??????????3,??????? ??????????11,??????? ??????????21,??????? ??????????4,??????? ??????????5,Текст в штампе,Зн"/>
    <w:basedOn w:val="a5"/>
    <w:link w:val="af3"/>
    <w:uiPriority w:val="99"/>
    <w:rsid w:val="003B6E9A"/>
    <w:pPr>
      <w:tabs>
        <w:tab w:val="center" w:pos="4677"/>
        <w:tab w:val="right" w:pos="9355"/>
      </w:tabs>
    </w:pPr>
    <w:rPr>
      <w:lang/>
    </w:rPr>
  </w:style>
  <w:style w:type="paragraph" w:styleId="af4">
    <w:name w:val="Document Map"/>
    <w:basedOn w:val="a5"/>
    <w:semiHidden/>
    <w:rsid w:val="008224D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5">
    <w:name w:val="annotation reference"/>
    <w:semiHidden/>
    <w:rsid w:val="005E73A1"/>
    <w:rPr>
      <w:sz w:val="16"/>
      <w:szCs w:val="16"/>
    </w:rPr>
  </w:style>
  <w:style w:type="paragraph" w:styleId="af6">
    <w:name w:val="annotation text"/>
    <w:basedOn w:val="a5"/>
    <w:link w:val="af7"/>
    <w:uiPriority w:val="99"/>
    <w:semiHidden/>
    <w:rsid w:val="005E73A1"/>
    <w:rPr>
      <w:sz w:val="20"/>
      <w:szCs w:val="20"/>
      <w:lang/>
    </w:rPr>
  </w:style>
  <w:style w:type="paragraph" w:styleId="af8">
    <w:name w:val="Balloon Text"/>
    <w:basedOn w:val="a5"/>
    <w:semiHidden/>
    <w:rsid w:val="005E73A1"/>
    <w:rPr>
      <w:rFonts w:ascii="Tahoma" w:hAnsi="Tahoma" w:cs="Tahoma"/>
      <w:sz w:val="16"/>
      <w:szCs w:val="16"/>
    </w:rPr>
  </w:style>
  <w:style w:type="paragraph" w:styleId="af9">
    <w:name w:val="annotation subject"/>
    <w:basedOn w:val="af6"/>
    <w:next w:val="af6"/>
    <w:semiHidden/>
    <w:rsid w:val="00F93748"/>
    <w:rPr>
      <w:b/>
      <w:bCs/>
    </w:rPr>
  </w:style>
  <w:style w:type="paragraph" w:styleId="afa">
    <w:name w:val="caption"/>
    <w:basedOn w:val="a5"/>
    <w:next w:val="a5"/>
    <w:qFormat/>
    <w:rsid w:val="00D36966"/>
    <w:rPr>
      <w:b/>
      <w:bCs/>
      <w:sz w:val="20"/>
      <w:szCs w:val="20"/>
    </w:rPr>
  </w:style>
  <w:style w:type="paragraph" w:styleId="60">
    <w:name w:val="toc 6"/>
    <w:basedOn w:val="a5"/>
    <w:next w:val="a5"/>
    <w:autoRedefine/>
    <w:semiHidden/>
    <w:rsid w:val="00137A9B"/>
    <w:pPr>
      <w:suppressAutoHyphens w:val="0"/>
      <w:spacing w:after="0" w:line="240" w:lineRule="auto"/>
      <w:ind w:left="1000"/>
      <w:jc w:val="left"/>
    </w:pPr>
    <w:rPr>
      <w:rFonts w:ascii="Times New Roman" w:hAnsi="Times New Roman"/>
      <w:sz w:val="20"/>
      <w:szCs w:val="21"/>
      <w:lang w:eastAsia="ru-RU"/>
    </w:rPr>
  </w:style>
  <w:style w:type="character" w:styleId="afb">
    <w:name w:val="page number"/>
    <w:basedOn w:val="a6"/>
    <w:semiHidden/>
    <w:rsid w:val="004E468A"/>
  </w:style>
  <w:style w:type="character" w:customStyle="1" w:styleId="12">
    <w:name w:val="Заголовок 1 Знак Знак Знак"/>
    <w:semiHidden/>
    <w:rsid w:val="00804684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styleId="afc">
    <w:name w:val="Body Text Indent"/>
    <w:aliases w:val="Основной текст с отступом Знак,Основной текст с отступом Знак Знак,Основной текст с отступом1 Знак Знак,Основной текст с отступом1 Знак Знак Знак Знак Знак,Основной текст с отступом1 Знак Знак Знак Знак Знак Знак Знак"/>
    <w:basedOn w:val="a5"/>
    <w:link w:val="13"/>
    <w:rsid w:val="00EA7714"/>
    <w:pPr>
      <w:suppressAutoHyphens w:val="0"/>
      <w:spacing w:after="0" w:line="360" w:lineRule="auto"/>
      <w:ind w:firstLine="720"/>
    </w:pPr>
    <w:rPr>
      <w:szCs w:val="20"/>
      <w:lang/>
    </w:rPr>
  </w:style>
  <w:style w:type="paragraph" w:styleId="90">
    <w:name w:val="toc 9"/>
    <w:basedOn w:val="a5"/>
    <w:next w:val="a5"/>
    <w:autoRedefine/>
    <w:semiHidden/>
    <w:rsid w:val="00645019"/>
    <w:pPr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ascii="Times New Roman" w:hAnsi="Times New Roman"/>
      <w:sz w:val="18"/>
      <w:szCs w:val="20"/>
      <w:lang w:eastAsia="ru-RU"/>
    </w:rPr>
  </w:style>
  <w:style w:type="paragraph" w:customStyle="1" w:styleId="14">
    <w:name w:val="Обычный1"/>
    <w:rsid w:val="00092A26"/>
  </w:style>
  <w:style w:type="paragraph" w:customStyle="1" w:styleId="OaaeeoaIoiaaoey">
    <w:name w:val="OaaeeoaIoia?aoey"/>
    <w:basedOn w:val="a5"/>
    <w:rsid w:val="00092A26"/>
    <w:pPr>
      <w:suppressAutoHyphens w:val="0"/>
      <w:spacing w:before="120" w:after="0" w:line="240" w:lineRule="auto"/>
      <w:jc w:val="center"/>
    </w:pPr>
    <w:rPr>
      <w:szCs w:val="20"/>
      <w:lang w:eastAsia="ru-RU"/>
    </w:rPr>
  </w:style>
  <w:style w:type="paragraph" w:customStyle="1" w:styleId="afd">
    <w:name w:val="Нумерованный Т"/>
    <w:basedOn w:val="a5"/>
    <w:rsid w:val="00092A26"/>
    <w:pPr>
      <w:keepLines/>
      <w:suppressLineNumbers/>
      <w:overflowPunct w:val="0"/>
      <w:autoSpaceDE w:val="0"/>
      <w:autoSpaceDN w:val="0"/>
      <w:adjustRightInd w:val="0"/>
      <w:spacing w:before="40" w:after="20" w:line="240" w:lineRule="auto"/>
      <w:ind w:left="318" w:hanging="318"/>
      <w:jc w:val="left"/>
      <w:textAlignment w:val="baseline"/>
    </w:pPr>
    <w:rPr>
      <w:rFonts w:ascii="Times New Roman Cyr" w:hAnsi="Times New Roman Cyr"/>
      <w:sz w:val="22"/>
      <w:szCs w:val="20"/>
      <w:lang w:eastAsia="ru-RU"/>
    </w:rPr>
  </w:style>
  <w:style w:type="paragraph" w:styleId="22">
    <w:name w:val="Body Text Indent 2"/>
    <w:basedOn w:val="a5"/>
    <w:rsid w:val="00645019"/>
    <w:pPr>
      <w:suppressAutoHyphens w:val="0"/>
      <w:spacing w:after="0" w:line="360" w:lineRule="auto"/>
      <w:ind w:left="1134" w:firstLine="720"/>
    </w:pPr>
    <w:rPr>
      <w:szCs w:val="20"/>
      <w:lang w:eastAsia="ru-RU"/>
    </w:rPr>
  </w:style>
  <w:style w:type="paragraph" w:customStyle="1" w:styleId="a">
    <w:name w:val="МаркированныйСписок"/>
    <w:basedOn w:val="a5"/>
    <w:rsid w:val="004D549F"/>
    <w:pPr>
      <w:numPr>
        <w:numId w:val="13"/>
      </w:numPr>
      <w:tabs>
        <w:tab w:val="clear" w:pos="360"/>
        <w:tab w:val="num" w:pos="709"/>
      </w:tabs>
      <w:suppressAutoHyphens w:val="0"/>
      <w:spacing w:line="240" w:lineRule="auto"/>
      <w:ind w:left="709" w:hanging="283"/>
    </w:pPr>
    <w:rPr>
      <w:rFonts w:ascii="Times New Roman" w:hAnsi="Times New Roman"/>
      <w:sz w:val="26"/>
      <w:szCs w:val="20"/>
      <w:lang w:eastAsia="ru-RU"/>
    </w:rPr>
  </w:style>
  <w:style w:type="paragraph" w:customStyle="1" w:styleId="120">
    <w:name w:val="штамп_12"/>
    <w:basedOn w:val="a5"/>
    <w:rsid w:val="00C172ED"/>
    <w:pPr>
      <w:suppressAutoHyphens w:val="0"/>
      <w:spacing w:after="0" w:line="240" w:lineRule="auto"/>
      <w:jc w:val="center"/>
    </w:pPr>
    <w:rPr>
      <w:rFonts w:ascii="Times New Roman" w:hAnsi="Times New Roman"/>
      <w:b/>
      <w:bCs/>
      <w:sz w:val="16"/>
      <w:lang w:eastAsia="ru-RU"/>
    </w:rPr>
  </w:style>
  <w:style w:type="paragraph" w:customStyle="1" w:styleId="a2">
    <w:name w:val="Список маркированный"/>
    <w:basedOn w:val="a5"/>
    <w:rsid w:val="00C172ED"/>
    <w:pPr>
      <w:numPr>
        <w:numId w:val="15"/>
      </w:numPr>
      <w:tabs>
        <w:tab w:val="left" w:pos="1080"/>
      </w:tabs>
      <w:suppressAutoHyphens w:val="0"/>
      <w:spacing w:after="0" w:line="360" w:lineRule="auto"/>
      <w:ind w:right="113"/>
    </w:pPr>
    <w:rPr>
      <w:rFonts w:ascii="Times New Roman" w:hAnsi="Times New Roman"/>
      <w:szCs w:val="20"/>
      <w:lang w:eastAsia="ru-RU"/>
    </w:rPr>
  </w:style>
  <w:style w:type="character" w:customStyle="1" w:styleId="af3">
    <w:name w:val="Верхний колонтитул Знак"/>
    <w:aliases w:val="Even Знак,header-first Знак,HeaderPort Знак,??????? ?????????? Знак,ВерхКолонтитул Знак,Titul Знак,Heder Знак,??????? ??????????1 Знак,??????? ??????????2 Знак,??????? ??????????3 Знак,??????? ??????????11 Знак,Зн Знак"/>
    <w:link w:val="af2"/>
    <w:uiPriority w:val="99"/>
    <w:rsid w:val="00356625"/>
    <w:rPr>
      <w:rFonts w:ascii="Arial" w:hAnsi="Arial"/>
      <w:sz w:val="24"/>
      <w:szCs w:val="24"/>
      <w:lang w:eastAsia="ar-SA"/>
    </w:rPr>
  </w:style>
  <w:style w:type="paragraph" w:customStyle="1" w:styleId="--">
    <w:name w:val="УГТП-Подписи-Даты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center"/>
    </w:pPr>
    <w:rPr>
      <w:rFonts w:ascii="Arial Narrow" w:hAnsi="Arial Narrow" w:cs="Arial"/>
      <w:spacing w:val="-13"/>
      <w:sz w:val="16"/>
      <w:szCs w:val="16"/>
      <w:lang w:eastAsia="ru-RU"/>
    </w:rPr>
  </w:style>
  <w:style w:type="paragraph" w:customStyle="1" w:styleId="--0">
    <w:name w:val="УГТП-Подписи-ФИО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cs="Arial"/>
      <w:spacing w:val="-13"/>
      <w:sz w:val="16"/>
      <w:szCs w:val="16"/>
      <w:lang w:eastAsia="ru-RU"/>
    </w:rPr>
  </w:style>
  <w:style w:type="character" w:customStyle="1" w:styleId="af7">
    <w:name w:val="Текст примечания Знак"/>
    <w:link w:val="af6"/>
    <w:uiPriority w:val="99"/>
    <w:semiHidden/>
    <w:locked/>
    <w:rsid w:val="00B923C3"/>
    <w:rPr>
      <w:rFonts w:ascii="Arial" w:hAnsi="Arial"/>
      <w:lang w:eastAsia="ar-SA"/>
    </w:rPr>
  </w:style>
  <w:style w:type="paragraph" w:customStyle="1" w:styleId="210">
    <w:name w:val="Основной текст с отступом 21"/>
    <w:basedOn w:val="a5"/>
    <w:rsid w:val="002F76D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">
    <w:name w:val="Основной текст с отступом 22"/>
    <w:basedOn w:val="a5"/>
    <w:rsid w:val="00260A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">
    <w:name w:val="Основной текст с отступом 23"/>
    <w:basedOn w:val="a5"/>
    <w:rsid w:val="00275A37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4">
    <w:name w:val="Основной текст с отступом 24"/>
    <w:basedOn w:val="a5"/>
    <w:rsid w:val="005A692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5">
    <w:name w:val="Основной текст с отступом 25"/>
    <w:basedOn w:val="a5"/>
    <w:rsid w:val="004E086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6">
    <w:name w:val="Основной текст с отступом 26"/>
    <w:basedOn w:val="a5"/>
    <w:rsid w:val="00A35E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7">
    <w:name w:val="Основной текст с отступом 27"/>
    <w:basedOn w:val="a5"/>
    <w:rsid w:val="009129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8">
    <w:name w:val="Основной текст с отступом 28"/>
    <w:basedOn w:val="a5"/>
    <w:rsid w:val="005E778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9">
    <w:name w:val="Основной текст с отступом 29"/>
    <w:basedOn w:val="a5"/>
    <w:rsid w:val="002F1D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00">
    <w:name w:val="Основной текст с отступом 210"/>
    <w:basedOn w:val="a5"/>
    <w:rsid w:val="00E41FA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1">
    <w:name w:val="Основной текст с отступом 211"/>
    <w:basedOn w:val="a5"/>
    <w:rsid w:val="00E7773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2">
    <w:name w:val="Основной текст с отступом 212"/>
    <w:basedOn w:val="a5"/>
    <w:rsid w:val="00A167A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3">
    <w:name w:val="Основной текст с отступом 213"/>
    <w:basedOn w:val="a5"/>
    <w:rsid w:val="00FB322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4">
    <w:name w:val="Основной текст с отступом 214"/>
    <w:basedOn w:val="a5"/>
    <w:rsid w:val="00066DF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5">
    <w:name w:val="Основной текст с отступом 215"/>
    <w:basedOn w:val="a5"/>
    <w:rsid w:val="00B13BC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6">
    <w:name w:val="Основной текст с отступом 216"/>
    <w:basedOn w:val="a5"/>
    <w:rsid w:val="002261E9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7">
    <w:name w:val="Основной текст с отступом 217"/>
    <w:basedOn w:val="a5"/>
    <w:rsid w:val="003A1F0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8">
    <w:name w:val="Основной текст с отступом 218"/>
    <w:basedOn w:val="a5"/>
    <w:rsid w:val="002551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9">
    <w:name w:val="Основной текст с отступом 219"/>
    <w:basedOn w:val="a5"/>
    <w:rsid w:val="00586A4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0">
    <w:name w:val="Основной текст с отступом 220"/>
    <w:basedOn w:val="a5"/>
    <w:rsid w:val="000E630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1">
    <w:name w:val="Основной текст с отступом 221"/>
    <w:basedOn w:val="a5"/>
    <w:rsid w:val="003E388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2">
    <w:name w:val="Основной текст с отступом 222"/>
    <w:basedOn w:val="a5"/>
    <w:rsid w:val="00AB458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3">
    <w:name w:val="Основной текст с отступом 223"/>
    <w:basedOn w:val="a5"/>
    <w:rsid w:val="002500F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4">
    <w:name w:val="Основной текст с отступом 224"/>
    <w:basedOn w:val="a5"/>
    <w:rsid w:val="00376AFF"/>
    <w:pPr>
      <w:suppressAutoHyphens w:val="0"/>
      <w:spacing w:after="0"/>
      <w:ind w:left="720"/>
    </w:pPr>
    <w:rPr>
      <w:szCs w:val="20"/>
      <w:lang w:eastAsia="ru-RU"/>
    </w:rPr>
  </w:style>
  <w:style w:type="character" w:customStyle="1" w:styleId="13">
    <w:name w:val="Основной текст с отступом Знак1"/>
    <w:aliases w:val="Основной текст с отступом Знак Знак1,Основной текст с отступом Знак Знак Знак,Основной текст с отступом1 Знак Знак Знак,Основной текст с отступом1 Знак Знак Знак Знак Знак Знак"/>
    <w:link w:val="afc"/>
    <w:rsid w:val="0044281F"/>
    <w:rPr>
      <w:rFonts w:ascii="Arial" w:hAnsi="Arial"/>
      <w:sz w:val="24"/>
    </w:rPr>
  </w:style>
  <w:style w:type="paragraph" w:customStyle="1" w:styleId="225">
    <w:name w:val="Основной текст с отступом 225"/>
    <w:basedOn w:val="a5"/>
    <w:rsid w:val="003558BD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6">
    <w:name w:val="Основной текст с отступом 226"/>
    <w:basedOn w:val="a5"/>
    <w:rsid w:val="002D4D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7">
    <w:name w:val="Основной текст с отступом 227"/>
    <w:basedOn w:val="a5"/>
    <w:rsid w:val="00ED431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8">
    <w:name w:val="Основной текст с отступом 228"/>
    <w:basedOn w:val="a5"/>
    <w:rsid w:val="00D264E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9">
    <w:name w:val="Основной текст с отступом 229"/>
    <w:basedOn w:val="a5"/>
    <w:rsid w:val="00B1308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fe">
    <w:name w:val="Пояснительная записка"/>
    <w:basedOn w:val="a5"/>
    <w:rsid w:val="00B13084"/>
    <w:pPr>
      <w:suppressLineNumbers/>
      <w:suppressAutoHyphens w:val="0"/>
      <w:spacing w:after="0" w:line="360" w:lineRule="auto"/>
      <w:ind w:firstLine="680"/>
    </w:pPr>
    <w:rPr>
      <w:rFonts w:cs="Arial"/>
      <w:kern w:val="20"/>
      <w:szCs w:val="20"/>
      <w:lang w:eastAsia="ru-RU"/>
    </w:rPr>
  </w:style>
  <w:style w:type="paragraph" w:customStyle="1" w:styleId="230">
    <w:name w:val="Основной текст с отступом 230"/>
    <w:basedOn w:val="a5"/>
    <w:rsid w:val="002D309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1">
    <w:name w:val="Основной текст с отступом 231"/>
    <w:basedOn w:val="a5"/>
    <w:rsid w:val="00F008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2">
    <w:name w:val="Основной текст с отступом 232"/>
    <w:basedOn w:val="a5"/>
    <w:rsid w:val="00162B63"/>
    <w:pPr>
      <w:suppressAutoHyphens w:val="0"/>
      <w:spacing w:after="0"/>
      <w:ind w:left="720"/>
    </w:pPr>
    <w:rPr>
      <w:szCs w:val="20"/>
      <w:lang w:eastAsia="ru-RU"/>
    </w:rPr>
  </w:style>
  <w:style w:type="paragraph" w:styleId="aff">
    <w:name w:val="Revision"/>
    <w:hidden/>
    <w:uiPriority w:val="99"/>
    <w:semiHidden/>
    <w:rsid w:val="0026085D"/>
    <w:rPr>
      <w:rFonts w:ascii="Arial" w:hAnsi="Arial"/>
      <w:sz w:val="24"/>
      <w:szCs w:val="24"/>
      <w:lang w:eastAsia="ar-SA"/>
    </w:rPr>
  </w:style>
  <w:style w:type="paragraph" w:customStyle="1" w:styleId="233">
    <w:name w:val="Основной текст с отступом 233"/>
    <w:basedOn w:val="a5"/>
    <w:rsid w:val="009873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4">
    <w:name w:val="Основной текст с отступом 234"/>
    <w:basedOn w:val="a5"/>
    <w:rsid w:val="000636F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5">
    <w:name w:val="Основной текст с отступом 235"/>
    <w:basedOn w:val="a5"/>
    <w:rsid w:val="00FC387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6">
    <w:name w:val="Основной текст с отступом 236"/>
    <w:basedOn w:val="a5"/>
    <w:rsid w:val="00DB3FA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7">
    <w:name w:val="Основной текст с отступом 237"/>
    <w:basedOn w:val="a5"/>
    <w:rsid w:val="0084721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1">
    <w:name w:val="Марк.список"/>
    <w:basedOn w:val="a5"/>
    <w:rsid w:val="00EA3D35"/>
    <w:pPr>
      <w:widowControl w:val="0"/>
      <w:numPr>
        <w:numId w:val="37"/>
      </w:numPr>
      <w:suppressAutoHyphens w:val="0"/>
      <w:spacing w:before="100" w:after="100" w:line="240" w:lineRule="auto"/>
    </w:pPr>
    <w:rPr>
      <w:rFonts w:ascii="Times New Roman" w:hAnsi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OVI~1\AppData\Local\Temp\LotsiaTempFolder\&#1054;&#1087;&#1088;&#1086;&#1089;&#1085;&#1099;&#1081;%20&#1051;&#1080;&#1089;&#1090;%20&#1062;&#1055;&#1057;&#1040;&#1080;&#1057;%20&#1073;&#1077;&#1079;%20&#1043;&#1083;.%20&#1057;&#1087;&#1077;&#109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FF9C8-8B4B-4E96-9E0A-F93A04F9A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Опросный Лист ЦПСАиС без Гл. Спеца.dotx</Template>
  <TotalTime>124</TotalTime>
  <Pages>1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ШИФР-ШИФР</vt:lpstr>
    </vt:vector>
  </TitlesOfParts>
  <Company>Стадия</Company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ШИФР-ШИФР</dc:title>
  <dc:subject>Инв.№</dc:subject>
  <dc:creator>Коровин Евгений Сергеевич</dc:creator>
  <cp:keywords>Название объекта</cp:keywords>
  <cp:lastModifiedBy>Nipi9999</cp:lastModifiedBy>
  <cp:revision>26</cp:revision>
  <cp:lastPrinted>2023-11-13T16:54:00Z</cp:lastPrinted>
  <dcterms:created xsi:type="dcterms:W3CDTF">2023-12-11T00:00:00Z</dcterms:created>
  <dcterms:modified xsi:type="dcterms:W3CDTF">2025-03-25T13:28:00Z</dcterms:modified>
  <cp:category>Дата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K">
    <vt:lpwstr>ШИФР</vt:lpwstr>
  </property>
  <property fmtid="{D5CDD505-2E9C-101B-9397-08002B2CF9AE}" pid="3" name="List">
    <vt:lpwstr>ОЛ</vt:lpwstr>
  </property>
  <property fmtid="{D5CDD505-2E9C-101B-9397-08002B2CF9AE}" pid="4" name="Prilozhenie">
    <vt:lpwstr>ОЛ на первич</vt:lpwstr>
  </property>
  <property fmtid="{D5CDD505-2E9C-101B-9397-08002B2CF9AE}" pid="5" name="OL">
    <vt:lpwstr>ОЛ на</vt:lpwstr>
  </property>
  <property fmtid="{D5CDD505-2E9C-101B-9397-08002B2CF9AE}" pid="6" name="LSATTR_VERID">
    <vt:lpwstr>100021874700014</vt:lpwstr>
  </property>
  <property fmtid="{D5CDD505-2E9C-101B-9397-08002B2CF9AE}" pid="7" name="LSATTR_Обозначение">
    <vt:lpwstr>Г.9.0000.21043-ЧТН/ГТП-00.000-АПТ.ЗП.ОЛ1.2.2.2</vt:lpwstr>
  </property>
  <property fmtid="{D5CDD505-2E9C-101B-9397-08002B2CF9AE}" pid="8" name="LSATTR_Наименование_проекта">
    <vt:lpwstr>Автоматизированная система управления технологическим процессом НПС Подкумок (СА МНС, ПНС и РП, СА ПТ). Тихорецкое РУМН. Техническое перевооружение_x000d_
</vt:lpwstr>
  </property>
  <property fmtid="{D5CDD505-2E9C-101B-9397-08002B2CF9AE}" pid="9" name="LSATTR_Наименование_комплекта">
    <vt:lpwstr>Задание на поставку СА ПТ</vt:lpwstr>
  </property>
  <property fmtid="{D5CDD505-2E9C-101B-9397-08002B2CF9AE}" pid="10" name="LSATTR_Наименование">
    <vt:lpwstr>Извещатель пожарный оптико-электронный дымовой. Опросный лист</vt:lpwstr>
  </property>
  <property fmtid="{D5CDD505-2E9C-101B-9397-08002B2CF9AE}" pid="11" name="LSATTR_Подпись__Разработал_ФИО">
    <vt:lpwstr>Коннов В. В.</vt:lpwstr>
  </property>
  <property fmtid="{D5CDD505-2E9C-101B-9397-08002B2CF9AE}" pid="12" name="LSATTR_Подпись__Разработал_Дата">
    <vt:lpwstr>_</vt:lpwstr>
  </property>
  <property fmtid="{D5CDD505-2E9C-101B-9397-08002B2CF9AE}" pid="13" name="LSATTR_Подпись__Проверил_ФИО">
    <vt:lpwstr>_</vt:lpwstr>
  </property>
  <property fmtid="{D5CDD505-2E9C-101B-9397-08002B2CF9AE}" pid="14" name="LSATTR_Подпись__Проверил_Дата">
    <vt:lpwstr>_</vt:lpwstr>
  </property>
  <property fmtid="{D5CDD505-2E9C-101B-9397-08002B2CF9AE}" pid="15" name="LSATTR_Подпись__Гл__спец__ФИО">
    <vt:lpwstr>_</vt:lpwstr>
  </property>
  <property fmtid="{D5CDD505-2E9C-101B-9397-08002B2CF9AE}" pid="16" name="LSATTR_Подпись__Гл__спец__Дата">
    <vt:lpwstr>_</vt:lpwstr>
  </property>
  <property fmtid="{D5CDD505-2E9C-101B-9397-08002B2CF9AE}" pid="17" name="LSATTR_Подпись__Нормоконтроль_ФИО">
    <vt:lpwstr>_</vt:lpwstr>
  </property>
  <property fmtid="{D5CDD505-2E9C-101B-9397-08002B2CF9AE}" pid="18" name="LSATTR_Подпись__Нормоконтроль_Дата">
    <vt:lpwstr>_</vt:lpwstr>
  </property>
  <property fmtid="{D5CDD505-2E9C-101B-9397-08002B2CF9AE}" pid="19" name="LSATTR_Подпись__Нач__отдела_ФИО">
    <vt:lpwstr>_</vt:lpwstr>
  </property>
  <property fmtid="{D5CDD505-2E9C-101B-9397-08002B2CF9AE}" pid="20" name="LSATTR_Подпись__Нач__отдела_Дата">
    <vt:lpwstr>_</vt:lpwstr>
  </property>
  <property fmtid="{D5CDD505-2E9C-101B-9397-08002B2CF9AE}" pid="21" name="LSATTR_Подпись__ГИП_ФИО">
    <vt:lpwstr>_</vt:lpwstr>
  </property>
  <property fmtid="{D5CDD505-2E9C-101B-9397-08002B2CF9AE}" pid="22" name="LSATTR_Подпись__ГИП_Дата">
    <vt:lpwstr>_</vt:lpwstr>
  </property>
  <property fmtid="{D5CDD505-2E9C-101B-9397-08002B2CF9AE}" pid="23" name="LSATTR_Инвентарный__">
    <vt:lpwstr>278922</vt:lpwstr>
  </property>
  <property fmtid="{D5CDD505-2E9C-101B-9397-08002B2CF9AE}" pid="24" name="LSATTR_Заказчик">
    <vt:lpwstr>АО "Черномортранснефть"</vt:lpwstr>
  </property>
</Properties>
</file>