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7" w:rsidRPr="00E25C0E" w:rsidRDefault="009B3867" w:rsidP="00D75626">
      <w:pPr>
        <w:spacing w:after="0" w:line="14" w:lineRule="exact"/>
        <w:rPr>
          <w:rFonts w:ascii="Times New Roman" w:hAnsi="Times New Roman"/>
          <w:sz w:val="2"/>
          <w:szCs w:val="2"/>
        </w:rPr>
        <w:sectPr w:rsidR="009B3867" w:rsidRPr="00E25C0E" w:rsidSect="00AE2EA6">
          <w:headerReference w:type="default" r:id="rId8"/>
          <w:footerReference w:type="default" r:id="rId9"/>
          <w:pgSz w:w="11906" w:h="16838"/>
          <w:pgMar w:top="84" w:right="454" w:bottom="1304" w:left="1304" w:header="227" w:footer="227" w:gutter="0"/>
          <w:cols w:space="708"/>
          <w:docGrid w:linePitch="360"/>
        </w:sectPr>
      </w:pPr>
    </w:p>
    <w:tbl>
      <w:tblPr>
        <w:tblW w:w="10473" w:type="dxa"/>
        <w:tblInd w:w="-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49"/>
        <w:gridCol w:w="4536"/>
        <w:gridCol w:w="993"/>
        <w:gridCol w:w="4195"/>
      </w:tblGrid>
      <w:tr w:rsidR="00AA7EAB" w:rsidRPr="00E25C0E" w:rsidTr="00AA7EAB">
        <w:trPr>
          <w:trHeight w:val="828"/>
          <w:tblHeader/>
        </w:trPr>
        <w:tc>
          <w:tcPr>
            <w:tcW w:w="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AA7EAB" w:rsidRPr="00E25C0E" w:rsidRDefault="00AA7EAB" w:rsidP="005A0A80">
            <w:pPr>
              <w:pStyle w:val="af0"/>
              <w:ind w:left="405" w:hanging="405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Запрашиваемые данные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EAB" w:rsidRPr="00E25C0E" w:rsidRDefault="00AA7EAB" w:rsidP="005A0A80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4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EAB" w:rsidRPr="00E25C0E" w:rsidRDefault="00AA7EAB" w:rsidP="007320F4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E25C0E">
              <w:rPr>
                <w:rFonts w:ascii="Times New Roman" w:hAnsi="Times New Roman"/>
                <w:sz w:val="22"/>
                <w:szCs w:val="22"/>
              </w:rPr>
              <w:t>Технические характеристики, данные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проектирующей организации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bCs/>
                <w:sz w:val="20"/>
                <w:szCs w:val="22"/>
              </w:rPr>
              <w:t>ООО "ПриволжскНИПИнефть"</w:t>
            </w:r>
          </w:p>
        </w:tc>
      </w:tr>
      <w:tr w:rsidR="005D19BD" w:rsidRPr="00E25C0E" w:rsidTr="00356D80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Наименование и адрес предприятия-заказчика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vAlign w:val="center"/>
          </w:tcPr>
          <w:p w:rsidR="005D19BD" w:rsidRPr="007725C2" w:rsidRDefault="008D24AC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  <w:lang w:eastAsia="ar-SA"/>
              </w:rPr>
              <w:t>ООО "Блэк-Стрим"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Назначение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 xml:space="preserve">Измерение </w:t>
            </w:r>
            <w:r w:rsidR="00526018" w:rsidRPr="007725C2">
              <w:rPr>
                <w:rFonts w:ascii="Times New Roman" w:hAnsi="Times New Roman"/>
                <w:b/>
                <w:sz w:val="20"/>
              </w:rPr>
              <w:t>байпасного</w:t>
            </w:r>
            <w:r w:rsidR="00624FBB" w:rsidRPr="007725C2">
              <w:rPr>
                <w:rFonts w:ascii="Times New Roman" w:hAnsi="Times New Roman"/>
                <w:b/>
                <w:sz w:val="20"/>
              </w:rPr>
              <w:t xml:space="preserve"> уровня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Идентификатор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624FBB" w:rsidP="00062CA4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7725C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LZT4</w:t>
            </w:r>
            <w:r w:rsidR="00062CA4" w:rsidRPr="007725C2">
              <w:rPr>
                <w:rFonts w:ascii="Times New Roman" w:hAnsi="Times New Roman"/>
                <w:b/>
                <w:color w:val="000000"/>
                <w:sz w:val="20"/>
              </w:rPr>
              <w:t>5</w:t>
            </w:r>
            <w:r w:rsidR="005C1F83" w:rsidRPr="007725C2">
              <w:rPr>
                <w:rFonts w:ascii="Times New Roman" w:hAnsi="Times New Roman"/>
                <w:b/>
                <w:color w:val="000000"/>
                <w:sz w:val="20"/>
              </w:rPr>
              <w:t>1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Место установки прибора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2601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color w:val="000000"/>
                <w:sz w:val="20"/>
              </w:rPr>
              <w:t>Е-6н</w:t>
            </w:r>
          </w:p>
        </w:tc>
      </w:tr>
      <w:tr w:rsidR="00062CA4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CA4" w:rsidRPr="00E25C0E" w:rsidRDefault="00062CA4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62CA4" w:rsidRPr="00E25C0E" w:rsidRDefault="00062CA4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Класс зоны по взрыво- и пожароопасности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CA4" w:rsidRPr="00ED6835" w:rsidRDefault="00062CA4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62CA4" w:rsidRPr="007725C2" w:rsidRDefault="00062CA4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062CA4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CA4" w:rsidRPr="00E25C0E" w:rsidRDefault="00062CA4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062CA4" w:rsidRPr="00E25C0E" w:rsidRDefault="00062CA4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Категория и группа взрывоопасной смеси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CA4" w:rsidRPr="00ED6835" w:rsidRDefault="00062CA4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62CA4" w:rsidRPr="007725C2" w:rsidRDefault="00062CA4" w:rsidP="00CD72C3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7725C2">
              <w:rPr>
                <w:rFonts w:ascii="Times New Roman" w:hAnsi="Times New Roman"/>
                <w:b/>
                <w:sz w:val="20"/>
                <w:lang w:val="en-US"/>
              </w:rPr>
              <w:t>IIA-T4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1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Сохранение работоспособности во время и после землетрясения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Баллы по MSK-64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AF25E7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F25E7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F25E7">
              <w:rPr>
                <w:rFonts w:ascii="Times New Roman" w:hAnsi="Times New Roman"/>
                <w:sz w:val="20"/>
              </w:rPr>
              <w:t>Измеряемая среда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F25E7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AF25E7" w:rsidRDefault="00062CA4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AF25E7">
              <w:rPr>
                <w:rFonts w:ascii="Times New Roman" w:hAnsi="Times New Roman"/>
                <w:b/>
                <w:sz w:val="20"/>
              </w:rPr>
              <w:t>Черный соляр с подтоварной водой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Максимальное избыточное давление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кПа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062CA4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7725C2">
              <w:rPr>
                <w:rFonts w:ascii="Times New Roman" w:hAnsi="Times New Roman"/>
                <w:b/>
                <w:bCs/>
                <w:sz w:val="20"/>
              </w:rPr>
              <w:t>65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Минимальная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624FBB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7725C2">
              <w:rPr>
                <w:rFonts w:ascii="Times New Roman" w:hAnsi="Times New Roman"/>
                <w:b/>
                <w:bCs/>
                <w:sz w:val="20"/>
              </w:rPr>
              <w:t>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Максимальная температура измеряемой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26018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7725C2">
              <w:rPr>
                <w:rFonts w:ascii="Times New Roman" w:hAnsi="Times New Roman"/>
                <w:b/>
                <w:bCs/>
                <w:sz w:val="20"/>
              </w:rPr>
              <w:t>120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F25E7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b/>
                <w:sz w:val="20"/>
              </w:rPr>
            </w:pPr>
            <w:r w:rsidRPr="00AF25E7">
              <w:rPr>
                <w:rFonts w:ascii="Times New Roman" w:hAnsi="Times New Roman"/>
                <w:b/>
                <w:sz w:val="20"/>
              </w:rPr>
              <w:t>Характер измеряемой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AF25E7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коррозионная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содержание твердых частиц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0,2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vMerge/>
            <w:tcBorders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пожароопасная / взрывоопасная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062CA4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Да/</w:t>
            </w:r>
            <w:r w:rsidR="00062CA4"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 индикацией / без индикации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Без индикации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Калибровка шкалы / поверка /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диапазон измерения (</w:t>
            </w:r>
            <w:r w:rsidRPr="00342E62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c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м. примечание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26018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Да / да / </w:t>
            </w:r>
            <w:r w:rsidR="00624FBB" w:rsidRPr="007725C2">
              <w:rPr>
                <w:rFonts w:ascii="Times New Roman" w:hAnsi="Times New Roman"/>
                <w:b/>
                <w:color w:val="000000" w:themeColor="text1"/>
                <w:sz w:val="20"/>
              </w:rPr>
              <w:t>0...</w:t>
            </w:r>
            <w:r w:rsidR="00526018" w:rsidRPr="007725C2">
              <w:rPr>
                <w:rFonts w:ascii="Times New Roman" w:hAnsi="Times New Roman"/>
                <w:b/>
                <w:color w:val="000000" w:themeColor="text1"/>
                <w:sz w:val="20"/>
              </w:rPr>
              <w:t>2000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преобразователя уровня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2601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Байпас с поплавком</w:t>
            </w:r>
          </w:p>
        </w:tc>
      </w:tr>
      <w:tr w:rsidR="00411597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E25C0E" w:rsidRDefault="00411597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411597" w:rsidRDefault="00411597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411597">
              <w:rPr>
                <w:rFonts w:ascii="Times New Roman" w:hAnsi="Times New Roman"/>
                <w:sz w:val="20"/>
              </w:rPr>
              <w:t>Ширина измерительного луча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597" w:rsidRPr="00ED6835" w:rsidRDefault="00C22588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1597" w:rsidRPr="007725C2" w:rsidRDefault="00C2258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Материал деталей, контактирующих с рабочей средой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color w:val="00B050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bCs/>
                <w:sz w:val="20"/>
              </w:rPr>
            </w:pPr>
            <w:r w:rsidRPr="007725C2">
              <w:rPr>
                <w:rFonts w:ascii="Times New Roman" w:hAnsi="Times New Roman"/>
                <w:b/>
                <w:bCs/>
                <w:spacing w:val="-4"/>
                <w:sz w:val="20"/>
              </w:rPr>
              <w:t xml:space="preserve">Определяется поставщиком-изготовителем в соответствии с измеряемой средой с учетом применения покрытий исключающих налипания вязких фракций 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монтажа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 xml:space="preserve">На фланце патрубка </w:t>
            </w:r>
            <w:r w:rsidR="00624FBB" w:rsidRPr="007725C2">
              <w:rPr>
                <w:rFonts w:ascii="Times New Roman" w:hAnsi="Times New Roman"/>
                <w:b/>
                <w:sz w:val="20"/>
              </w:rPr>
              <w:t>Ду</w:t>
            </w:r>
            <w:r w:rsidR="00526018" w:rsidRPr="007725C2">
              <w:rPr>
                <w:rFonts w:ascii="Times New Roman" w:hAnsi="Times New Roman"/>
                <w:b/>
                <w:sz w:val="20"/>
              </w:rPr>
              <w:t>50</w:t>
            </w:r>
            <w:r w:rsidR="00B12033" w:rsidRPr="007725C2">
              <w:rPr>
                <w:rFonts w:ascii="Times New Roman" w:hAnsi="Times New Roman"/>
                <w:b/>
                <w:sz w:val="20"/>
              </w:rPr>
              <w:t xml:space="preserve"> (2 шт.)</w:t>
            </w:r>
            <w:r w:rsidRPr="007725C2">
              <w:rPr>
                <w:rFonts w:ascii="Times New Roman" w:hAnsi="Times New Roman"/>
                <w:b/>
                <w:sz w:val="20"/>
              </w:rPr>
              <w:t xml:space="preserve"> по ГОСТ 33259</w:t>
            </w:r>
            <w:r w:rsidR="00B12033" w:rsidRPr="007725C2">
              <w:rPr>
                <w:rFonts w:ascii="Times New Roman" w:hAnsi="Times New Roman"/>
                <w:b/>
                <w:sz w:val="20"/>
              </w:rPr>
              <w:t xml:space="preserve"> (см. эскиз)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Способ установки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Фланцевый (</w:t>
            </w:r>
            <w:r w:rsidRPr="007725C2">
              <w:rPr>
                <w:rFonts w:ascii="Times New Roman" w:hAnsi="Times New Roman"/>
                <w:b/>
                <w:sz w:val="20"/>
                <w:lang w:val="en-US"/>
              </w:rPr>
              <w:t>c</w:t>
            </w:r>
            <w:r w:rsidRPr="007725C2">
              <w:rPr>
                <w:rFonts w:ascii="Times New Roman" w:hAnsi="Times New Roman"/>
                <w:b/>
                <w:sz w:val="20"/>
              </w:rPr>
              <w:t>м. примечание 2)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CD774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 xml:space="preserve">Материал корпуса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Алюминий или алюминиевый сплав или нержавеющая сталь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конструкций (труб и т.д.) в емкости прямо под патрубком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Климатические факторы внешней среды места эксплуатации </w:t>
            </w:r>
            <w:r w:rsidRPr="008502DA">
              <w:rPr>
                <w:rFonts w:ascii="Times New Roman" w:hAnsi="Times New Roman"/>
                <w:sz w:val="20"/>
              </w:rPr>
              <w:t>по ГОСТ 15150 за исключением</w:t>
            </w:r>
            <w:r w:rsidRPr="00342E62">
              <w:rPr>
                <w:rFonts w:ascii="Times New Roman" w:hAnsi="Times New Roman"/>
                <w:color w:val="000000" w:themeColor="text1"/>
                <w:sz w:val="20"/>
              </w:rPr>
              <w:t xml:space="preserve"> параметра, указанного в следующем пункте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color w:val="000000" w:themeColor="text1"/>
                <w:sz w:val="20"/>
              </w:rPr>
              <w:t>УХЛ 1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От минус 40 до +40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C6A04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C6A04">
              <w:rPr>
                <w:rFonts w:ascii="Times New Roman" w:hAnsi="Times New Roman"/>
                <w:sz w:val="20"/>
              </w:rPr>
              <w:t>Размещение электронного блока в обогреваемом шкафу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Температура окружающей среды в обогреваемом шкафу,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sym w:font="Symbol" w:char="F0B0"/>
            </w: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Основная абсолютная погрешность,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±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Напряжение питания / источник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=24 / системное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077AD8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 xml:space="preserve">Допустимое отклонение питающего напряжения в соответствии с ГОСТ Р 52931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Обеспечение работоспособности при изменении напряжения питания в диапазоне от 18 до 30 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>Выходной сигнал / схема электрического подключения</w:t>
            </w:r>
          </w:p>
          <w:p w:rsidR="005D19BD" w:rsidRPr="00AE2EA6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E2EA6">
              <w:rPr>
                <w:rFonts w:ascii="Times New Roman" w:hAnsi="Times New Roman"/>
                <w:sz w:val="20"/>
              </w:rPr>
              <w:t xml:space="preserve">(см. примечание 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AE2EA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4-20 мА / 2-х проводная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внешней / внутренней клеммы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 / нет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Исполнение взрывозащищенное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C2258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взрывозащиты</w:t>
            </w:r>
            <w:r w:rsidRPr="005B55F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C2258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  <w:lang w:val="en-US"/>
              </w:rPr>
              <w:t>1Exd IIA-T4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Подключение по искробезопасной электрической цепи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lang w:val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Степень защиты от влаги и пыли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C6E72">
              <w:rPr>
                <w:rFonts w:ascii="Times New Roman" w:hAnsi="Times New Roman"/>
                <w:sz w:val="20"/>
              </w:rPr>
              <w:t>по ГОСТ 14254, не ниже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 xml:space="preserve">IP </w:t>
            </w:r>
            <w:r w:rsidR="00411597" w:rsidRPr="007725C2">
              <w:rPr>
                <w:rFonts w:ascii="Times New Roman" w:hAnsi="Times New Roman"/>
                <w:b/>
                <w:sz w:val="20"/>
              </w:rPr>
              <w:t>6</w:t>
            </w:r>
            <w:r w:rsidR="002C1495" w:rsidRPr="007725C2">
              <w:rPr>
                <w:rFonts w:ascii="Times New Roman" w:hAnsi="Times New Roman"/>
                <w:b/>
                <w:sz w:val="20"/>
              </w:rPr>
              <w:t>5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Поставка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C2258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Тип кабельного ввода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C2258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Под металлорукав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Заземление брони кабеля внутри ввода для любого типа брони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C22588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Присоединение кабеля в металлорукаве DN</w:t>
            </w:r>
            <w:r>
              <w:rPr>
                <w:rFonts w:ascii="Times New Roman" w:hAnsi="Times New Roman"/>
                <w:b/>
                <w:sz w:val="20"/>
              </w:rPr>
              <w:t>22</w:t>
            </w:r>
            <w:r w:rsidRPr="00FC6E72">
              <w:rPr>
                <w:rFonts w:ascii="Times New Roman" w:hAnsi="Times New Roman"/>
                <w:sz w:val="20"/>
              </w:rPr>
              <w:t xml:space="preserve"> к кабельному вводу с возможностью обеспечения электрического контакта между металлорукавом и кабельным вводом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411597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Диаметр присоединяемого 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411597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 xml:space="preserve">Для </w:t>
            </w:r>
            <w:r w:rsidR="00411597" w:rsidRPr="007725C2">
              <w:rPr>
                <w:rFonts w:ascii="Times New Roman" w:hAnsi="Times New Roman"/>
                <w:b/>
                <w:sz w:val="20"/>
              </w:rPr>
              <w:t>не</w:t>
            </w:r>
            <w:r w:rsidRPr="007725C2">
              <w:rPr>
                <w:rFonts w:ascii="Times New Roman" w:hAnsi="Times New Roman"/>
                <w:b/>
                <w:sz w:val="20"/>
              </w:rPr>
              <w:t xml:space="preserve">бронированного кабеля </w:t>
            </w:r>
            <w:r w:rsidR="00411597" w:rsidRPr="007725C2">
              <w:rPr>
                <w:rFonts w:ascii="Times New Roman" w:hAnsi="Times New Roman"/>
                <w:b/>
                <w:sz w:val="20"/>
              </w:rPr>
              <w:t>9-13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FC6E72">
              <w:rPr>
                <w:rFonts w:ascii="Times New Roman" w:hAnsi="Times New Roman"/>
                <w:sz w:val="20"/>
              </w:rPr>
              <w:t>Установка прибора над нулевой отметкой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От 0 до 10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паспорта (формуляра)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инструкции (руководства) по эксплуатации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815065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color w:val="00B050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сертификата соответствия требованиям ТР ТС «О безопасности оборудования для работы во взрывоопасных средах» (ТР ТС 012/2011)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5B55F9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5B55F9">
              <w:rPr>
                <w:rFonts w:ascii="Times New Roman" w:hAnsi="Times New Roman"/>
                <w:sz w:val="20"/>
              </w:rPr>
              <w:t>Наличие сведений об утвержденном типе СИ в ФИФ ОЕИ, свидетельства/сертификата об утверждении типа СИ, описания типа СИ (приложение к свидетельству об утверждении типа СИ) и методики поверки СИ (копии), регламентированной в описании типа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Наличие копий протоколов поверки 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Да</w:t>
            </w:r>
          </w:p>
        </w:tc>
      </w:tr>
      <w:tr w:rsidR="005D19BD" w:rsidRPr="00E25C0E" w:rsidTr="00AA7EAB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28" w:type="dxa"/>
            </w:tcMar>
            <w:vAlign w:val="center"/>
          </w:tcPr>
          <w:p w:rsidR="005D19BD" w:rsidRPr="00E25C0E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AD4C4B">
              <w:rPr>
                <w:rFonts w:ascii="Times New Roman" w:hAnsi="Times New Roman"/>
                <w:sz w:val="20"/>
              </w:rPr>
              <w:t>Межповерочный интервал,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лет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5D19BD" w:rsidP="005D19BD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725C2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5D19BD" w:rsidRPr="00E25C0E" w:rsidTr="00526018">
        <w:trPr>
          <w:trHeight w:val="454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25C0E" w:rsidRDefault="005D19BD" w:rsidP="005D19BD">
            <w:pPr>
              <w:pStyle w:val="2"/>
              <w:numPr>
                <w:ilvl w:val="0"/>
                <w:numId w:val="2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FC3872" w:rsidRDefault="005D19BD" w:rsidP="005D19BD">
            <w:pPr>
              <w:pStyle w:val="OaaeeoaIoiaaoey"/>
              <w:spacing w:before="0"/>
              <w:jc w:val="left"/>
              <w:rPr>
                <w:rFonts w:ascii="Times New Roman" w:hAnsi="Times New Roman"/>
                <w:sz w:val="20"/>
              </w:rPr>
            </w:pPr>
            <w:r w:rsidRPr="008502DA">
              <w:rPr>
                <w:rFonts w:ascii="Times New Roman" w:hAnsi="Times New Roman"/>
                <w:sz w:val="20"/>
              </w:rPr>
              <w:t>Дополнительные требования к прибору</w:t>
            </w:r>
            <w:r w:rsidR="00526018">
              <w:rPr>
                <w:noProof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BD" w:rsidRPr="00ED6835" w:rsidRDefault="005D19BD" w:rsidP="005D19BD">
            <w:pPr>
              <w:pStyle w:val="af2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1400F">
              <w:rPr>
                <w:rFonts w:ascii="Times New Roman" w:hAnsi="Times New Roman"/>
                <w:sz w:val="20"/>
                <w:szCs w:val="20"/>
                <w:lang w:val="ru-RU" w:eastAsia="ru-RU"/>
              </w:rPr>
              <w:t>–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D19BD" w:rsidRPr="007725C2" w:rsidRDefault="0083449B" w:rsidP="00624FBB">
            <w:pPr>
              <w:pStyle w:val="OaaeeoaIoiaaoey"/>
              <w:spacing w:before="0"/>
              <w:rPr>
                <w:rFonts w:ascii="Times New Roman" w:hAnsi="Times New Roman"/>
                <w:b/>
                <w:sz w:val="20"/>
              </w:rPr>
            </w:pPr>
            <w:r w:rsidRPr="007504C2">
              <w:rPr>
                <w:b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0.2pt;height:175pt;visibility:visible;mso-wrap-style:square">
                  <v:imagedata r:id="rId10" o:title=""/>
                </v:shape>
              </w:pict>
            </w:r>
          </w:p>
        </w:tc>
      </w:tr>
    </w:tbl>
    <w:p w:rsidR="00526018" w:rsidRDefault="00526018" w:rsidP="002F76DF">
      <w:pPr>
        <w:pStyle w:val="afc"/>
        <w:spacing w:line="340" w:lineRule="exact"/>
        <w:ind w:left="1854" w:firstLine="0"/>
        <w:rPr>
          <w:rFonts w:ascii="Times New Roman" w:hAnsi="Times New Roman"/>
          <w:sz w:val="20"/>
        </w:rPr>
      </w:pPr>
    </w:p>
    <w:p w:rsidR="004A6E57" w:rsidRPr="00E25C0E" w:rsidRDefault="004A6E57" w:rsidP="004A6E57">
      <w:pPr>
        <w:pStyle w:val="afc"/>
        <w:spacing w:line="300" w:lineRule="exact"/>
        <w:ind w:left="426" w:right="426" w:firstLine="0"/>
        <w:rPr>
          <w:rFonts w:ascii="Times New Roman" w:hAnsi="Times New Roman"/>
          <w:sz w:val="20"/>
        </w:rPr>
      </w:pPr>
      <w:r w:rsidRPr="00E25C0E">
        <w:rPr>
          <w:rFonts w:ascii="Times New Roman" w:hAnsi="Times New Roman"/>
          <w:sz w:val="20"/>
        </w:rPr>
        <w:t>Примечания: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Первичная поверка (калибровка) должна быть выполнена в установленном порядке организацией, аккредитованной на выполнение данного вида работ в РФ.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При отсутствии в стандартной номенклатуре поставщика-изготовителя прибора с фланцевым присоединением требуемого типоразмера допускается поставка прибора с другим типом присоединения при условии поставки монтажного комплекта для обеспечения установки прибора на фланец патрубка.</w:t>
      </w:r>
    </w:p>
    <w:p w:rsidR="008D1EE0" w:rsidRPr="00034699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034699">
        <w:rPr>
          <w:rFonts w:ascii="Times New Roman" w:hAnsi="Times New Roman"/>
          <w:sz w:val="20"/>
        </w:rPr>
        <w:t>Вся документация должна быть выполнена на русском языке.</w:t>
      </w:r>
    </w:p>
    <w:p w:rsidR="008D1EE0" w:rsidRDefault="008D1EE0" w:rsidP="008D1EE0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Оборудование должно быть не бывшим ранее в употреблении, оригинальным, не восстановленным.</w:t>
      </w:r>
    </w:p>
    <w:p w:rsidR="008C6A04" w:rsidRPr="0054239F" w:rsidRDefault="008C6A04" w:rsidP="0054239F">
      <w:pPr>
        <w:pStyle w:val="afc"/>
        <w:numPr>
          <w:ilvl w:val="0"/>
          <w:numId w:val="35"/>
        </w:numPr>
        <w:spacing w:line="300" w:lineRule="exact"/>
        <w:ind w:left="709" w:right="426" w:hanging="283"/>
        <w:rPr>
          <w:rFonts w:ascii="Times New Roman" w:hAnsi="Times New Roman"/>
          <w:sz w:val="20"/>
        </w:rPr>
      </w:pPr>
      <w:r w:rsidRPr="00AE2EA6">
        <w:rPr>
          <w:rFonts w:ascii="Times New Roman" w:hAnsi="Times New Roman"/>
          <w:sz w:val="20"/>
        </w:rPr>
        <w:t>Допускается поставка прибора в комплекте со вторичным блоком, обеспечивающим выдачу сигнала 4-20 мА, с напряжением питания =24 В.</w:t>
      </w:r>
    </w:p>
    <w:sectPr w:rsidR="008C6A04" w:rsidRPr="0054239F" w:rsidSect="002F76DF">
      <w:headerReference w:type="default" r:id="rId11"/>
      <w:footerReference w:type="default" r:id="rId12"/>
      <w:type w:val="continuous"/>
      <w:pgSz w:w="11906" w:h="16838"/>
      <w:pgMar w:top="262" w:right="849" w:bottom="1304" w:left="130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835" w:rsidRDefault="00ED6835">
      <w:r>
        <w:separator/>
      </w:r>
    </w:p>
    <w:p w:rsidR="00ED6835" w:rsidRDefault="00ED6835"/>
  </w:endnote>
  <w:endnote w:type="continuationSeparator" w:id="1">
    <w:p w:rsidR="00ED6835" w:rsidRDefault="00ED6835">
      <w:r>
        <w:continuationSeparator/>
      </w:r>
    </w:p>
    <w:p w:rsidR="00ED6835" w:rsidRDefault="00ED683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568"/>
      <w:gridCol w:w="568"/>
      <w:gridCol w:w="569"/>
      <w:gridCol w:w="569"/>
      <w:gridCol w:w="859"/>
      <w:gridCol w:w="586"/>
      <w:gridCol w:w="3933"/>
      <w:gridCol w:w="842"/>
      <w:gridCol w:w="839"/>
      <w:gridCol w:w="1157"/>
    </w:tblGrid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526018">
            <w:rPr>
              <w:rFonts w:ascii="Times New Roman" w:eastAsia="MS Mincho" w:hAnsi="Times New Roman"/>
              <w:sz w:val="24"/>
              <w:szCs w:val="22"/>
              <w:lang w:eastAsia="ja-JP"/>
            </w:rPr>
            <w:t>6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  <w:noProof/>
              <w:sz w:val="16"/>
              <w:szCs w:val="16"/>
              <w:lang w:eastAsia="ru-RU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FA5B40" w:rsidRDefault="00B61E9F" w:rsidP="00160AE5">
          <w:pPr>
            <w:pStyle w:val="aa"/>
            <w:jc w:val="center"/>
            <w:rPr>
              <w:rFonts w:ascii="Times New Roman" w:hAnsi="Times New Roman"/>
              <w:bCs/>
              <w:color w:val="000000"/>
              <w:sz w:val="24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847216" w:rsidRDefault="00E2471C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E2471C">
            <w:rPr>
              <w:rFonts w:ascii="Times New Roman" w:hAnsi="Times New Roman"/>
              <w:sz w:val="24"/>
            </w:rPr>
            <w:t>ООО "Блэк-Стрим"</w:t>
          </w: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8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8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58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E76257">
      <w:trPr>
        <w:trHeight w:hRule="exact" w:val="284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pacing w:val="-6"/>
              <w:sz w:val="16"/>
              <w:szCs w:val="16"/>
            </w:rPr>
          </w:pPr>
          <w:r w:rsidRPr="00D729B8">
            <w:rPr>
              <w:rFonts w:ascii="Times New Roman" w:hAnsi="Times New Roman"/>
              <w:spacing w:val="-6"/>
              <w:sz w:val="16"/>
              <w:szCs w:val="16"/>
            </w:rPr>
            <w:t>Кол.уч.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ind w:right="-23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71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015955">
          <w:pPr>
            <w:pStyle w:val="aa"/>
            <w:rPr>
              <w:rFonts w:ascii="Times New Roman" w:hAnsi="Times New Roman"/>
            </w:rPr>
          </w:pP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847216" w:rsidP="00847216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Разраб.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Афанасьев</w:t>
          </w:r>
        </w:p>
      </w:tc>
      <w:tc>
        <w:tcPr>
          <w:tcW w:w="8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FB6399" w:rsidRDefault="00B61E9F" w:rsidP="003F77E1">
          <w:pPr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AA7EAB" w:rsidP="00431ED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2471C" w:rsidRPr="00E2471C" w:rsidRDefault="00E2471C" w:rsidP="00E2471C">
          <w:pPr>
            <w:pStyle w:val="aa"/>
            <w:jc w:val="center"/>
            <w:rPr>
              <w:rFonts w:ascii="Times New Roman" w:hAnsi="Times New Roman"/>
              <w:spacing w:val="-2"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 xml:space="preserve">"Техническое перевооружение установки производства битумов ООО "Блэк Стрим". </w:t>
          </w:r>
        </w:p>
        <w:p w:rsidR="00B61E9F" w:rsidRPr="009169B6" w:rsidRDefault="00E2471C" w:rsidP="00E2471C">
          <w:pPr>
            <w:pStyle w:val="aa"/>
            <w:jc w:val="center"/>
            <w:rPr>
              <w:rFonts w:ascii="Times New Roman" w:hAnsi="Times New Roman"/>
              <w:b/>
              <w:sz w:val="18"/>
              <w:szCs w:val="10"/>
            </w:rPr>
          </w:pPr>
          <w:r w:rsidRPr="00E2471C">
            <w:rPr>
              <w:rFonts w:ascii="Times New Roman" w:hAnsi="Times New Roman"/>
              <w:spacing w:val="-2"/>
              <w:sz w:val="18"/>
              <w:szCs w:val="10"/>
            </w:rPr>
            <w:t>1 этап</w:t>
          </w:r>
        </w:p>
      </w:tc>
      <w:tc>
        <w:tcPr>
          <w:tcW w:w="8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3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5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CD3B6C" w:rsidRDefault="00B61E9F" w:rsidP="003F77E1">
          <w:pPr>
            <w:pStyle w:val="aa"/>
            <w:jc w:val="center"/>
            <w:rPr>
              <w:rFonts w:ascii="Times New Roman" w:hAnsi="Times New Roman"/>
              <w:sz w:val="18"/>
              <w:szCs w:val="18"/>
            </w:rPr>
          </w:pPr>
          <w:r w:rsidRPr="00CD3B6C">
            <w:rPr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3F77E1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t>Р</w:t>
          </w:r>
        </w:p>
      </w:tc>
      <w:tc>
        <w:tcPr>
          <w:tcW w:w="839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7504C2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Style w:val="afb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separate"/>
          </w:r>
          <w:r w:rsidR="0083449B">
            <w:rPr>
              <w:rStyle w:val="afb"/>
              <w:rFonts w:ascii="Times New Roman" w:hAnsi="Times New Roman"/>
              <w:noProof/>
              <w:sz w:val="20"/>
              <w:szCs w:val="20"/>
            </w:rPr>
            <w:t>1</w:t>
          </w:r>
          <w:r w:rsidRPr="00D729B8">
            <w:rPr>
              <w:rStyle w:val="afb"/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115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7504C2" w:rsidP="003F77E1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fldSimple w:instr=" NUMPAGES   \* MERGEFORMAT ">
            <w:r w:rsidR="0083449B" w:rsidRPr="0083449B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fldSimple>
        </w:p>
      </w:tc>
    </w:tr>
    <w:tr w:rsidR="00B61E9F" w:rsidRPr="00CD3B6C" w:rsidTr="00CD3B6C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B61E9F" w:rsidRPr="00847216" w:rsidRDefault="00B61E9F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847216" w:rsidRDefault="00B61E9F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1E9F" w:rsidRPr="00FB6399" w:rsidRDefault="00B61E9F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B61E9F" w:rsidRPr="00847216" w:rsidRDefault="00B61E9F" w:rsidP="00066DFE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D264E2" w:rsidRDefault="00B61E9F" w:rsidP="003F77E1">
          <w:pPr>
            <w:pStyle w:val="aa"/>
            <w:rPr>
              <w:rFonts w:ascii="Times New Roman" w:hAnsi="Times New Roman"/>
              <w:sz w:val="18"/>
            </w:rPr>
          </w:pPr>
        </w:p>
      </w:tc>
      <w:tc>
        <w:tcPr>
          <w:tcW w:w="84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83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  <w:tc>
        <w:tcPr>
          <w:tcW w:w="115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1E9F" w:rsidRPr="00CD3B6C" w:rsidRDefault="00B61E9F" w:rsidP="003F77E1">
          <w:pPr>
            <w:pStyle w:val="aa"/>
            <w:spacing w:line="312" w:lineRule="auto"/>
            <w:ind w:left="567" w:firstLine="11"/>
            <w:jc w:val="center"/>
            <w:rPr>
              <w:rFonts w:ascii="Times New Roman" w:hAnsi="Times New Roman"/>
              <w:b/>
              <w:sz w:val="16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847216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847216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393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A7EAB" w:rsidRDefault="00411597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Преобразователь уровня</w:t>
          </w:r>
          <w:r w:rsidR="00AA7EAB">
            <w:rPr>
              <w:rFonts w:ascii="Times New Roman" w:hAnsi="Times New Roman"/>
              <w:sz w:val="20"/>
              <w:szCs w:val="20"/>
            </w:rPr>
            <w:t>.</w:t>
          </w:r>
          <w:r w:rsidR="00E2471C">
            <w:rPr>
              <w:rFonts w:ascii="Times New Roman" w:hAnsi="Times New Roman"/>
              <w:sz w:val="20"/>
              <w:szCs w:val="20"/>
            </w:rPr>
            <w:t xml:space="preserve"> Тип </w:t>
          </w:r>
          <w:r w:rsidR="00526018">
            <w:rPr>
              <w:rFonts w:ascii="Times New Roman" w:hAnsi="Times New Roman"/>
              <w:sz w:val="20"/>
              <w:szCs w:val="20"/>
            </w:rPr>
            <w:t>3</w:t>
          </w:r>
        </w:p>
        <w:p w:rsidR="00847216" w:rsidRPr="00FA5B40" w:rsidRDefault="00847216" w:rsidP="00AA7EAB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Опросный лист</w:t>
          </w:r>
        </w:p>
      </w:tc>
      <w:tc>
        <w:tcPr>
          <w:tcW w:w="2838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E2EA6" w:rsidRPr="00AE2EA6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ООО "ПриволжскНИПИнефть"</w:t>
          </w:r>
        </w:p>
        <w:p w:rsidR="00847216" w:rsidRPr="00D729B8" w:rsidRDefault="00AE2EA6" w:rsidP="00AE2EA6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AE2EA6">
            <w:rPr>
              <w:rFonts w:ascii="Times New Roman" w:hAnsi="Times New Roman"/>
              <w:sz w:val="20"/>
              <w:szCs w:val="20"/>
            </w:rPr>
            <w:t>г.Самара</w:t>
          </w: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847216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Н. контр.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847216" w:rsidRDefault="00EC568A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Тихонов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7216" w:rsidRPr="00FB6399" w:rsidRDefault="00847216" w:rsidP="003F77E1">
          <w:pPr>
            <w:pStyle w:val="aa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4208B6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10.2</w:t>
          </w:r>
          <w:r w:rsidR="009169B6">
            <w:rPr>
              <w:rFonts w:ascii="Times New Roman" w:hAnsi="Times New Roman"/>
              <w:sz w:val="16"/>
              <w:szCs w:val="16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jc w:val="center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  <w:tr w:rsidR="00847216" w:rsidRPr="00CD3B6C" w:rsidTr="00E207C9">
      <w:trPr>
        <w:trHeight w:hRule="exact" w:val="284"/>
      </w:trPr>
      <w:tc>
        <w:tcPr>
          <w:tcW w:w="1136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108" w:type="dxa"/>
            <w:right w:w="108" w:type="dxa"/>
          </w:tcMar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  <w:r w:rsidRPr="00847216">
            <w:rPr>
              <w:rFonts w:ascii="Times New Roman" w:hAnsi="Times New Roman"/>
              <w:sz w:val="18"/>
              <w:szCs w:val="18"/>
            </w:rPr>
            <w:t>ГИП</w:t>
          </w:r>
        </w:p>
      </w:tc>
      <w:tc>
        <w:tcPr>
          <w:tcW w:w="1138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AA7EAB" w:rsidP="003F77E1">
          <w:pPr>
            <w:pStyle w:val="--0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spacing w:val="0"/>
              <w:sz w:val="18"/>
              <w:szCs w:val="18"/>
              <w:lang w:eastAsia="ar-SA"/>
            </w:rPr>
            <w:t>Евграфов</w:t>
          </w:r>
        </w:p>
      </w:tc>
      <w:tc>
        <w:tcPr>
          <w:tcW w:w="8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58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847216" w:rsidRPr="00847216" w:rsidRDefault="00AA7EAB" w:rsidP="003F77E1">
          <w:pPr>
            <w:pStyle w:val="--"/>
            <w:framePr w:hSpace="0" w:wrap="auto" w:vAnchor="margin" w:hAnchor="text" w:xAlign="left" w:yAlign="inline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</w:rPr>
            <w:t>10.2</w:t>
          </w:r>
          <w:r w:rsidR="009169B6">
            <w:rPr>
              <w:rFonts w:ascii="Times New Roman" w:hAnsi="Times New Roman"/>
            </w:rPr>
            <w:t>4</w:t>
          </w:r>
        </w:p>
      </w:tc>
      <w:tc>
        <w:tcPr>
          <w:tcW w:w="393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  <w:tc>
        <w:tcPr>
          <w:tcW w:w="2838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7216" w:rsidRPr="00CD3B6C" w:rsidRDefault="00847216" w:rsidP="003F77E1">
          <w:pPr>
            <w:pStyle w:val="aa"/>
            <w:rPr>
              <w:rFonts w:ascii="Times New Roman" w:hAnsi="Times New Roman"/>
            </w:rPr>
          </w:pPr>
        </w:p>
      </w:tc>
    </w:tr>
  </w:tbl>
  <w:p w:rsidR="00B61E9F" w:rsidRPr="00CD3B6C" w:rsidRDefault="007504C2">
    <w:pPr>
      <w:pStyle w:val="aa"/>
      <w:rPr>
        <w:rFonts w:ascii="Times New Roman" w:hAnsi="Times New Roman"/>
        <w:sz w:val="6"/>
        <w:szCs w:val="6"/>
      </w:rPr>
    </w:pPr>
    <w:r w:rsidRPr="007504C2">
      <w:rPr>
        <w:rFonts w:ascii="Times New Roman" w:hAnsi="Times New Roman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6.25pt;margin-top:91.25pt;width:31.4pt;height:31.35pt;z-index:1;mso-position-horizontal-relative:text;mso-position-vertical-relative:text">
          <v:imagedata r:id="rId1" o:title=""/>
        </v:shape>
        <o:OLEObject Type="Embed" ProgID="CorelDRAW.Graphic.9" ShapeID="_x0000_s2049" DrawAspect="Content" ObjectID="_1804425481" r:id="rId2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" w:type="dxa"/>
      <w:tblLayout w:type="fixed"/>
      <w:tblLook w:val="01E0"/>
    </w:tblPr>
    <w:tblGrid>
      <w:gridCol w:w="424"/>
      <w:gridCol w:w="606"/>
      <w:gridCol w:w="682"/>
      <w:gridCol w:w="683"/>
      <w:gridCol w:w="888"/>
      <w:gridCol w:w="606"/>
      <w:gridCol w:w="6013"/>
      <w:gridCol w:w="588"/>
    </w:tblGrid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E2471C" w:rsidP="00E85133">
          <w:pPr>
            <w:pStyle w:val="aa"/>
            <w:jc w:val="center"/>
            <w:rPr>
              <w:rFonts w:ascii="Times New Roman" w:hAnsi="Times New Roman"/>
              <w:sz w:val="22"/>
              <w:szCs w:val="22"/>
            </w:rPr>
          </w:pPr>
          <w:r w:rsidRPr="00E2471C">
            <w:rPr>
              <w:rFonts w:ascii="Times New Roman" w:eastAsia="MS Mincho" w:hAnsi="Times New Roman"/>
              <w:sz w:val="24"/>
              <w:szCs w:val="22"/>
              <w:lang w:eastAsia="ja-JP"/>
            </w:rPr>
            <w:t>020623-АТХ.1</w:t>
          </w:r>
          <w:r w:rsidR="00EC568A">
            <w:rPr>
              <w:rFonts w:ascii="Times New Roman" w:eastAsia="MS Mincho" w:hAnsi="Times New Roman"/>
              <w:sz w:val="24"/>
              <w:szCs w:val="22"/>
              <w:lang w:eastAsia="ja-JP"/>
            </w:rPr>
            <w:t>.ОЛ</w:t>
          </w:r>
          <w:r w:rsidR="00526018">
            <w:rPr>
              <w:rFonts w:ascii="Times New Roman" w:eastAsia="MS Mincho" w:hAnsi="Times New Roman"/>
              <w:sz w:val="24"/>
              <w:szCs w:val="22"/>
              <w:lang w:eastAsia="ja-JP"/>
            </w:rPr>
            <w:t>6</w:t>
          </w:r>
        </w:p>
      </w:tc>
      <w:tc>
        <w:tcPr>
          <w:tcW w:w="5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160AE5" w:rsidRDefault="00B61E9F" w:rsidP="00160AE5">
          <w:pPr>
            <w:pStyle w:val="aa"/>
            <w:ind w:right="-60" w:hanging="108"/>
            <w:jc w:val="center"/>
            <w:rPr>
              <w:rFonts w:ascii="Times New Roman" w:hAnsi="Times New Roman"/>
              <w:sz w:val="18"/>
              <w:szCs w:val="18"/>
            </w:rPr>
          </w:pPr>
          <w:r w:rsidRPr="00160AE5">
            <w:rPr>
              <w:rFonts w:ascii="Times New Roman" w:hAnsi="Times New Roman"/>
              <w:sz w:val="18"/>
              <w:szCs w:val="18"/>
              <w:lang w:val="en-US"/>
            </w:rPr>
            <w:t>Лист</w:t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8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88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015955" w:rsidRDefault="00B61E9F" w:rsidP="001B34A1">
          <w:pPr>
            <w:pStyle w:val="aa"/>
          </w:pPr>
        </w:p>
      </w:tc>
      <w:tc>
        <w:tcPr>
          <w:tcW w:w="6013" w:type="dxa"/>
          <w:vMerge/>
          <w:tcBorders>
            <w:left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1E9F" w:rsidRPr="00D729B8" w:rsidRDefault="007504C2" w:rsidP="00160AE5">
          <w:pPr>
            <w:pStyle w:val="aa"/>
            <w:jc w:val="center"/>
            <w:rPr>
              <w:rFonts w:ascii="Times New Roman" w:hAnsi="Times New Roman"/>
              <w:sz w:val="20"/>
              <w:szCs w:val="20"/>
            </w:rPr>
          </w:pPr>
          <w:r w:rsidRPr="00D729B8">
            <w:rPr>
              <w:rFonts w:ascii="Times New Roman" w:hAnsi="Times New Roman"/>
              <w:sz w:val="20"/>
              <w:szCs w:val="20"/>
            </w:rPr>
            <w:fldChar w:fldCharType="begin"/>
          </w:r>
          <w:r w:rsidR="00B61E9F" w:rsidRPr="00D729B8">
            <w:rPr>
              <w:rFonts w:ascii="Times New Roman" w:hAnsi="Times New Roman"/>
              <w:sz w:val="20"/>
              <w:szCs w:val="20"/>
            </w:rPr>
            <w:instrText xml:space="preserve"> PAGE   \* MERGEFORMAT </w:instrTex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83449B">
            <w:rPr>
              <w:rFonts w:ascii="Times New Roman" w:hAnsi="Times New Roman"/>
              <w:noProof/>
              <w:sz w:val="20"/>
              <w:szCs w:val="20"/>
            </w:rPr>
            <w:t>2</w:t>
          </w:r>
          <w:r w:rsidRPr="00D729B8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</w:tr>
    <w:tr w:rsidR="00B61E9F" w:rsidRPr="00160AE5" w:rsidTr="004C7EFB">
      <w:trPr>
        <w:trHeight w:hRule="exact" w:val="284"/>
      </w:trPr>
      <w:tc>
        <w:tcPr>
          <w:tcW w:w="42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Изм</w:t>
          </w:r>
          <w:r w:rsidRPr="00D729B8">
            <w:rPr>
              <w:rFonts w:ascii="Times New Roman" w:hAnsi="Times New Roman"/>
              <w:sz w:val="16"/>
              <w:szCs w:val="16"/>
              <w:lang w:val="en-US"/>
            </w:rPr>
            <w:t>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Кол.уч.</w:t>
          </w:r>
        </w:p>
      </w:tc>
      <w:tc>
        <w:tcPr>
          <w:tcW w:w="6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8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№ док.</w:t>
          </w:r>
        </w:p>
      </w:tc>
      <w:tc>
        <w:tcPr>
          <w:tcW w:w="8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Подп.</w:t>
          </w:r>
        </w:p>
      </w:tc>
      <w:tc>
        <w:tcPr>
          <w:tcW w:w="60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1E9F" w:rsidRPr="00D729B8" w:rsidRDefault="00B61E9F" w:rsidP="00160AE5">
          <w:pPr>
            <w:pStyle w:val="aa"/>
            <w:jc w:val="center"/>
            <w:rPr>
              <w:rFonts w:ascii="Times New Roman" w:hAnsi="Times New Roman"/>
              <w:sz w:val="16"/>
              <w:szCs w:val="16"/>
            </w:rPr>
          </w:pPr>
          <w:r w:rsidRPr="00D729B8"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013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B61E9F" w:rsidRPr="00015955" w:rsidRDefault="00B61E9F" w:rsidP="001B34A1">
          <w:pPr>
            <w:pStyle w:val="aa"/>
          </w:pPr>
        </w:p>
      </w:tc>
      <w:tc>
        <w:tcPr>
          <w:tcW w:w="5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1E9F" w:rsidRPr="00015955" w:rsidRDefault="00B61E9F" w:rsidP="001B34A1">
          <w:pPr>
            <w:pStyle w:val="aa"/>
          </w:pPr>
        </w:p>
      </w:tc>
    </w:tr>
  </w:tbl>
  <w:p w:rsidR="00B61E9F" w:rsidRPr="00A761D7" w:rsidRDefault="007504C2">
    <w:pPr>
      <w:pStyle w:val="aa"/>
      <w:rPr>
        <w:sz w:val="6"/>
        <w:szCs w:val="6"/>
      </w:rPr>
    </w:pPr>
    <w:r w:rsidRPr="007504C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-46.9pt;margin-top:-247.8pt;width:45pt;height:256.9pt;z-index:-2;mso-position-horizontal-relative:text;mso-position-vertical-relative:text" stroked="f">
          <v:textbox style="mso-next-textbox:#_x0000_s2056">
            <w:txbxContent>
              <w:tbl>
                <w:tblPr>
                  <w:tblW w:w="681" w:type="dxa"/>
                  <w:jc w:val="right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284"/>
                  <w:gridCol w:w="397"/>
                </w:tblGrid>
                <w:tr w:rsidR="00B61E9F" w:rsidRPr="009C59B0" w:rsidTr="00A5568E">
                  <w:trPr>
                    <w:cantSplit/>
                    <w:trHeight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5568E">
                  <w:trPr>
                    <w:cantSplit/>
                    <w:trHeight w:hRule="exact" w:val="1985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5568E">
                  <w:trPr>
                    <w:cantSplit/>
                    <w:trHeight w:hRule="exact" w:val="1418"/>
                    <w:jc w:val="right"/>
                  </w:trPr>
                  <w:tc>
                    <w:tcPr>
                      <w:tcW w:w="284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0B59DA">
                <w:pPr>
                  <w:pStyle w:val="aa"/>
                  <w:ind w:left="113"/>
                  <w:rPr>
                    <w:lang w:val="en-US"/>
                  </w:rPr>
                </w:pPr>
              </w:p>
            </w:txbxContent>
          </v:textbox>
        </v:shape>
      </w:pict>
    </w:r>
    <w:r w:rsidRPr="007504C2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76.25pt;margin-top:91.25pt;width:31.4pt;height:31.35pt;z-index:3;mso-position-horizontal-relative:text;mso-position-vertical-relative:text">
          <v:imagedata r:id="rId1" o:title=""/>
        </v:shape>
        <o:OLEObject Type="Embed" ProgID="CorelDRAW.Graphic.9" ShapeID="_x0000_s2055" DrawAspect="Content" ObjectID="_1804425482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835" w:rsidRDefault="00ED6835">
      <w:r>
        <w:separator/>
      </w:r>
    </w:p>
    <w:p w:rsidR="00ED6835" w:rsidRDefault="00ED6835"/>
  </w:footnote>
  <w:footnote w:type="continuationSeparator" w:id="1">
    <w:p w:rsidR="00ED6835" w:rsidRDefault="00ED6835">
      <w:r>
        <w:continuationSeparator/>
      </w:r>
    </w:p>
    <w:p w:rsidR="00ED6835" w:rsidRDefault="00ED683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16" w:rsidRPr="00AE2EA6" w:rsidRDefault="007504C2" w:rsidP="00AE2EA6">
    <w:pPr>
      <w:pStyle w:val="af2"/>
      <w:spacing w:after="0"/>
      <w:ind w:firstLine="7229"/>
      <w:rPr>
        <w:sz w:val="10"/>
        <w:szCs w:val="10"/>
      </w:rPr>
    </w:pPr>
    <w:r w:rsidRPr="007504C2">
      <w:rPr>
        <w:rFonts w:ascii="Times New Roman" w:hAnsi="Times New Roman"/>
        <w:noProof/>
        <w:sz w:val="16"/>
        <w:szCs w:val="16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-52.85pt;margin-top:377.9pt;width:45pt;height:449.75pt;z-index:-1" stroked="f">
          <v:textbox style="mso-next-textbox:#_x0000_s2075">
            <w:txbxContent>
              <w:tbl>
                <w:tblPr>
                  <w:tblOverlap w:val="never"/>
                  <w:tblW w:w="839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Look w:val="0000"/>
                </w:tblPr>
                <w:tblGrid>
                  <w:gridCol w:w="158"/>
                  <w:gridCol w:w="122"/>
                  <w:gridCol w:w="188"/>
                  <w:gridCol w:w="92"/>
                  <w:gridCol w:w="279"/>
                </w:tblGrid>
                <w:tr w:rsidR="00B61E9F" w:rsidRPr="005711B5" w:rsidTr="00A438D2">
                  <w:trPr>
                    <w:cantSplit/>
                    <w:trHeight w:val="567"/>
                  </w:trPr>
                  <w:tc>
                    <w:tcPr>
                      <w:tcW w:w="280" w:type="dxa"/>
                      <w:gridSpan w:val="2"/>
                      <w:vMerge w:val="restart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>Согласовано</w:t>
                      </w: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jc w:val="center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851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5711B5" w:rsidTr="00A438D2">
                  <w:trPr>
                    <w:cantSplit/>
                    <w:trHeight w:val="1134"/>
                  </w:trPr>
                  <w:tc>
                    <w:tcPr>
                      <w:tcW w:w="280" w:type="dxa"/>
                      <w:gridSpan w:val="2"/>
                      <w:vMerge/>
                      <w:textDirection w:val="btL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8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9B59A3">
                      <w:pPr>
                        <w:pStyle w:val="aa"/>
                        <w:ind w:left="113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279" w:type="dxa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5711B5" w:rsidRDefault="00B61E9F" w:rsidP="009B59A3">
                      <w:pPr>
                        <w:pStyle w:val="aa"/>
                        <w:ind w:left="113"/>
                        <w:rPr>
                          <w:lang w:val="en-US"/>
                        </w:rPr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9C59B0" w:rsidTr="00A438D2">
                  <w:trPr>
                    <w:gridBefore w:val="1"/>
                    <w:wBefore w:w="158" w:type="dxa"/>
                    <w:cantSplit/>
                    <w:trHeight w:hRule="exact" w:val="1985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371" w:type="dxa"/>
                      <w:gridSpan w:val="2"/>
                      <w:textDirection w:val="btLr"/>
                      <w:vAlign w:val="center"/>
                    </w:tcPr>
                    <w:p w:rsidR="00B61E9F" w:rsidRPr="009C59B0" w:rsidRDefault="00B61E9F" w:rsidP="00CD3B6C">
                      <w:pPr>
                        <w:pStyle w:val="aa"/>
                        <w:ind w:left="113"/>
                        <w:jc w:val="center"/>
                      </w:pPr>
                    </w:p>
                  </w:tc>
                </w:tr>
                <w:tr w:rsidR="00B61E9F" w:rsidRPr="005522C2" w:rsidTr="00A438D2">
                  <w:trPr>
                    <w:gridBefore w:val="1"/>
                    <w:wBefore w:w="158" w:type="dxa"/>
                    <w:cantSplit/>
                    <w:trHeight w:hRule="exact" w:val="1418"/>
                  </w:trPr>
                  <w:tc>
                    <w:tcPr>
                      <w:tcW w:w="310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847216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4721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Инв. № подп.</w:t>
                      </w:r>
                    </w:p>
                  </w:tc>
                  <w:tc>
                    <w:tcPr>
                      <w:tcW w:w="371" w:type="dxa"/>
                      <w:gridSpan w:val="2"/>
                      <w:tcMar>
                        <w:left w:w="0" w:type="dxa"/>
                        <w:right w:w="0" w:type="dxa"/>
                      </w:tcMar>
                      <w:textDirection w:val="btLr"/>
                      <w:vAlign w:val="center"/>
                    </w:tcPr>
                    <w:p w:rsidR="00B61E9F" w:rsidRPr="003B6289" w:rsidRDefault="00B61E9F" w:rsidP="00CD3B6C">
                      <w:pPr>
                        <w:pStyle w:val="aa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c>
                </w:tr>
              </w:tbl>
              <w:p w:rsidR="00B61E9F" w:rsidRPr="005522C2" w:rsidRDefault="00B61E9F" w:rsidP="00DB193C">
                <w:pPr>
                  <w:pStyle w:val="aa"/>
                  <w:ind w:left="113"/>
                  <w:rPr>
                    <w:lang w:val="en-US"/>
                  </w:rPr>
                </w:pPr>
              </w:p>
              <w:p w:rsidR="00B61E9F" w:rsidRPr="00731C2A" w:rsidRDefault="00B61E9F" w:rsidP="00DB193C"/>
            </w:txbxContent>
          </v:textbox>
        </v:shape>
      </w:pict>
    </w:r>
    <w:r w:rsidRPr="007504C2">
      <w:rPr>
        <w:noProof/>
        <w:sz w:val="6"/>
        <w:szCs w:val="6"/>
        <w:lang w:eastAsia="ru-RU"/>
      </w:rPr>
      <w:pict>
        <v:group id="_x0000_s2051" style="position:absolute;left:0;text-align:left;margin-left:-9.05pt;margin-top:5.45pt;width:524.5pt;height:809.2pt;z-index:2" coordorigin="1787,4557" coordsize="9720,360">
          <v:line id="_x0000_s2052" style="position:absolute" from="1787,4557" to="11507,4557" strokeweight="1.5pt"/>
          <v:line id="_x0000_s2053" style="position:absolute" from="1787,4557" to="1787,4917" strokeweight="1.5pt"/>
          <v:line id="_x0000_s2054" style="position:absolute" from="11507,4557" to="11507,4917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9F" w:rsidRPr="00354F39" w:rsidRDefault="007504C2" w:rsidP="004D44F1">
    <w:pPr>
      <w:pStyle w:val="af2"/>
      <w:spacing w:after="0"/>
      <w:rPr>
        <w:sz w:val="6"/>
        <w:szCs w:val="6"/>
        <w:lang w:val="en-US"/>
      </w:rPr>
    </w:pPr>
    <w:r>
      <w:rPr>
        <w:noProof/>
        <w:sz w:val="6"/>
        <w:szCs w:val="6"/>
        <w:lang w:eastAsia="ru-RU"/>
      </w:rPr>
      <w:pict>
        <v:group id="_x0000_s2061" style="position:absolute;left:0;text-align:left;margin-left:-9.05pt;margin-top:4.9pt;width:524.5pt;height:809.3pt;z-index:4" coordorigin="1787,4557" coordsize="9720,360">
          <v:line id="_x0000_s2062" style="position:absolute" from="1787,4557" to="11507,4557" strokeweight="1.5pt"/>
          <v:line id="_x0000_s2063" style="position:absolute" from="1787,4557" to="1787,4917" strokeweight="1.5pt"/>
          <v:line id="_x0000_s2064" style="position:absolute" from="11507,4557" to="11507,4917" strokeweight="1.5p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EB25E4A"/>
    <w:lvl w:ilvl="0">
      <w:start w:val="1"/>
      <w:numFmt w:val="decimal"/>
      <w:pStyle w:val="1"/>
      <w:lvlText w:val="%1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657"/>
        </w:tabs>
        <w:ind w:left="657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43"/>
        </w:tabs>
        <w:ind w:left="1343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03"/>
        </w:tabs>
        <w:ind w:left="1403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23"/>
        </w:tabs>
        <w:ind w:left="182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83"/>
        </w:tabs>
        <w:ind w:left="188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"/>
      <w:lvlJc w:val="left"/>
      <w:pPr>
        <w:tabs>
          <w:tab w:val="num" w:pos="1593"/>
        </w:tabs>
        <w:ind w:left="1593" w:hanging="402"/>
      </w:pPr>
      <w:rPr>
        <w:rFonts w:ascii="Wingdings 2" w:hAnsi="Wingdings 2"/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95"/>
        </w:tabs>
        <w:ind w:left="1395" w:hanging="402"/>
      </w:pPr>
      <w:rPr>
        <w:rFonts w:ascii="Courier New" w:hAnsi="Courier New"/>
        <w:color w:val="000000"/>
      </w:rPr>
    </w:lvl>
  </w:abstractNum>
  <w:abstractNum w:abstractNumId="3">
    <w:nsid w:val="035348F9"/>
    <w:multiLevelType w:val="singleLevel"/>
    <w:tmpl w:val="3296FE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1C0AD8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5">
    <w:nsid w:val="075206D3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0E0766B1"/>
    <w:multiLevelType w:val="hybridMultilevel"/>
    <w:tmpl w:val="3A183DD0"/>
    <w:lvl w:ilvl="0" w:tplc="A24A9E7A">
      <w:start w:val="1"/>
      <w:numFmt w:val="bullet"/>
      <w:pStyle w:val="a0"/>
      <w:lvlText w:val=""/>
      <w:lvlJc w:val="left"/>
      <w:pPr>
        <w:tabs>
          <w:tab w:val="num" w:pos="1247"/>
        </w:tabs>
        <w:ind w:left="1247" w:hanging="226"/>
      </w:pPr>
      <w:rPr>
        <w:rFonts w:ascii="Wingdings 2" w:hAnsi="Wingdings 2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82D3C"/>
    <w:multiLevelType w:val="hybridMultilevel"/>
    <w:tmpl w:val="AF68D1D2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>
    <w:nsid w:val="12B1505B"/>
    <w:multiLevelType w:val="hybridMultilevel"/>
    <w:tmpl w:val="169E11E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13DB65B6"/>
    <w:multiLevelType w:val="hybridMultilevel"/>
    <w:tmpl w:val="A81E2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58586F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11">
    <w:nsid w:val="1694704B"/>
    <w:multiLevelType w:val="hybridMultilevel"/>
    <w:tmpl w:val="6D747870"/>
    <w:lvl w:ilvl="0" w:tplc="DD6C3B6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>
    <w:nsid w:val="169B78B9"/>
    <w:multiLevelType w:val="singleLevel"/>
    <w:tmpl w:val="98A09D18"/>
    <w:lvl w:ilvl="0">
      <w:start w:val="1"/>
      <w:numFmt w:val="bullet"/>
      <w:pStyle w:val="a1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3">
    <w:nsid w:val="1734596F"/>
    <w:multiLevelType w:val="hybridMultilevel"/>
    <w:tmpl w:val="85069EEC"/>
    <w:lvl w:ilvl="0" w:tplc="F8709EE6">
      <w:start w:val="5"/>
      <w:numFmt w:val="decimal"/>
      <w:lvlText w:val="%1."/>
      <w:lvlJc w:val="left"/>
      <w:pPr>
        <w:ind w:left="1069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B9313A9"/>
    <w:multiLevelType w:val="hybridMultilevel"/>
    <w:tmpl w:val="C05C1CA6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77B15"/>
    <w:multiLevelType w:val="hybridMultilevel"/>
    <w:tmpl w:val="FFAC0E1C"/>
    <w:lvl w:ilvl="0" w:tplc="ACD0584E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6">
    <w:nsid w:val="1F6525F1"/>
    <w:multiLevelType w:val="hybridMultilevel"/>
    <w:tmpl w:val="90C8E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F7C22DE"/>
    <w:multiLevelType w:val="hybridMultilevel"/>
    <w:tmpl w:val="C1F2E594"/>
    <w:lvl w:ilvl="0" w:tplc="E3CCBAD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22C46951"/>
    <w:multiLevelType w:val="hybridMultilevel"/>
    <w:tmpl w:val="2E3E5AE0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C0A2B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20">
    <w:nsid w:val="2E3E357A"/>
    <w:multiLevelType w:val="hybridMultilevel"/>
    <w:tmpl w:val="F7F2B8C6"/>
    <w:lvl w:ilvl="0" w:tplc="6C78C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1596460"/>
    <w:multiLevelType w:val="hybridMultilevel"/>
    <w:tmpl w:val="85FC9B8E"/>
    <w:lvl w:ilvl="0" w:tplc="7EB0B3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D636E3"/>
    <w:multiLevelType w:val="hybridMultilevel"/>
    <w:tmpl w:val="BE08F15C"/>
    <w:lvl w:ilvl="0" w:tplc="E3CCB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E424B"/>
    <w:multiLevelType w:val="singleLevel"/>
    <w:tmpl w:val="FB4E7C8A"/>
    <w:lvl w:ilvl="0">
      <w:start w:val="1"/>
      <w:numFmt w:val="decimal"/>
      <w:lvlText w:val="%1"/>
      <w:legacy w:legacy="1" w:legacySpace="0" w:legacyIndent="0"/>
      <w:lvlJc w:val="left"/>
      <w:rPr>
        <w:rFonts w:ascii="Arial" w:hAnsi="Arial" w:cs="Arial" w:hint="default"/>
        <w:b w:val="0"/>
        <w:i w:val="0"/>
        <w:strike w:val="0"/>
        <w:sz w:val="24"/>
      </w:rPr>
    </w:lvl>
  </w:abstractNum>
  <w:abstractNum w:abstractNumId="24">
    <w:nsid w:val="3F113757"/>
    <w:multiLevelType w:val="multilevel"/>
    <w:tmpl w:val="67743928"/>
    <w:lvl w:ilvl="0">
      <w:start w:val="1"/>
      <w:numFmt w:val="bullet"/>
      <w:pStyle w:val="a2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07C03D7"/>
    <w:multiLevelType w:val="hybridMultilevel"/>
    <w:tmpl w:val="372AC96A"/>
    <w:lvl w:ilvl="0" w:tplc="C330BC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51A483D"/>
    <w:multiLevelType w:val="hybridMultilevel"/>
    <w:tmpl w:val="11149376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7">
    <w:nsid w:val="4FE71B0E"/>
    <w:multiLevelType w:val="hybridMultilevel"/>
    <w:tmpl w:val="2D1A852E"/>
    <w:lvl w:ilvl="0" w:tplc="2220A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40040E1"/>
    <w:multiLevelType w:val="hybridMultilevel"/>
    <w:tmpl w:val="578E482E"/>
    <w:lvl w:ilvl="0" w:tplc="E92E0F38">
      <w:start w:val="1"/>
      <w:numFmt w:val="decimal"/>
      <w:lvlText w:val="%1"/>
      <w:lvlJc w:val="center"/>
      <w:pPr>
        <w:tabs>
          <w:tab w:val="num" w:pos="816"/>
        </w:tabs>
        <w:ind w:left="816" w:hanging="5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B32E03"/>
    <w:multiLevelType w:val="multilevel"/>
    <w:tmpl w:val="5F8C0A46"/>
    <w:lvl w:ilvl="0">
      <w:start w:val="1"/>
      <w:numFmt w:val="decimal"/>
      <w:suff w:val="space"/>
      <w:lvlText w:val="%1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0">
    <w:nsid w:val="579A0555"/>
    <w:multiLevelType w:val="hybridMultilevel"/>
    <w:tmpl w:val="7EBA43F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57A10EFB"/>
    <w:multiLevelType w:val="hybridMultilevel"/>
    <w:tmpl w:val="B400F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DB22CE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3">
    <w:nsid w:val="61E56393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4">
    <w:nsid w:val="641964F3"/>
    <w:multiLevelType w:val="hybridMultilevel"/>
    <w:tmpl w:val="98B60AA2"/>
    <w:lvl w:ilvl="0" w:tplc="9ABA7F9A">
      <w:start w:val="1"/>
      <w:numFmt w:val="decimal"/>
      <w:pStyle w:val="a3"/>
      <w:lvlText w:val="%1"/>
      <w:lvlJc w:val="right"/>
      <w:pPr>
        <w:tabs>
          <w:tab w:val="num" w:pos="1021"/>
        </w:tabs>
        <w:ind w:left="1021" w:hanging="11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BB75E8"/>
    <w:multiLevelType w:val="hybridMultilevel"/>
    <w:tmpl w:val="047685C6"/>
    <w:lvl w:ilvl="0" w:tplc="7C449FEE">
      <w:start w:val="1"/>
      <w:numFmt w:val="bullet"/>
      <w:pStyle w:val="a4"/>
      <w:lvlText w:val="-"/>
      <w:lvlJc w:val="left"/>
      <w:pPr>
        <w:tabs>
          <w:tab w:val="num" w:pos="1021"/>
        </w:tabs>
        <w:ind w:left="1021" w:hanging="227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C18F8"/>
    <w:multiLevelType w:val="hybridMultilevel"/>
    <w:tmpl w:val="65E0C774"/>
    <w:lvl w:ilvl="0" w:tplc="C0F27794">
      <w:start w:val="1"/>
      <w:numFmt w:val="decimal"/>
      <w:lvlText w:val="%1"/>
      <w:lvlJc w:val="center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7">
    <w:nsid w:val="7BAE085C"/>
    <w:multiLevelType w:val="multilevel"/>
    <w:tmpl w:val="5EB25E4A"/>
    <w:lvl w:ilvl="0">
      <w:start w:val="1"/>
      <w:numFmt w:val="decimal"/>
      <w:lvlText w:val="%1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1">
      <w:start w:val="1"/>
      <w:numFmt w:val="decimal"/>
      <w:lvlText w:val="%1.%2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2">
      <w:start w:val="1"/>
      <w:numFmt w:val="decimal"/>
      <w:lvlText w:val="%1.%2.%3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3">
      <w:start w:val="1"/>
      <w:numFmt w:val="decimal"/>
      <w:lvlText w:val="%1.%2.%3.%4"/>
      <w:lvlJc w:val="center"/>
      <w:pPr>
        <w:tabs>
          <w:tab w:val="num" w:pos="1021"/>
        </w:tabs>
        <w:ind w:left="1021" w:hanging="733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rFonts w:hint="default"/>
        <w:b/>
      </w:rPr>
    </w:lvl>
  </w:abstractNum>
  <w:abstractNum w:abstractNumId="38">
    <w:nsid w:val="7BFE017D"/>
    <w:multiLevelType w:val="hybridMultilevel"/>
    <w:tmpl w:val="D5CEE16C"/>
    <w:lvl w:ilvl="0" w:tplc="4BE88A4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35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10"/>
  </w:num>
  <w:num w:numId="7">
    <w:abstractNumId w:val="33"/>
  </w:num>
  <w:num w:numId="8">
    <w:abstractNumId w:val="8"/>
  </w:num>
  <w:num w:numId="9">
    <w:abstractNumId w:val="15"/>
  </w:num>
  <w:num w:numId="10">
    <w:abstractNumId w:val="37"/>
  </w:num>
  <w:num w:numId="11">
    <w:abstractNumId w:val="19"/>
  </w:num>
  <w:num w:numId="12">
    <w:abstractNumId w:val="32"/>
  </w:num>
  <w:num w:numId="13">
    <w:abstractNumId w:val="3"/>
  </w:num>
  <w:num w:numId="14">
    <w:abstractNumId w:val="0"/>
  </w:num>
  <w:num w:numId="15">
    <w:abstractNumId w:val="24"/>
  </w:num>
  <w:num w:numId="16">
    <w:abstractNumId w:val="23"/>
  </w:num>
  <w:num w:numId="17">
    <w:abstractNumId w:val="38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5"/>
  </w:num>
  <w:num w:numId="24">
    <w:abstractNumId w:val="16"/>
  </w:num>
  <w:num w:numId="25">
    <w:abstractNumId w:val="9"/>
  </w:num>
  <w:num w:numId="26">
    <w:abstractNumId w:val="28"/>
  </w:num>
  <w:num w:numId="27">
    <w:abstractNumId w:val="4"/>
  </w:num>
  <w:num w:numId="28">
    <w:abstractNumId w:val="25"/>
  </w:num>
  <w:num w:numId="29">
    <w:abstractNumId w:val="11"/>
  </w:num>
  <w:num w:numId="30">
    <w:abstractNumId w:val="17"/>
  </w:num>
  <w:num w:numId="31">
    <w:abstractNumId w:val="20"/>
  </w:num>
  <w:num w:numId="32">
    <w:abstractNumId w:val="14"/>
  </w:num>
  <w:num w:numId="33">
    <w:abstractNumId w:val="22"/>
  </w:num>
  <w:num w:numId="34">
    <w:abstractNumId w:val="18"/>
  </w:num>
  <w:num w:numId="35">
    <w:abstractNumId w:val="31"/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9"/>
  </w:num>
  <w:num w:numId="39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001"/>
  <w:doNotTrackMoves/>
  <w:doNotTrackFormatting/>
  <w:defaultTabStop w:val="709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8E6"/>
    <w:rsid w:val="0000022A"/>
    <w:rsid w:val="00003548"/>
    <w:rsid w:val="00003771"/>
    <w:rsid w:val="00004560"/>
    <w:rsid w:val="0000549D"/>
    <w:rsid w:val="00006330"/>
    <w:rsid w:val="000069B7"/>
    <w:rsid w:val="00006B42"/>
    <w:rsid w:val="00006B53"/>
    <w:rsid w:val="000071DD"/>
    <w:rsid w:val="00007AC6"/>
    <w:rsid w:val="00010469"/>
    <w:rsid w:val="0001084C"/>
    <w:rsid w:val="00010AED"/>
    <w:rsid w:val="000115E3"/>
    <w:rsid w:val="00011B83"/>
    <w:rsid w:val="00012798"/>
    <w:rsid w:val="00012DFB"/>
    <w:rsid w:val="00012F10"/>
    <w:rsid w:val="000130F0"/>
    <w:rsid w:val="000138A7"/>
    <w:rsid w:val="00013C1B"/>
    <w:rsid w:val="0001413A"/>
    <w:rsid w:val="000148E6"/>
    <w:rsid w:val="00014D68"/>
    <w:rsid w:val="000152A4"/>
    <w:rsid w:val="0001532B"/>
    <w:rsid w:val="00015617"/>
    <w:rsid w:val="00015955"/>
    <w:rsid w:val="00016877"/>
    <w:rsid w:val="000202F3"/>
    <w:rsid w:val="00020711"/>
    <w:rsid w:val="0002092B"/>
    <w:rsid w:val="00021472"/>
    <w:rsid w:val="00021A9B"/>
    <w:rsid w:val="0002257A"/>
    <w:rsid w:val="00022B0F"/>
    <w:rsid w:val="000233E4"/>
    <w:rsid w:val="00023501"/>
    <w:rsid w:val="00023CCF"/>
    <w:rsid w:val="0002443E"/>
    <w:rsid w:val="000245BB"/>
    <w:rsid w:val="000262D8"/>
    <w:rsid w:val="000262ED"/>
    <w:rsid w:val="000268DC"/>
    <w:rsid w:val="00026FFA"/>
    <w:rsid w:val="000271D2"/>
    <w:rsid w:val="00027736"/>
    <w:rsid w:val="0003118D"/>
    <w:rsid w:val="00031DC0"/>
    <w:rsid w:val="00032045"/>
    <w:rsid w:val="00032422"/>
    <w:rsid w:val="00033126"/>
    <w:rsid w:val="0003333E"/>
    <w:rsid w:val="00033829"/>
    <w:rsid w:val="0003394C"/>
    <w:rsid w:val="00033B2A"/>
    <w:rsid w:val="00033D30"/>
    <w:rsid w:val="00034272"/>
    <w:rsid w:val="000343BE"/>
    <w:rsid w:val="00034DBF"/>
    <w:rsid w:val="0003508A"/>
    <w:rsid w:val="00035283"/>
    <w:rsid w:val="000361BB"/>
    <w:rsid w:val="00036206"/>
    <w:rsid w:val="000364C4"/>
    <w:rsid w:val="00036CAE"/>
    <w:rsid w:val="0003706C"/>
    <w:rsid w:val="00037399"/>
    <w:rsid w:val="0003789A"/>
    <w:rsid w:val="000401D8"/>
    <w:rsid w:val="000405C1"/>
    <w:rsid w:val="00040952"/>
    <w:rsid w:val="0004104A"/>
    <w:rsid w:val="000412B1"/>
    <w:rsid w:val="00042924"/>
    <w:rsid w:val="00043B33"/>
    <w:rsid w:val="000445F7"/>
    <w:rsid w:val="00045069"/>
    <w:rsid w:val="000460A0"/>
    <w:rsid w:val="0005002F"/>
    <w:rsid w:val="00050F0C"/>
    <w:rsid w:val="000510F3"/>
    <w:rsid w:val="0005137E"/>
    <w:rsid w:val="00051B7D"/>
    <w:rsid w:val="0005343B"/>
    <w:rsid w:val="00053D40"/>
    <w:rsid w:val="00053F3D"/>
    <w:rsid w:val="00054919"/>
    <w:rsid w:val="0005582E"/>
    <w:rsid w:val="00055B51"/>
    <w:rsid w:val="00055C8A"/>
    <w:rsid w:val="00055D09"/>
    <w:rsid w:val="000562CC"/>
    <w:rsid w:val="00056A5F"/>
    <w:rsid w:val="00056DCA"/>
    <w:rsid w:val="0005744A"/>
    <w:rsid w:val="00057BFF"/>
    <w:rsid w:val="0006087A"/>
    <w:rsid w:val="000610B8"/>
    <w:rsid w:val="00062CA4"/>
    <w:rsid w:val="00062EF4"/>
    <w:rsid w:val="000632B0"/>
    <w:rsid w:val="000636FC"/>
    <w:rsid w:val="000646F3"/>
    <w:rsid w:val="00065075"/>
    <w:rsid w:val="000652E0"/>
    <w:rsid w:val="00066DFE"/>
    <w:rsid w:val="000702E1"/>
    <w:rsid w:val="00070F07"/>
    <w:rsid w:val="00071547"/>
    <w:rsid w:val="000715D0"/>
    <w:rsid w:val="000719A7"/>
    <w:rsid w:val="00071DB8"/>
    <w:rsid w:val="00072D49"/>
    <w:rsid w:val="0007309A"/>
    <w:rsid w:val="000733AD"/>
    <w:rsid w:val="00073665"/>
    <w:rsid w:val="000743F8"/>
    <w:rsid w:val="00074BAE"/>
    <w:rsid w:val="000753A7"/>
    <w:rsid w:val="00076113"/>
    <w:rsid w:val="00077AD8"/>
    <w:rsid w:val="00077CEF"/>
    <w:rsid w:val="00077D25"/>
    <w:rsid w:val="00080633"/>
    <w:rsid w:val="0008074F"/>
    <w:rsid w:val="00080933"/>
    <w:rsid w:val="000815CD"/>
    <w:rsid w:val="0008167E"/>
    <w:rsid w:val="0008212E"/>
    <w:rsid w:val="0008266F"/>
    <w:rsid w:val="000828BE"/>
    <w:rsid w:val="00082ED2"/>
    <w:rsid w:val="00083DC0"/>
    <w:rsid w:val="0008433A"/>
    <w:rsid w:val="00084525"/>
    <w:rsid w:val="00084679"/>
    <w:rsid w:val="000857E5"/>
    <w:rsid w:val="000858D7"/>
    <w:rsid w:val="00087127"/>
    <w:rsid w:val="000873A1"/>
    <w:rsid w:val="00087E4E"/>
    <w:rsid w:val="00087EC7"/>
    <w:rsid w:val="00087EDB"/>
    <w:rsid w:val="000903AA"/>
    <w:rsid w:val="0009100C"/>
    <w:rsid w:val="00091725"/>
    <w:rsid w:val="0009177F"/>
    <w:rsid w:val="00091F48"/>
    <w:rsid w:val="000925B8"/>
    <w:rsid w:val="00092924"/>
    <w:rsid w:val="000929A5"/>
    <w:rsid w:val="00092A26"/>
    <w:rsid w:val="00092FBB"/>
    <w:rsid w:val="0009310E"/>
    <w:rsid w:val="00093BED"/>
    <w:rsid w:val="000945C9"/>
    <w:rsid w:val="00094EB7"/>
    <w:rsid w:val="000955E3"/>
    <w:rsid w:val="00095EF9"/>
    <w:rsid w:val="00096A68"/>
    <w:rsid w:val="000A01F0"/>
    <w:rsid w:val="000A02F8"/>
    <w:rsid w:val="000A0789"/>
    <w:rsid w:val="000A178E"/>
    <w:rsid w:val="000A258B"/>
    <w:rsid w:val="000A2665"/>
    <w:rsid w:val="000A2ADA"/>
    <w:rsid w:val="000A390F"/>
    <w:rsid w:val="000A4A10"/>
    <w:rsid w:val="000A4CB2"/>
    <w:rsid w:val="000A4DC9"/>
    <w:rsid w:val="000A5E23"/>
    <w:rsid w:val="000A61DD"/>
    <w:rsid w:val="000B00CE"/>
    <w:rsid w:val="000B0411"/>
    <w:rsid w:val="000B05B7"/>
    <w:rsid w:val="000B130B"/>
    <w:rsid w:val="000B3525"/>
    <w:rsid w:val="000B369B"/>
    <w:rsid w:val="000B46B4"/>
    <w:rsid w:val="000B4C04"/>
    <w:rsid w:val="000B5237"/>
    <w:rsid w:val="000B59DA"/>
    <w:rsid w:val="000B6663"/>
    <w:rsid w:val="000B67AF"/>
    <w:rsid w:val="000B779C"/>
    <w:rsid w:val="000B7E42"/>
    <w:rsid w:val="000C0247"/>
    <w:rsid w:val="000C0AD2"/>
    <w:rsid w:val="000C15FB"/>
    <w:rsid w:val="000C2047"/>
    <w:rsid w:val="000C21CE"/>
    <w:rsid w:val="000C255E"/>
    <w:rsid w:val="000C3173"/>
    <w:rsid w:val="000C3538"/>
    <w:rsid w:val="000C359A"/>
    <w:rsid w:val="000C403E"/>
    <w:rsid w:val="000C55A5"/>
    <w:rsid w:val="000C55B0"/>
    <w:rsid w:val="000C696C"/>
    <w:rsid w:val="000C7A85"/>
    <w:rsid w:val="000C7ECD"/>
    <w:rsid w:val="000D0541"/>
    <w:rsid w:val="000D187C"/>
    <w:rsid w:val="000D2D93"/>
    <w:rsid w:val="000D35C4"/>
    <w:rsid w:val="000D3699"/>
    <w:rsid w:val="000D3CA9"/>
    <w:rsid w:val="000D3D44"/>
    <w:rsid w:val="000D404A"/>
    <w:rsid w:val="000D479B"/>
    <w:rsid w:val="000D480D"/>
    <w:rsid w:val="000D4D74"/>
    <w:rsid w:val="000D5215"/>
    <w:rsid w:val="000D5BAB"/>
    <w:rsid w:val="000D6142"/>
    <w:rsid w:val="000D6845"/>
    <w:rsid w:val="000D6927"/>
    <w:rsid w:val="000D6EFA"/>
    <w:rsid w:val="000D70B4"/>
    <w:rsid w:val="000D7808"/>
    <w:rsid w:val="000D7D60"/>
    <w:rsid w:val="000E00BA"/>
    <w:rsid w:val="000E159E"/>
    <w:rsid w:val="000E2EC3"/>
    <w:rsid w:val="000E2FB6"/>
    <w:rsid w:val="000E330A"/>
    <w:rsid w:val="000E350C"/>
    <w:rsid w:val="000E3793"/>
    <w:rsid w:val="000E6301"/>
    <w:rsid w:val="000E6AE1"/>
    <w:rsid w:val="000E6C2A"/>
    <w:rsid w:val="000F00B2"/>
    <w:rsid w:val="000F0465"/>
    <w:rsid w:val="000F0616"/>
    <w:rsid w:val="000F0A0C"/>
    <w:rsid w:val="000F158B"/>
    <w:rsid w:val="000F251F"/>
    <w:rsid w:val="000F2810"/>
    <w:rsid w:val="000F2F3B"/>
    <w:rsid w:val="000F33E5"/>
    <w:rsid w:val="000F34C7"/>
    <w:rsid w:val="000F3A97"/>
    <w:rsid w:val="000F5784"/>
    <w:rsid w:val="000F6504"/>
    <w:rsid w:val="000F69DF"/>
    <w:rsid w:val="000F69FB"/>
    <w:rsid w:val="000F7244"/>
    <w:rsid w:val="00100562"/>
    <w:rsid w:val="00101ABD"/>
    <w:rsid w:val="00101B1F"/>
    <w:rsid w:val="00103B23"/>
    <w:rsid w:val="0010450D"/>
    <w:rsid w:val="00104E59"/>
    <w:rsid w:val="00105C2A"/>
    <w:rsid w:val="00106497"/>
    <w:rsid w:val="00106CB7"/>
    <w:rsid w:val="0010702D"/>
    <w:rsid w:val="001079BE"/>
    <w:rsid w:val="00107A08"/>
    <w:rsid w:val="00107A49"/>
    <w:rsid w:val="0011005D"/>
    <w:rsid w:val="00111812"/>
    <w:rsid w:val="00112105"/>
    <w:rsid w:val="00113BF9"/>
    <w:rsid w:val="001144CB"/>
    <w:rsid w:val="0011538A"/>
    <w:rsid w:val="00116421"/>
    <w:rsid w:val="001165C5"/>
    <w:rsid w:val="001166F2"/>
    <w:rsid w:val="00116FAF"/>
    <w:rsid w:val="00116FFC"/>
    <w:rsid w:val="00117A12"/>
    <w:rsid w:val="00120319"/>
    <w:rsid w:val="0012095F"/>
    <w:rsid w:val="00120F3F"/>
    <w:rsid w:val="00121775"/>
    <w:rsid w:val="00122533"/>
    <w:rsid w:val="001227A6"/>
    <w:rsid w:val="0012323F"/>
    <w:rsid w:val="00123B1B"/>
    <w:rsid w:val="001241AA"/>
    <w:rsid w:val="0012424B"/>
    <w:rsid w:val="001242F7"/>
    <w:rsid w:val="001244C5"/>
    <w:rsid w:val="00124A0D"/>
    <w:rsid w:val="00124D04"/>
    <w:rsid w:val="00124ECB"/>
    <w:rsid w:val="00125080"/>
    <w:rsid w:val="00125B4D"/>
    <w:rsid w:val="00125C88"/>
    <w:rsid w:val="0012626F"/>
    <w:rsid w:val="001263B0"/>
    <w:rsid w:val="00126C71"/>
    <w:rsid w:val="00127532"/>
    <w:rsid w:val="00127FD7"/>
    <w:rsid w:val="00130540"/>
    <w:rsid w:val="00131303"/>
    <w:rsid w:val="00131D8D"/>
    <w:rsid w:val="0013217F"/>
    <w:rsid w:val="00132589"/>
    <w:rsid w:val="00132CC6"/>
    <w:rsid w:val="00133C79"/>
    <w:rsid w:val="00133DE2"/>
    <w:rsid w:val="00133DE4"/>
    <w:rsid w:val="00135FE0"/>
    <w:rsid w:val="001370F5"/>
    <w:rsid w:val="001377FF"/>
    <w:rsid w:val="00137A9B"/>
    <w:rsid w:val="00137B6B"/>
    <w:rsid w:val="001404F9"/>
    <w:rsid w:val="00140E89"/>
    <w:rsid w:val="00141116"/>
    <w:rsid w:val="0014157B"/>
    <w:rsid w:val="00141A1B"/>
    <w:rsid w:val="00142682"/>
    <w:rsid w:val="00142A64"/>
    <w:rsid w:val="00143D6B"/>
    <w:rsid w:val="00143E32"/>
    <w:rsid w:val="00143E86"/>
    <w:rsid w:val="001448A7"/>
    <w:rsid w:val="00144BBB"/>
    <w:rsid w:val="0014505A"/>
    <w:rsid w:val="001453A9"/>
    <w:rsid w:val="00145862"/>
    <w:rsid w:val="00145D71"/>
    <w:rsid w:val="00146E13"/>
    <w:rsid w:val="00146E5C"/>
    <w:rsid w:val="00147108"/>
    <w:rsid w:val="0014797A"/>
    <w:rsid w:val="00147CEA"/>
    <w:rsid w:val="00150434"/>
    <w:rsid w:val="00150658"/>
    <w:rsid w:val="001507B6"/>
    <w:rsid w:val="00150A70"/>
    <w:rsid w:val="0015118B"/>
    <w:rsid w:val="00151C05"/>
    <w:rsid w:val="00151FB0"/>
    <w:rsid w:val="0015341B"/>
    <w:rsid w:val="00153604"/>
    <w:rsid w:val="001536AD"/>
    <w:rsid w:val="001539FC"/>
    <w:rsid w:val="00153BA6"/>
    <w:rsid w:val="00153EC8"/>
    <w:rsid w:val="001540CE"/>
    <w:rsid w:val="0015415C"/>
    <w:rsid w:val="00154214"/>
    <w:rsid w:val="00154AE0"/>
    <w:rsid w:val="001557DD"/>
    <w:rsid w:val="001558DB"/>
    <w:rsid w:val="00155A72"/>
    <w:rsid w:val="001561FE"/>
    <w:rsid w:val="00156762"/>
    <w:rsid w:val="001567BB"/>
    <w:rsid w:val="0015686B"/>
    <w:rsid w:val="00156DB3"/>
    <w:rsid w:val="00156F4F"/>
    <w:rsid w:val="00157164"/>
    <w:rsid w:val="00157C70"/>
    <w:rsid w:val="00157ECE"/>
    <w:rsid w:val="0016014F"/>
    <w:rsid w:val="001608F0"/>
    <w:rsid w:val="00160AE5"/>
    <w:rsid w:val="00160B3A"/>
    <w:rsid w:val="00160C5C"/>
    <w:rsid w:val="00161053"/>
    <w:rsid w:val="00161922"/>
    <w:rsid w:val="00161F21"/>
    <w:rsid w:val="00162B63"/>
    <w:rsid w:val="00164597"/>
    <w:rsid w:val="00165B5F"/>
    <w:rsid w:val="001705DC"/>
    <w:rsid w:val="001707A0"/>
    <w:rsid w:val="00170F13"/>
    <w:rsid w:val="001721E9"/>
    <w:rsid w:val="0017294A"/>
    <w:rsid w:val="00172A54"/>
    <w:rsid w:val="00173541"/>
    <w:rsid w:val="001739B9"/>
    <w:rsid w:val="00173C57"/>
    <w:rsid w:val="00174F17"/>
    <w:rsid w:val="00175EC9"/>
    <w:rsid w:val="00175F90"/>
    <w:rsid w:val="00176708"/>
    <w:rsid w:val="00177BB1"/>
    <w:rsid w:val="001827AB"/>
    <w:rsid w:val="00182CA4"/>
    <w:rsid w:val="0018488A"/>
    <w:rsid w:val="00184D55"/>
    <w:rsid w:val="00185080"/>
    <w:rsid w:val="001855FD"/>
    <w:rsid w:val="0018583B"/>
    <w:rsid w:val="00185FEF"/>
    <w:rsid w:val="00186C34"/>
    <w:rsid w:val="00186E6A"/>
    <w:rsid w:val="00186EF0"/>
    <w:rsid w:val="00186F5C"/>
    <w:rsid w:val="001879BD"/>
    <w:rsid w:val="00187BAD"/>
    <w:rsid w:val="00190382"/>
    <w:rsid w:val="001914E4"/>
    <w:rsid w:val="0019202E"/>
    <w:rsid w:val="00192C57"/>
    <w:rsid w:val="001930D7"/>
    <w:rsid w:val="001933B6"/>
    <w:rsid w:val="001936AC"/>
    <w:rsid w:val="00193FCA"/>
    <w:rsid w:val="0019458C"/>
    <w:rsid w:val="00194E00"/>
    <w:rsid w:val="00195224"/>
    <w:rsid w:val="00195B01"/>
    <w:rsid w:val="00196220"/>
    <w:rsid w:val="00196826"/>
    <w:rsid w:val="00197907"/>
    <w:rsid w:val="00197ADD"/>
    <w:rsid w:val="00197D05"/>
    <w:rsid w:val="001A0C34"/>
    <w:rsid w:val="001A25C0"/>
    <w:rsid w:val="001A3958"/>
    <w:rsid w:val="001A3DC1"/>
    <w:rsid w:val="001A3F1A"/>
    <w:rsid w:val="001A4699"/>
    <w:rsid w:val="001A4F24"/>
    <w:rsid w:val="001A4F41"/>
    <w:rsid w:val="001A5287"/>
    <w:rsid w:val="001A5CA9"/>
    <w:rsid w:val="001A7401"/>
    <w:rsid w:val="001A7906"/>
    <w:rsid w:val="001A7DFC"/>
    <w:rsid w:val="001B04D5"/>
    <w:rsid w:val="001B0C17"/>
    <w:rsid w:val="001B1247"/>
    <w:rsid w:val="001B26B0"/>
    <w:rsid w:val="001B2D82"/>
    <w:rsid w:val="001B34A1"/>
    <w:rsid w:val="001B3750"/>
    <w:rsid w:val="001B39C9"/>
    <w:rsid w:val="001B3B40"/>
    <w:rsid w:val="001B3B6B"/>
    <w:rsid w:val="001B435F"/>
    <w:rsid w:val="001B4C86"/>
    <w:rsid w:val="001B4ED5"/>
    <w:rsid w:val="001B585C"/>
    <w:rsid w:val="001B5AD2"/>
    <w:rsid w:val="001B5FC4"/>
    <w:rsid w:val="001B627C"/>
    <w:rsid w:val="001B62AD"/>
    <w:rsid w:val="001B64F3"/>
    <w:rsid w:val="001B6B12"/>
    <w:rsid w:val="001B70E6"/>
    <w:rsid w:val="001B7B93"/>
    <w:rsid w:val="001B7DAD"/>
    <w:rsid w:val="001B7E35"/>
    <w:rsid w:val="001C00FB"/>
    <w:rsid w:val="001C0599"/>
    <w:rsid w:val="001C0626"/>
    <w:rsid w:val="001C0A21"/>
    <w:rsid w:val="001C0A78"/>
    <w:rsid w:val="001C1632"/>
    <w:rsid w:val="001C2C38"/>
    <w:rsid w:val="001C3733"/>
    <w:rsid w:val="001C394E"/>
    <w:rsid w:val="001C45F2"/>
    <w:rsid w:val="001C482D"/>
    <w:rsid w:val="001C4A36"/>
    <w:rsid w:val="001C750A"/>
    <w:rsid w:val="001C7918"/>
    <w:rsid w:val="001C7F88"/>
    <w:rsid w:val="001C7FBF"/>
    <w:rsid w:val="001D0DC3"/>
    <w:rsid w:val="001D1108"/>
    <w:rsid w:val="001D118B"/>
    <w:rsid w:val="001D1C45"/>
    <w:rsid w:val="001D1FD3"/>
    <w:rsid w:val="001D2B72"/>
    <w:rsid w:val="001D3C71"/>
    <w:rsid w:val="001D3FA4"/>
    <w:rsid w:val="001D43CF"/>
    <w:rsid w:val="001D4809"/>
    <w:rsid w:val="001D4DF9"/>
    <w:rsid w:val="001D5BD9"/>
    <w:rsid w:val="001D60CF"/>
    <w:rsid w:val="001D6300"/>
    <w:rsid w:val="001D6BED"/>
    <w:rsid w:val="001D6E91"/>
    <w:rsid w:val="001D788C"/>
    <w:rsid w:val="001D7DD2"/>
    <w:rsid w:val="001D7F15"/>
    <w:rsid w:val="001E09E1"/>
    <w:rsid w:val="001E0B47"/>
    <w:rsid w:val="001E0D12"/>
    <w:rsid w:val="001E0F46"/>
    <w:rsid w:val="001E1D69"/>
    <w:rsid w:val="001E21BC"/>
    <w:rsid w:val="001E252E"/>
    <w:rsid w:val="001E2713"/>
    <w:rsid w:val="001E37BA"/>
    <w:rsid w:val="001E5A9D"/>
    <w:rsid w:val="001E5FC5"/>
    <w:rsid w:val="001E67DC"/>
    <w:rsid w:val="001E6989"/>
    <w:rsid w:val="001E709F"/>
    <w:rsid w:val="001E7C8B"/>
    <w:rsid w:val="001F09EF"/>
    <w:rsid w:val="001F0E5C"/>
    <w:rsid w:val="001F2274"/>
    <w:rsid w:val="001F37F7"/>
    <w:rsid w:val="001F3C6A"/>
    <w:rsid w:val="001F3E22"/>
    <w:rsid w:val="001F41BC"/>
    <w:rsid w:val="001F4DE7"/>
    <w:rsid w:val="001F5291"/>
    <w:rsid w:val="001F52E2"/>
    <w:rsid w:val="001F633D"/>
    <w:rsid w:val="001F7061"/>
    <w:rsid w:val="001F75E7"/>
    <w:rsid w:val="002001A4"/>
    <w:rsid w:val="00200ED1"/>
    <w:rsid w:val="00201838"/>
    <w:rsid w:val="00201DF2"/>
    <w:rsid w:val="00203C82"/>
    <w:rsid w:val="00203E14"/>
    <w:rsid w:val="00204FE4"/>
    <w:rsid w:val="00205127"/>
    <w:rsid w:val="0020531D"/>
    <w:rsid w:val="002053C2"/>
    <w:rsid w:val="002056E9"/>
    <w:rsid w:val="002067AC"/>
    <w:rsid w:val="0020680D"/>
    <w:rsid w:val="00206C3C"/>
    <w:rsid w:val="00206EC2"/>
    <w:rsid w:val="00207206"/>
    <w:rsid w:val="00207528"/>
    <w:rsid w:val="002077D4"/>
    <w:rsid w:val="00207A43"/>
    <w:rsid w:val="00211116"/>
    <w:rsid w:val="00211CEE"/>
    <w:rsid w:val="002124A9"/>
    <w:rsid w:val="00213F7E"/>
    <w:rsid w:val="002144EF"/>
    <w:rsid w:val="00214D42"/>
    <w:rsid w:val="002159EE"/>
    <w:rsid w:val="00216CA3"/>
    <w:rsid w:val="00217555"/>
    <w:rsid w:val="00217F74"/>
    <w:rsid w:val="0022017A"/>
    <w:rsid w:val="002215CD"/>
    <w:rsid w:val="0022217F"/>
    <w:rsid w:val="00222BEB"/>
    <w:rsid w:val="00224300"/>
    <w:rsid w:val="002259C6"/>
    <w:rsid w:val="00225CB6"/>
    <w:rsid w:val="00226093"/>
    <w:rsid w:val="002261E9"/>
    <w:rsid w:val="00226982"/>
    <w:rsid w:val="002271FF"/>
    <w:rsid w:val="00227E08"/>
    <w:rsid w:val="00227F30"/>
    <w:rsid w:val="002307E1"/>
    <w:rsid w:val="0023156C"/>
    <w:rsid w:val="002322F0"/>
    <w:rsid w:val="0023266C"/>
    <w:rsid w:val="00232B57"/>
    <w:rsid w:val="002339C9"/>
    <w:rsid w:val="00233D0A"/>
    <w:rsid w:val="00234224"/>
    <w:rsid w:val="0023425E"/>
    <w:rsid w:val="00234C7B"/>
    <w:rsid w:val="002351D9"/>
    <w:rsid w:val="002359A5"/>
    <w:rsid w:val="00236058"/>
    <w:rsid w:val="00236AE7"/>
    <w:rsid w:val="002373F9"/>
    <w:rsid w:val="00240AEE"/>
    <w:rsid w:val="00240B38"/>
    <w:rsid w:val="00241AB1"/>
    <w:rsid w:val="00241FA5"/>
    <w:rsid w:val="00242A4D"/>
    <w:rsid w:val="002435C0"/>
    <w:rsid w:val="0024466C"/>
    <w:rsid w:val="00244A98"/>
    <w:rsid w:val="0024555B"/>
    <w:rsid w:val="0024651A"/>
    <w:rsid w:val="002475E1"/>
    <w:rsid w:val="002500F4"/>
    <w:rsid w:val="00250837"/>
    <w:rsid w:val="00251871"/>
    <w:rsid w:val="00251942"/>
    <w:rsid w:val="00253293"/>
    <w:rsid w:val="0025355D"/>
    <w:rsid w:val="00253D5A"/>
    <w:rsid w:val="00254300"/>
    <w:rsid w:val="002551D4"/>
    <w:rsid w:val="00255941"/>
    <w:rsid w:val="00255BFA"/>
    <w:rsid w:val="002571B8"/>
    <w:rsid w:val="0025747F"/>
    <w:rsid w:val="00257DF9"/>
    <w:rsid w:val="0026085D"/>
    <w:rsid w:val="00260A21"/>
    <w:rsid w:val="00260ABA"/>
    <w:rsid w:val="00261F2E"/>
    <w:rsid w:val="00264420"/>
    <w:rsid w:val="00264CDB"/>
    <w:rsid w:val="00264F56"/>
    <w:rsid w:val="002656CC"/>
    <w:rsid w:val="002666F7"/>
    <w:rsid w:val="002715DF"/>
    <w:rsid w:val="00271BC5"/>
    <w:rsid w:val="0027225C"/>
    <w:rsid w:val="002724A2"/>
    <w:rsid w:val="00272A3F"/>
    <w:rsid w:val="00274909"/>
    <w:rsid w:val="00275163"/>
    <w:rsid w:val="00275A37"/>
    <w:rsid w:val="00275ECB"/>
    <w:rsid w:val="00275FA8"/>
    <w:rsid w:val="00276C27"/>
    <w:rsid w:val="00277873"/>
    <w:rsid w:val="0028078D"/>
    <w:rsid w:val="00280B6C"/>
    <w:rsid w:val="002817A4"/>
    <w:rsid w:val="00281FA5"/>
    <w:rsid w:val="0028317C"/>
    <w:rsid w:val="00284C0B"/>
    <w:rsid w:val="00284DCB"/>
    <w:rsid w:val="002859E6"/>
    <w:rsid w:val="00285A4E"/>
    <w:rsid w:val="00285AFD"/>
    <w:rsid w:val="00285E5F"/>
    <w:rsid w:val="002866DA"/>
    <w:rsid w:val="0028685A"/>
    <w:rsid w:val="002869E6"/>
    <w:rsid w:val="00287C27"/>
    <w:rsid w:val="00290260"/>
    <w:rsid w:val="00290543"/>
    <w:rsid w:val="002923D9"/>
    <w:rsid w:val="00292449"/>
    <w:rsid w:val="00293AC0"/>
    <w:rsid w:val="00293F0B"/>
    <w:rsid w:val="00294F87"/>
    <w:rsid w:val="002960D5"/>
    <w:rsid w:val="00296723"/>
    <w:rsid w:val="00296E0D"/>
    <w:rsid w:val="0029721A"/>
    <w:rsid w:val="0029730C"/>
    <w:rsid w:val="00297A72"/>
    <w:rsid w:val="00297C30"/>
    <w:rsid w:val="002A04C3"/>
    <w:rsid w:val="002A060A"/>
    <w:rsid w:val="002A13D5"/>
    <w:rsid w:val="002A188A"/>
    <w:rsid w:val="002A206A"/>
    <w:rsid w:val="002A2B24"/>
    <w:rsid w:val="002A38E2"/>
    <w:rsid w:val="002A3FAD"/>
    <w:rsid w:val="002A47DE"/>
    <w:rsid w:val="002A4C96"/>
    <w:rsid w:val="002A523C"/>
    <w:rsid w:val="002A5532"/>
    <w:rsid w:val="002A56CC"/>
    <w:rsid w:val="002A5E42"/>
    <w:rsid w:val="002A6105"/>
    <w:rsid w:val="002A6527"/>
    <w:rsid w:val="002A6BC0"/>
    <w:rsid w:val="002A6EF3"/>
    <w:rsid w:val="002A6F0E"/>
    <w:rsid w:val="002A7B4B"/>
    <w:rsid w:val="002B0666"/>
    <w:rsid w:val="002B13DB"/>
    <w:rsid w:val="002B1732"/>
    <w:rsid w:val="002B2174"/>
    <w:rsid w:val="002B2AA9"/>
    <w:rsid w:val="002B3972"/>
    <w:rsid w:val="002B3D23"/>
    <w:rsid w:val="002B4655"/>
    <w:rsid w:val="002B4CB2"/>
    <w:rsid w:val="002B5DBF"/>
    <w:rsid w:val="002B5FEF"/>
    <w:rsid w:val="002B6537"/>
    <w:rsid w:val="002B6796"/>
    <w:rsid w:val="002B68AE"/>
    <w:rsid w:val="002B69E9"/>
    <w:rsid w:val="002B6DFF"/>
    <w:rsid w:val="002B6FEB"/>
    <w:rsid w:val="002B71F9"/>
    <w:rsid w:val="002C030F"/>
    <w:rsid w:val="002C032A"/>
    <w:rsid w:val="002C04AB"/>
    <w:rsid w:val="002C065E"/>
    <w:rsid w:val="002C138C"/>
    <w:rsid w:val="002C1495"/>
    <w:rsid w:val="002C2C7F"/>
    <w:rsid w:val="002C300B"/>
    <w:rsid w:val="002C4259"/>
    <w:rsid w:val="002C4312"/>
    <w:rsid w:val="002C44A8"/>
    <w:rsid w:val="002C4DDF"/>
    <w:rsid w:val="002C762E"/>
    <w:rsid w:val="002C7B81"/>
    <w:rsid w:val="002D0276"/>
    <w:rsid w:val="002D0477"/>
    <w:rsid w:val="002D0C09"/>
    <w:rsid w:val="002D0F71"/>
    <w:rsid w:val="002D1318"/>
    <w:rsid w:val="002D1F19"/>
    <w:rsid w:val="002D20F6"/>
    <w:rsid w:val="002D2BB5"/>
    <w:rsid w:val="002D309C"/>
    <w:rsid w:val="002D4D58"/>
    <w:rsid w:val="002D4EEB"/>
    <w:rsid w:val="002D626C"/>
    <w:rsid w:val="002D78F8"/>
    <w:rsid w:val="002E08B7"/>
    <w:rsid w:val="002E0ACB"/>
    <w:rsid w:val="002E1D25"/>
    <w:rsid w:val="002E2014"/>
    <w:rsid w:val="002E22ED"/>
    <w:rsid w:val="002E3D39"/>
    <w:rsid w:val="002E4367"/>
    <w:rsid w:val="002E43D9"/>
    <w:rsid w:val="002E5107"/>
    <w:rsid w:val="002E5D5C"/>
    <w:rsid w:val="002E6D09"/>
    <w:rsid w:val="002E7DA3"/>
    <w:rsid w:val="002F1748"/>
    <w:rsid w:val="002F18EB"/>
    <w:rsid w:val="002F1DE0"/>
    <w:rsid w:val="002F2CC4"/>
    <w:rsid w:val="002F2EDC"/>
    <w:rsid w:val="002F4212"/>
    <w:rsid w:val="002F4263"/>
    <w:rsid w:val="002F5173"/>
    <w:rsid w:val="002F53B0"/>
    <w:rsid w:val="002F5801"/>
    <w:rsid w:val="002F5BE6"/>
    <w:rsid w:val="002F5E90"/>
    <w:rsid w:val="002F63C9"/>
    <w:rsid w:val="002F6770"/>
    <w:rsid w:val="002F76DF"/>
    <w:rsid w:val="002F796D"/>
    <w:rsid w:val="00300218"/>
    <w:rsid w:val="00300A46"/>
    <w:rsid w:val="00300E70"/>
    <w:rsid w:val="00301986"/>
    <w:rsid w:val="00301C93"/>
    <w:rsid w:val="00302723"/>
    <w:rsid w:val="00302FCB"/>
    <w:rsid w:val="00303248"/>
    <w:rsid w:val="00304190"/>
    <w:rsid w:val="003048A9"/>
    <w:rsid w:val="0030572A"/>
    <w:rsid w:val="00305EAD"/>
    <w:rsid w:val="0030603B"/>
    <w:rsid w:val="003061DA"/>
    <w:rsid w:val="0030625C"/>
    <w:rsid w:val="003065D6"/>
    <w:rsid w:val="00306866"/>
    <w:rsid w:val="00306961"/>
    <w:rsid w:val="00306A1A"/>
    <w:rsid w:val="00306F1C"/>
    <w:rsid w:val="00307C96"/>
    <w:rsid w:val="0031093C"/>
    <w:rsid w:val="00310B84"/>
    <w:rsid w:val="003114F7"/>
    <w:rsid w:val="00311ECD"/>
    <w:rsid w:val="00312BB5"/>
    <w:rsid w:val="00312BF7"/>
    <w:rsid w:val="0031364F"/>
    <w:rsid w:val="00313872"/>
    <w:rsid w:val="00313A12"/>
    <w:rsid w:val="00314049"/>
    <w:rsid w:val="00314B57"/>
    <w:rsid w:val="00315386"/>
    <w:rsid w:val="00315658"/>
    <w:rsid w:val="00316806"/>
    <w:rsid w:val="003168AB"/>
    <w:rsid w:val="00316CA2"/>
    <w:rsid w:val="00316E66"/>
    <w:rsid w:val="00317575"/>
    <w:rsid w:val="0031798D"/>
    <w:rsid w:val="0032039C"/>
    <w:rsid w:val="0032088E"/>
    <w:rsid w:val="00320E81"/>
    <w:rsid w:val="00320F71"/>
    <w:rsid w:val="003210E0"/>
    <w:rsid w:val="00321662"/>
    <w:rsid w:val="00321928"/>
    <w:rsid w:val="00321A22"/>
    <w:rsid w:val="00321BFA"/>
    <w:rsid w:val="00321E1A"/>
    <w:rsid w:val="0032213C"/>
    <w:rsid w:val="00322545"/>
    <w:rsid w:val="00322773"/>
    <w:rsid w:val="00323BC5"/>
    <w:rsid w:val="00323F1C"/>
    <w:rsid w:val="00324023"/>
    <w:rsid w:val="00324127"/>
    <w:rsid w:val="0032434E"/>
    <w:rsid w:val="00324D62"/>
    <w:rsid w:val="00324E4C"/>
    <w:rsid w:val="003252F2"/>
    <w:rsid w:val="00325430"/>
    <w:rsid w:val="003265CC"/>
    <w:rsid w:val="003275F1"/>
    <w:rsid w:val="00327FC8"/>
    <w:rsid w:val="00327FF0"/>
    <w:rsid w:val="003302B6"/>
    <w:rsid w:val="00331631"/>
    <w:rsid w:val="003323E5"/>
    <w:rsid w:val="00332DE7"/>
    <w:rsid w:val="00333C2F"/>
    <w:rsid w:val="00333C84"/>
    <w:rsid w:val="00334932"/>
    <w:rsid w:val="00335679"/>
    <w:rsid w:val="00335976"/>
    <w:rsid w:val="0033606F"/>
    <w:rsid w:val="00336D87"/>
    <w:rsid w:val="00336DC0"/>
    <w:rsid w:val="003377AA"/>
    <w:rsid w:val="00340742"/>
    <w:rsid w:val="00340754"/>
    <w:rsid w:val="00340F8A"/>
    <w:rsid w:val="003413D7"/>
    <w:rsid w:val="00341B0C"/>
    <w:rsid w:val="00342245"/>
    <w:rsid w:val="0034313A"/>
    <w:rsid w:val="003432CD"/>
    <w:rsid w:val="003436E8"/>
    <w:rsid w:val="00343B58"/>
    <w:rsid w:val="00344137"/>
    <w:rsid w:val="00344A4B"/>
    <w:rsid w:val="0034553A"/>
    <w:rsid w:val="00345612"/>
    <w:rsid w:val="003472B2"/>
    <w:rsid w:val="0034769A"/>
    <w:rsid w:val="00347893"/>
    <w:rsid w:val="00347E97"/>
    <w:rsid w:val="00351328"/>
    <w:rsid w:val="00351FC7"/>
    <w:rsid w:val="003523FA"/>
    <w:rsid w:val="00353C22"/>
    <w:rsid w:val="00353DCD"/>
    <w:rsid w:val="00353E8B"/>
    <w:rsid w:val="003540C1"/>
    <w:rsid w:val="00354881"/>
    <w:rsid w:val="00354E7D"/>
    <w:rsid w:val="00354F39"/>
    <w:rsid w:val="003558BD"/>
    <w:rsid w:val="00355D69"/>
    <w:rsid w:val="00356625"/>
    <w:rsid w:val="0035672C"/>
    <w:rsid w:val="003600C4"/>
    <w:rsid w:val="0036063B"/>
    <w:rsid w:val="00360AC4"/>
    <w:rsid w:val="00360ADA"/>
    <w:rsid w:val="00360C19"/>
    <w:rsid w:val="00361105"/>
    <w:rsid w:val="00361709"/>
    <w:rsid w:val="0036237A"/>
    <w:rsid w:val="003626BB"/>
    <w:rsid w:val="0036385C"/>
    <w:rsid w:val="00364828"/>
    <w:rsid w:val="00364BD5"/>
    <w:rsid w:val="00365160"/>
    <w:rsid w:val="003657EE"/>
    <w:rsid w:val="00365AE2"/>
    <w:rsid w:val="00366E15"/>
    <w:rsid w:val="00367CAA"/>
    <w:rsid w:val="00371A5A"/>
    <w:rsid w:val="00371BF2"/>
    <w:rsid w:val="003723CA"/>
    <w:rsid w:val="003734F4"/>
    <w:rsid w:val="00373718"/>
    <w:rsid w:val="003739EB"/>
    <w:rsid w:val="00373CFB"/>
    <w:rsid w:val="003741F9"/>
    <w:rsid w:val="0037631A"/>
    <w:rsid w:val="0037695A"/>
    <w:rsid w:val="00376AFF"/>
    <w:rsid w:val="00376C58"/>
    <w:rsid w:val="0037799D"/>
    <w:rsid w:val="0038083C"/>
    <w:rsid w:val="00380929"/>
    <w:rsid w:val="00380C34"/>
    <w:rsid w:val="00382586"/>
    <w:rsid w:val="00382D40"/>
    <w:rsid w:val="00382E34"/>
    <w:rsid w:val="003837D4"/>
    <w:rsid w:val="00383928"/>
    <w:rsid w:val="00383A38"/>
    <w:rsid w:val="00383C34"/>
    <w:rsid w:val="00384618"/>
    <w:rsid w:val="00385431"/>
    <w:rsid w:val="0038553D"/>
    <w:rsid w:val="00387E90"/>
    <w:rsid w:val="00387EAF"/>
    <w:rsid w:val="00387FDA"/>
    <w:rsid w:val="00390327"/>
    <w:rsid w:val="00390870"/>
    <w:rsid w:val="0039202E"/>
    <w:rsid w:val="0039296A"/>
    <w:rsid w:val="00392C24"/>
    <w:rsid w:val="00393665"/>
    <w:rsid w:val="0039376E"/>
    <w:rsid w:val="00393F74"/>
    <w:rsid w:val="00394222"/>
    <w:rsid w:val="003942FC"/>
    <w:rsid w:val="00394C10"/>
    <w:rsid w:val="003951BD"/>
    <w:rsid w:val="0039683B"/>
    <w:rsid w:val="00396EE1"/>
    <w:rsid w:val="0039760B"/>
    <w:rsid w:val="003A064D"/>
    <w:rsid w:val="003A1026"/>
    <w:rsid w:val="003A1905"/>
    <w:rsid w:val="003A1ACA"/>
    <w:rsid w:val="003A1C98"/>
    <w:rsid w:val="003A1E52"/>
    <w:rsid w:val="003A1F0F"/>
    <w:rsid w:val="003A1F65"/>
    <w:rsid w:val="003A2796"/>
    <w:rsid w:val="003A2F52"/>
    <w:rsid w:val="003A4FF3"/>
    <w:rsid w:val="003A51D4"/>
    <w:rsid w:val="003A5528"/>
    <w:rsid w:val="003A6E62"/>
    <w:rsid w:val="003A78B2"/>
    <w:rsid w:val="003B02D2"/>
    <w:rsid w:val="003B0734"/>
    <w:rsid w:val="003B0B64"/>
    <w:rsid w:val="003B1219"/>
    <w:rsid w:val="003B3762"/>
    <w:rsid w:val="003B3B6C"/>
    <w:rsid w:val="003B5154"/>
    <w:rsid w:val="003B5959"/>
    <w:rsid w:val="003B5BE0"/>
    <w:rsid w:val="003B61E6"/>
    <w:rsid w:val="003B6289"/>
    <w:rsid w:val="003B64EC"/>
    <w:rsid w:val="003B6730"/>
    <w:rsid w:val="003B6A44"/>
    <w:rsid w:val="003B6B44"/>
    <w:rsid w:val="003B6E9A"/>
    <w:rsid w:val="003B72EC"/>
    <w:rsid w:val="003C027C"/>
    <w:rsid w:val="003C0AD2"/>
    <w:rsid w:val="003C0B90"/>
    <w:rsid w:val="003C2B2C"/>
    <w:rsid w:val="003C4D66"/>
    <w:rsid w:val="003C53EE"/>
    <w:rsid w:val="003C5817"/>
    <w:rsid w:val="003C6A4A"/>
    <w:rsid w:val="003C775E"/>
    <w:rsid w:val="003D178D"/>
    <w:rsid w:val="003D1F25"/>
    <w:rsid w:val="003D20A4"/>
    <w:rsid w:val="003D28E9"/>
    <w:rsid w:val="003D3439"/>
    <w:rsid w:val="003D3EE7"/>
    <w:rsid w:val="003D4DC9"/>
    <w:rsid w:val="003D5286"/>
    <w:rsid w:val="003D7D8D"/>
    <w:rsid w:val="003E0901"/>
    <w:rsid w:val="003E215D"/>
    <w:rsid w:val="003E2C30"/>
    <w:rsid w:val="003E360D"/>
    <w:rsid w:val="003E3881"/>
    <w:rsid w:val="003E4373"/>
    <w:rsid w:val="003E4A63"/>
    <w:rsid w:val="003E4A7D"/>
    <w:rsid w:val="003E55FC"/>
    <w:rsid w:val="003E65C1"/>
    <w:rsid w:val="003E6B5E"/>
    <w:rsid w:val="003E775B"/>
    <w:rsid w:val="003F070E"/>
    <w:rsid w:val="003F1531"/>
    <w:rsid w:val="003F282A"/>
    <w:rsid w:val="003F2BE8"/>
    <w:rsid w:val="003F2E47"/>
    <w:rsid w:val="003F31F7"/>
    <w:rsid w:val="003F32F5"/>
    <w:rsid w:val="003F3320"/>
    <w:rsid w:val="003F358A"/>
    <w:rsid w:val="003F38F1"/>
    <w:rsid w:val="003F4AAF"/>
    <w:rsid w:val="003F4C9F"/>
    <w:rsid w:val="003F513B"/>
    <w:rsid w:val="003F558E"/>
    <w:rsid w:val="003F57B9"/>
    <w:rsid w:val="003F6123"/>
    <w:rsid w:val="003F655C"/>
    <w:rsid w:val="003F69C9"/>
    <w:rsid w:val="003F6DBF"/>
    <w:rsid w:val="003F7103"/>
    <w:rsid w:val="003F74F2"/>
    <w:rsid w:val="003F77E1"/>
    <w:rsid w:val="003F7C1C"/>
    <w:rsid w:val="004003C8"/>
    <w:rsid w:val="004004C3"/>
    <w:rsid w:val="0040074C"/>
    <w:rsid w:val="00402011"/>
    <w:rsid w:val="00402A94"/>
    <w:rsid w:val="0040370D"/>
    <w:rsid w:val="00403BAB"/>
    <w:rsid w:val="004056F3"/>
    <w:rsid w:val="00407000"/>
    <w:rsid w:val="004100B1"/>
    <w:rsid w:val="004100E7"/>
    <w:rsid w:val="00410D46"/>
    <w:rsid w:val="00411163"/>
    <w:rsid w:val="004111AF"/>
    <w:rsid w:val="00411597"/>
    <w:rsid w:val="00411AB7"/>
    <w:rsid w:val="00412C84"/>
    <w:rsid w:val="004133BF"/>
    <w:rsid w:val="00413685"/>
    <w:rsid w:val="004136E8"/>
    <w:rsid w:val="00413EB5"/>
    <w:rsid w:val="004159AA"/>
    <w:rsid w:val="00415A3F"/>
    <w:rsid w:val="00415AF8"/>
    <w:rsid w:val="00415B5F"/>
    <w:rsid w:val="0041660C"/>
    <w:rsid w:val="0041683A"/>
    <w:rsid w:val="004168A2"/>
    <w:rsid w:val="004169E1"/>
    <w:rsid w:val="004177AB"/>
    <w:rsid w:val="00417E38"/>
    <w:rsid w:val="004200E2"/>
    <w:rsid w:val="00420120"/>
    <w:rsid w:val="004208B6"/>
    <w:rsid w:val="004208BE"/>
    <w:rsid w:val="00420DFD"/>
    <w:rsid w:val="00421CEC"/>
    <w:rsid w:val="004221B4"/>
    <w:rsid w:val="0042252F"/>
    <w:rsid w:val="00422E02"/>
    <w:rsid w:val="004235B4"/>
    <w:rsid w:val="004248DC"/>
    <w:rsid w:val="00425F8A"/>
    <w:rsid w:val="00426886"/>
    <w:rsid w:val="004269FA"/>
    <w:rsid w:val="00426B44"/>
    <w:rsid w:val="00426D25"/>
    <w:rsid w:val="004270B8"/>
    <w:rsid w:val="004271B4"/>
    <w:rsid w:val="004271B9"/>
    <w:rsid w:val="00427310"/>
    <w:rsid w:val="00427FF9"/>
    <w:rsid w:val="00431189"/>
    <w:rsid w:val="004316EA"/>
    <w:rsid w:val="00431ED5"/>
    <w:rsid w:val="00432B62"/>
    <w:rsid w:val="00433D52"/>
    <w:rsid w:val="00434289"/>
    <w:rsid w:val="00434432"/>
    <w:rsid w:val="00434A48"/>
    <w:rsid w:val="00437537"/>
    <w:rsid w:val="00440A51"/>
    <w:rsid w:val="004416A1"/>
    <w:rsid w:val="00442222"/>
    <w:rsid w:val="00442747"/>
    <w:rsid w:val="00442763"/>
    <w:rsid w:val="0044281F"/>
    <w:rsid w:val="0044453C"/>
    <w:rsid w:val="00444D24"/>
    <w:rsid w:val="00444E30"/>
    <w:rsid w:val="0044587D"/>
    <w:rsid w:val="00445999"/>
    <w:rsid w:val="00446E71"/>
    <w:rsid w:val="00447195"/>
    <w:rsid w:val="0044799C"/>
    <w:rsid w:val="00447B74"/>
    <w:rsid w:val="00450241"/>
    <w:rsid w:val="00451ADF"/>
    <w:rsid w:val="00451C4A"/>
    <w:rsid w:val="00451DAA"/>
    <w:rsid w:val="00452D2D"/>
    <w:rsid w:val="00453085"/>
    <w:rsid w:val="00453F76"/>
    <w:rsid w:val="004552F0"/>
    <w:rsid w:val="00455872"/>
    <w:rsid w:val="004559C2"/>
    <w:rsid w:val="004573DF"/>
    <w:rsid w:val="00457814"/>
    <w:rsid w:val="004579D7"/>
    <w:rsid w:val="0046009E"/>
    <w:rsid w:val="00460760"/>
    <w:rsid w:val="0046120D"/>
    <w:rsid w:val="004623C8"/>
    <w:rsid w:val="0046295D"/>
    <w:rsid w:val="00462A82"/>
    <w:rsid w:val="0046312C"/>
    <w:rsid w:val="00463322"/>
    <w:rsid w:val="004635AE"/>
    <w:rsid w:val="004636A9"/>
    <w:rsid w:val="00464C2C"/>
    <w:rsid w:val="004651DF"/>
    <w:rsid w:val="00465292"/>
    <w:rsid w:val="00465440"/>
    <w:rsid w:val="0046581C"/>
    <w:rsid w:val="00465E7A"/>
    <w:rsid w:val="004660EA"/>
    <w:rsid w:val="00466E82"/>
    <w:rsid w:val="0046755E"/>
    <w:rsid w:val="00467D01"/>
    <w:rsid w:val="004703CE"/>
    <w:rsid w:val="00470423"/>
    <w:rsid w:val="00470FA4"/>
    <w:rsid w:val="00471E3F"/>
    <w:rsid w:val="00473832"/>
    <w:rsid w:val="00473BA9"/>
    <w:rsid w:val="00473E2C"/>
    <w:rsid w:val="004756C7"/>
    <w:rsid w:val="004763C3"/>
    <w:rsid w:val="004764AF"/>
    <w:rsid w:val="00476C73"/>
    <w:rsid w:val="00477290"/>
    <w:rsid w:val="00477E34"/>
    <w:rsid w:val="00477F44"/>
    <w:rsid w:val="004802BE"/>
    <w:rsid w:val="00480343"/>
    <w:rsid w:val="0048051D"/>
    <w:rsid w:val="004828E1"/>
    <w:rsid w:val="00482C47"/>
    <w:rsid w:val="0048356A"/>
    <w:rsid w:val="00483F18"/>
    <w:rsid w:val="00484319"/>
    <w:rsid w:val="00484FF6"/>
    <w:rsid w:val="0048530F"/>
    <w:rsid w:val="004853F1"/>
    <w:rsid w:val="00485984"/>
    <w:rsid w:val="00485BC7"/>
    <w:rsid w:val="00486034"/>
    <w:rsid w:val="004870F1"/>
    <w:rsid w:val="00490015"/>
    <w:rsid w:val="00490965"/>
    <w:rsid w:val="004934C1"/>
    <w:rsid w:val="00493DE5"/>
    <w:rsid w:val="0049440F"/>
    <w:rsid w:val="00494B9E"/>
    <w:rsid w:val="00495152"/>
    <w:rsid w:val="004957B7"/>
    <w:rsid w:val="00496663"/>
    <w:rsid w:val="0049676E"/>
    <w:rsid w:val="004967DB"/>
    <w:rsid w:val="00496878"/>
    <w:rsid w:val="00496EEC"/>
    <w:rsid w:val="004A040C"/>
    <w:rsid w:val="004A35CB"/>
    <w:rsid w:val="004A40A7"/>
    <w:rsid w:val="004A4A2C"/>
    <w:rsid w:val="004A5207"/>
    <w:rsid w:val="004A64BB"/>
    <w:rsid w:val="004A6691"/>
    <w:rsid w:val="004A68BD"/>
    <w:rsid w:val="004A6E51"/>
    <w:rsid w:val="004A6E57"/>
    <w:rsid w:val="004A7BAB"/>
    <w:rsid w:val="004B090E"/>
    <w:rsid w:val="004B0D45"/>
    <w:rsid w:val="004B0FFB"/>
    <w:rsid w:val="004B1032"/>
    <w:rsid w:val="004B3782"/>
    <w:rsid w:val="004B3ED1"/>
    <w:rsid w:val="004B4EA7"/>
    <w:rsid w:val="004B55F0"/>
    <w:rsid w:val="004B5B9D"/>
    <w:rsid w:val="004B64D6"/>
    <w:rsid w:val="004B6661"/>
    <w:rsid w:val="004B6B5E"/>
    <w:rsid w:val="004B6BFB"/>
    <w:rsid w:val="004B6E53"/>
    <w:rsid w:val="004B736E"/>
    <w:rsid w:val="004B75CC"/>
    <w:rsid w:val="004B78EF"/>
    <w:rsid w:val="004C09D1"/>
    <w:rsid w:val="004C0F5F"/>
    <w:rsid w:val="004C12CF"/>
    <w:rsid w:val="004C13FF"/>
    <w:rsid w:val="004C1C0E"/>
    <w:rsid w:val="004C1E94"/>
    <w:rsid w:val="004C20B8"/>
    <w:rsid w:val="004C2A3E"/>
    <w:rsid w:val="004C2EC0"/>
    <w:rsid w:val="004C3D56"/>
    <w:rsid w:val="004C43C1"/>
    <w:rsid w:val="004C44D1"/>
    <w:rsid w:val="004C46F8"/>
    <w:rsid w:val="004C48D5"/>
    <w:rsid w:val="004C561F"/>
    <w:rsid w:val="004C5E00"/>
    <w:rsid w:val="004C6660"/>
    <w:rsid w:val="004C67D3"/>
    <w:rsid w:val="004C6B29"/>
    <w:rsid w:val="004C727F"/>
    <w:rsid w:val="004C7A74"/>
    <w:rsid w:val="004C7EFB"/>
    <w:rsid w:val="004D0B94"/>
    <w:rsid w:val="004D13D3"/>
    <w:rsid w:val="004D1495"/>
    <w:rsid w:val="004D1634"/>
    <w:rsid w:val="004D1DFE"/>
    <w:rsid w:val="004D1EDB"/>
    <w:rsid w:val="004D2252"/>
    <w:rsid w:val="004D44F1"/>
    <w:rsid w:val="004D485C"/>
    <w:rsid w:val="004D549F"/>
    <w:rsid w:val="004D701F"/>
    <w:rsid w:val="004D7671"/>
    <w:rsid w:val="004E009B"/>
    <w:rsid w:val="004E04A9"/>
    <w:rsid w:val="004E086B"/>
    <w:rsid w:val="004E0C75"/>
    <w:rsid w:val="004E1002"/>
    <w:rsid w:val="004E10E2"/>
    <w:rsid w:val="004E176A"/>
    <w:rsid w:val="004E1835"/>
    <w:rsid w:val="004E2429"/>
    <w:rsid w:val="004E27CB"/>
    <w:rsid w:val="004E2AF6"/>
    <w:rsid w:val="004E2BFF"/>
    <w:rsid w:val="004E2F4D"/>
    <w:rsid w:val="004E3396"/>
    <w:rsid w:val="004E3C60"/>
    <w:rsid w:val="004E468A"/>
    <w:rsid w:val="004E48DB"/>
    <w:rsid w:val="004E5156"/>
    <w:rsid w:val="004E6F2A"/>
    <w:rsid w:val="004E72EE"/>
    <w:rsid w:val="004E7C7E"/>
    <w:rsid w:val="004E7FCD"/>
    <w:rsid w:val="004F0AB3"/>
    <w:rsid w:val="004F1CC2"/>
    <w:rsid w:val="004F21E5"/>
    <w:rsid w:val="004F25ED"/>
    <w:rsid w:val="004F361C"/>
    <w:rsid w:val="004F3A9D"/>
    <w:rsid w:val="004F468E"/>
    <w:rsid w:val="004F62B4"/>
    <w:rsid w:val="004F69D9"/>
    <w:rsid w:val="004F6F54"/>
    <w:rsid w:val="004F7807"/>
    <w:rsid w:val="00500A59"/>
    <w:rsid w:val="005017E0"/>
    <w:rsid w:val="00502357"/>
    <w:rsid w:val="00502B56"/>
    <w:rsid w:val="00504C61"/>
    <w:rsid w:val="00505E83"/>
    <w:rsid w:val="00506508"/>
    <w:rsid w:val="00506C3B"/>
    <w:rsid w:val="00506FAF"/>
    <w:rsid w:val="0050714F"/>
    <w:rsid w:val="005076BA"/>
    <w:rsid w:val="00507968"/>
    <w:rsid w:val="00510E56"/>
    <w:rsid w:val="0051234D"/>
    <w:rsid w:val="0051355C"/>
    <w:rsid w:val="005136C8"/>
    <w:rsid w:val="005147EA"/>
    <w:rsid w:val="00514E29"/>
    <w:rsid w:val="005155C2"/>
    <w:rsid w:val="005161EF"/>
    <w:rsid w:val="0051794E"/>
    <w:rsid w:val="00517D2A"/>
    <w:rsid w:val="005209C1"/>
    <w:rsid w:val="00520AE6"/>
    <w:rsid w:val="00520F5F"/>
    <w:rsid w:val="00521F86"/>
    <w:rsid w:val="005227E7"/>
    <w:rsid w:val="00522CB5"/>
    <w:rsid w:val="00522CC3"/>
    <w:rsid w:val="00524809"/>
    <w:rsid w:val="005250D0"/>
    <w:rsid w:val="005252B8"/>
    <w:rsid w:val="00526018"/>
    <w:rsid w:val="005265B0"/>
    <w:rsid w:val="00526B89"/>
    <w:rsid w:val="00526CCC"/>
    <w:rsid w:val="005302AC"/>
    <w:rsid w:val="005303CE"/>
    <w:rsid w:val="00530A6A"/>
    <w:rsid w:val="00530F4D"/>
    <w:rsid w:val="0053133B"/>
    <w:rsid w:val="0053216F"/>
    <w:rsid w:val="00532F34"/>
    <w:rsid w:val="00533182"/>
    <w:rsid w:val="00533232"/>
    <w:rsid w:val="00533740"/>
    <w:rsid w:val="00533CE6"/>
    <w:rsid w:val="00534035"/>
    <w:rsid w:val="00534171"/>
    <w:rsid w:val="005369F5"/>
    <w:rsid w:val="0053722C"/>
    <w:rsid w:val="00540063"/>
    <w:rsid w:val="005408F5"/>
    <w:rsid w:val="00540907"/>
    <w:rsid w:val="00540C1C"/>
    <w:rsid w:val="00540DF7"/>
    <w:rsid w:val="00541035"/>
    <w:rsid w:val="005410A3"/>
    <w:rsid w:val="00541588"/>
    <w:rsid w:val="005416A5"/>
    <w:rsid w:val="0054196E"/>
    <w:rsid w:val="0054239F"/>
    <w:rsid w:val="00542847"/>
    <w:rsid w:val="00543616"/>
    <w:rsid w:val="00543818"/>
    <w:rsid w:val="00543BB0"/>
    <w:rsid w:val="00543EB4"/>
    <w:rsid w:val="00544189"/>
    <w:rsid w:val="005446D3"/>
    <w:rsid w:val="00544798"/>
    <w:rsid w:val="005453CC"/>
    <w:rsid w:val="005473A2"/>
    <w:rsid w:val="005503F0"/>
    <w:rsid w:val="0055111C"/>
    <w:rsid w:val="005514FF"/>
    <w:rsid w:val="00551DCA"/>
    <w:rsid w:val="005522C2"/>
    <w:rsid w:val="005526D2"/>
    <w:rsid w:val="005537CC"/>
    <w:rsid w:val="00553D82"/>
    <w:rsid w:val="00553FA5"/>
    <w:rsid w:val="0055447D"/>
    <w:rsid w:val="00554F8E"/>
    <w:rsid w:val="0055511A"/>
    <w:rsid w:val="005578AB"/>
    <w:rsid w:val="00560C4B"/>
    <w:rsid w:val="00561CAF"/>
    <w:rsid w:val="005628DE"/>
    <w:rsid w:val="00562D43"/>
    <w:rsid w:val="00563CCC"/>
    <w:rsid w:val="00563CF3"/>
    <w:rsid w:val="00564121"/>
    <w:rsid w:val="0056487D"/>
    <w:rsid w:val="005650B3"/>
    <w:rsid w:val="0056513E"/>
    <w:rsid w:val="00565DBE"/>
    <w:rsid w:val="005661A7"/>
    <w:rsid w:val="00566CA3"/>
    <w:rsid w:val="005675C5"/>
    <w:rsid w:val="005702FF"/>
    <w:rsid w:val="00570DF8"/>
    <w:rsid w:val="00570F73"/>
    <w:rsid w:val="00571161"/>
    <w:rsid w:val="005711B5"/>
    <w:rsid w:val="00571546"/>
    <w:rsid w:val="0057297E"/>
    <w:rsid w:val="00574749"/>
    <w:rsid w:val="005748CF"/>
    <w:rsid w:val="00575C27"/>
    <w:rsid w:val="00575FC5"/>
    <w:rsid w:val="00576BAC"/>
    <w:rsid w:val="005775D2"/>
    <w:rsid w:val="00577848"/>
    <w:rsid w:val="0058113C"/>
    <w:rsid w:val="00581923"/>
    <w:rsid w:val="00582BB3"/>
    <w:rsid w:val="00582D64"/>
    <w:rsid w:val="00583EC5"/>
    <w:rsid w:val="00584871"/>
    <w:rsid w:val="00584B64"/>
    <w:rsid w:val="00586A4E"/>
    <w:rsid w:val="0059030F"/>
    <w:rsid w:val="00590912"/>
    <w:rsid w:val="0059093B"/>
    <w:rsid w:val="00590D1C"/>
    <w:rsid w:val="005913A1"/>
    <w:rsid w:val="00592292"/>
    <w:rsid w:val="005922C5"/>
    <w:rsid w:val="00592CF4"/>
    <w:rsid w:val="00593090"/>
    <w:rsid w:val="0059350E"/>
    <w:rsid w:val="00593969"/>
    <w:rsid w:val="0059498D"/>
    <w:rsid w:val="00594BD0"/>
    <w:rsid w:val="00594DF9"/>
    <w:rsid w:val="00595200"/>
    <w:rsid w:val="00596810"/>
    <w:rsid w:val="00596934"/>
    <w:rsid w:val="00597023"/>
    <w:rsid w:val="00597534"/>
    <w:rsid w:val="00597846"/>
    <w:rsid w:val="005A06FC"/>
    <w:rsid w:val="005A0A80"/>
    <w:rsid w:val="005A0C5D"/>
    <w:rsid w:val="005A11DB"/>
    <w:rsid w:val="005A1897"/>
    <w:rsid w:val="005A198E"/>
    <w:rsid w:val="005A2468"/>
    <w:rsid w:val="005A3103"/>
    <w:rsid w:val="005A3305"/>
    <w:rsid w:val="005A338A"/>
    <w:rsid w:val="005A33ED"/>
    <w:rsid w:val="005A3EF5"/>
    <w:rsid w:val="005A4CB6"/>
    <w:rsid w:val="005A566A"/>
    <w:rsid w:val="005A5CF6"/>
    <w:rsid w:val="005A5DCE"/>
    <w:rsid w:val="005A6926"/>
    <w:rsid w:val="005A6D93"/>
    <w:rsid w:val="005A7A04"/>
    <w:rsid w:val="005A7F32"/>
    <w:rsid w:val="005B07C1"/>
    <w:rsid w:val="005B0C59"/>
    <w:rsid w:val="005B0D76"/>
    <w:rsid w:val="005B1DCF"/>
    <w:rsid w:val="005B1E90"/>
    <w:rsid w:val="005B2FDE"/>
    <w:rsid w:val="005B3859"/>
    <w:rsid w:val="005B3D64"/>
    <w:rsid w:val="005B3E54"/>
    <w:rsid w:val="005B4F9B"/>
    <w:rsid w:val="005B504A"/>
    <w:rsid w:val="005B55F9"/>
    <w:rsid w:val="005B6564"/>
    <w:rsid w:val="005B664C"/>
    <w:rsid w:val="005B68E3"/>
    <w:rsid w:val="005B750B"/>
    <w:rsid w:val="005B75EC"/>
    <w:rsid w:val="005B7DFB"/>
    <w:rsid w:val="005C0F3D"/>
    <w:rsid w:val="005C1B00"/>
    <w:rsid w:val="005C1C54"/>
    <w:rsid w:val="005C1CD5"/>
    <w:rsid w:val="005C1F83"/>
    <w:rsid w:val="005C2E25"/>
    <w:rsid w:val="005C3FE1"/>
    <w:rsid w:val="005C4CE4"/>
    <w:rsid w:val="005C5613"/>
    <w:rsid w:val="005C5AC9"/>
    <w:rsid w:val="005C5EEC"/>
    <w:rsid w:val="005C6351"/>
    <w:rsid w:val="005C7170"/>
    <w:rsid w:val="005C71E5"/>
    <w:rsid w:val="005C77E1"/>
    <w:rsid w:val="005C79B7"/>
    <w:rsid w:val="005D0923"/>
    <w:rsid w:val="005D10A3"/>
    <w:rsid w:val="005D10F6"/>
    <w:rsid w:val="005D158F"/>
    <w:rsid w:val="005D19BD"/>
    <w:rsid w:val="005D1EAB"/>
    <w:rsid w:val="005D3969"/>
    <w:rsid w:val="005D3F85"/>
    <w:rsid w:val="005D3FD7"/>
    <w:rsid w:val="005D502E"/>
    <w:rsid w:val="005D6212"/>
    <w:rsid w:val="005D628B"/>
    <w:rsid w:val="005D741D"/>
    <w:rsid w:val="005D748E"/>
    <w:rsid w:val="005E018B"/>
    <w:rsid w:val="005E0E5B"/>
    <w:rsid w:val="005E15E9"/>
    <w:rsid w:val="005E1A5F"/>
    <w:rsid w:val="005E201D"/>
    <w:rsid w:val="005E2679"/>
    <w:rsid w:val="005E31CC"/>
    <w:rsid w:val="005E3BE1"/>
    <w:rsid w:val="005E4AE2"/>
    <w:rsid w:val="005E5121"/>
    <w:rsid w:val="005E5275"/>
    <w:rsid w:val="005E5597"/>
    <w:rsid w:val="005E570F"/>
    <w:rsid w:val="005E5C58"/>
    <w:rsid w:val="005E65F9"/>
    <w:rsid w:val="005E66ED"/>
    <w:rsid w:val="005E70DA"/>
    <w:rsid w:val="005E73A1"/>
    <w:rsid w:val="005E7788"/>
    <w:rsid w:val="005E7A7E"/>
    <w:rsid w:val="005F0D24"/>
    <w:rsid w:val="005F253A"/>
    <w:rsid w:val="005F49CE"/>
    <w:rsid w:val="005F5DF5"/>
    <w:rsid w:val="005F7799"/>
    <w:rsid w:val="006013AC"/>
    <w:rsid w:val="00601B38"/>
    <w:rsid w:val="006020E6"/>
    <w:rsid w:val="006025D1"/>
    <w:rsid w:val="00602A85"/>
    <w:rsid w:val="00602B31"/>
    <w:rsid w:val="00603754"/>
    <w:rsid w:val="006039A6"/>
    <w:rsid w:val="00604618"/>
    <w:rsid w:val="00605ADE"/>
    <w:rsid w:val="00606CA3"/>
    <w:rsid w:val="00607772"/>
    <w:rsid w:val="00611895"/>
    <w:rsid w:val="00612074"/>
    <w:rsid w:val="00614182"/>
    <w:rsid w:val="00614576"/>
    <w:rsid w:val="0061514C"/>
    <w:rsid w:val="0061551F"/>
    <w:rsid w:val="0061616B"/>
    <w:rsid w:val="00616AA1"/>
    <w:rsid w:val="006176B1"/>
    <w:rsid w:val="00617DB0"/>
    <w:rsid w:val="00620BCB"/>
    <w:rsid w:val="00621A33"/>
    <w:rsid w:val="00621FC9"/>
    <w:rsid w:val="006220C0"/>
    <w:rsid w:val="006223BE"/>
    <w:rsid w:val="00622427"/>
    <w:rsid w:val="0062266F"/>
    <w:rsid w:val="00622E02"/>
    <w:rsid w:val="00623291"/>
    <w:rsid w:val="00623906"/>
    <w:rsid w:val="00624586"/>
    <w:rsid w:val="00624A7D"/>
    <w:rsid w:val="00624FBB"/>
    <w:rsid w:val="00625A9F"/>
    <w:rsid w:val="00625BD3"/>
    <w:rsid w:val="006263E5"/>
    <w:rsid w:val="00626B2E"/>
    <w:rsid w:val="00627C12"/>
    <w:rsid w:val="00630717"/>
    <w:rsid w:val="0063086C"/>
    <w:rsid w:val="00630D39"/>
    <w:rsid w:val="00631575"/>
    <w:rsid w:val="00631585"/>
    <w:rsid w:val="006318B2"/>
    <w:rsid w:val="00632AAF"/>
    <w:rsid w:val="0063308B"/>
    <w:rsid w:val="006336FF"/>
    <w:rsid w:val="00634543"/>
    <w:rsid w:val="00635260"/>
    <w:rsid w:val="00636C53"/>
    <w:rsid w:val="00637733"/>
    <w:rsid w:val="006402B3"/>
    <w:rsid w:val="006417A8"/>
    <w:rsid w:val="00641899"/>
    <w:rsid w:val="00641FC2"/>
    <w:rsid w:val="0064270B"/>
    <w:rsid w:val="00642CA0"/>
    <w:rsid w:val="00642D89"/>
    <w:rsid w:val="00643BD7"/>
    <w:rsid w:val="00643E7C"/>
    <w:rsid w:val="00643EDF"/>
    <w:rsid w:val="00644A14"/>
    <w:rsid w:val="00645019"/>
    <w:rsid w:val="0064545E"/>
    <w:rsid w:val="00646136"/>
    <w:rsid w:val="00647A3C"/>
    <w:rsid w:val="006508B4"/>
    <w:rsid w:val="00651DEE"/>
    <w:rsid w:val="00652509"/>
    <w:rsid w:val="006536B0"/>
    <w:rsid w:val="00653BE7"/>
    <w:rsid w:val="00653DE1"/>
    <w:rsid w:val="00654A0B"/>
    <w:rsid w:val="00654E8D"/>
    <w:rsid w:val="0065553B"/>
    <w:rsid w:val="00656AAA"/>
    <w:rsid w:val="00660AC3"/>
    <w:rsid w:val="00661561"/>
    <w:rsid w:val="006615B0"/>
    <w:rsid w:val="00661922"/>
    <w:rsid w:val="00662FC7"/>
    <w:rsid w:val="006633FC"/>
    <w:rsid w:val="006644E7"/>
    <w:rsid w:val="00664DF2"/>
    <w:rsid w:val="006663BF"/>
    <w:rsid w:val="0066713E"/>
    <w:rsid w:val="006671C6"/>
    <w:rsid w:val="00667739"/>
    <w:rsid w:val="006679C1"/>
    <w:rsid w:val="006702BB"/>
    <w:rsid w:val="00671FD5"/>
    <w:rsid w:val="00672C5E"/>
    <w:rsid w:val="00672D2A"/>
    <w:rsid w:val="00672ECF"/>
    <w:rsid w:val="00673E8E"/>
    <w:rsid w:val="00674220"/>
    <w:rsid w:val="00675174"/>
    <w:rsid w:val="00675A64"/>
    <w:rsid w:val="00675B34"/>
    <w:rsid w:val="00676444"/>
    <w:rsid w:val="00676494"/>
    <w:rsid w:val="006764A4"/>
    <w:rsid w:val="00677154"/>
    <w:rsid w:val="00677BC0"/>
    <w:rsid w:val="00682746"/>
    <w:rsid w:val="00683570"/>
    <w:rsid w:val="00683A80"/>
    <w:rsid w:val="00684077"/>
    <w:rsid w:val="006846B4"/>
    <w:rsid w:val="00684D86"/>
    <w:rsid w:val="00685589"/>
    <w:rsid w:val="0068769F"/>
    <w:rsid w:val="006878DB"/>
    <w:rsid w:val="0068792A"/>
    <w:rsid w:val="006912F3"/>
    <w:rsid w:val="0069158A"/>
    <w:rsid w:val="00691904"/>
    <w:rsid w:val="006922E4"/>
    <w:rsid w:val="00693361"/>
    <w:rsid w:val="0069458F"/>
    <w:rsid w:val="00694DB2"/>
    <w:rsid w:val="006954B3"/>
    <w:rsid w:val="006954CF"/>
    <w:rsid w:val="00695B9E"/>
    <w:rsid w:val="00695D0F"/>
    <w:rsid w:val="006966E0"/>
    <w:rsid w:val="00696C94"/>
    <w:rsid w:val="00696F2B"/>
    <w:rsid w:val="0069781C"/>
    <w:rsid w:val="00697B4D"/>
    <w:rsid w:val="006A010A"/>
    <w:rsid w:val="006A1C71"/>
    <w:rsid w:val="006A2234"/>
    <w:rsid w:val="006A2D2F"/>
    <w:rsid w:val="006A32C7"/>
    <w:rsid w:val="006A38DE"/>
    <w:rsid w:val="006A3CDA"/>
    <w:rsid w:val="006A3DD3"/>
    <w:rsid w:val="006A426B"/>
    <w:rsid w:val="006A486D"/>
    <w:rsid w:val="006A4B00"/>
    <w:rsid w:val="006A56E5"/>
    <w:rsid w:val="006A575E"/>
    <w:rsid w:val="006A5E62"/>
    <w:rsid w:val="006A6EA8"/>
    <w:rsid w:val="006A70E8"/>
    <w:rsid w:val="006A7762"/>
    <w:rsid w:val="006A7BD8"/>
    <w:rsid w:val="006B0B7A"/>
    <w:rsid w:val="006B114D"/>
    <w:rsid w:val="006B1B29"/>
    <w:rsid w:val="006B1F3B"/>
    <w:rsid w:val="006B21B1"/>
    <w:rsid w:val="006B2330"/>
    <w:rsid w:val="006B280E"/>
    <w:rsid w:val="006B374C"/>
    <w:rsid w:val="006B3ABE"/>
    <w:rsid w:val="006B45D9"/>
    <w:rsid w:val="006B5F97"/>
    <w:rsid w:val="006B7C03"/>
    <w:rsid w:val="006C0D80"/>
    <w:rsid w:val="006C19FC"/>
    <w:rsid w:val="006C1FC0"/>
    <w:rsid w:val="006C2BDF"/>
    <w:rsid w:val="006C3FEB"/>
    <w:rsid w:val="006C439B"/>
    <w:rsid w:val="006C4FD8"/>
    <w:rsid w:val="006C5167"/>
    <w:rsid w:val="006C5351"/>
    <w:rsid w:val="006C537F"/>
    <w:rsid w:val="006C5980"/>
    <w:rsid w:val="006C5A16"/>
    <w:rsid w:val="006C5DA6"/>
    <w:rsid w:val="006C67F5"/>
    <w:rsid w:val="006C6CCB"/>
    <w:rsid w:val="006C729F"/>
    <w:rsid w:val="006C77F0"/>
    <w:rsid w:val="006C79F4"/>
    <w:rsid w:val="006C7CA0"/>
    <w:rsid w:val="006D0BFF"/>
    <w:rsid w:val="006D12FD"/>
    <w:rsid w:val="006D1420"/>
    <w:rsid w:val="006D2062"/>
    <w:rsid w:val="006D2846"/>
    <w:rsid w:val="006D2BC5"/>
    <w:rsid w:val="006D2C5F"/>
    <w:rsid w:val="006D393C"/>
    <w:rsid w:val="006D57FB"/>
    <w:rsid w:val="006D6596"/>
    <w:rsid w:val="006D7A8D"/>
    <w:rsid w:val="006E0105"/>
    <w:rsid w:val="006E0490"/>
    <w:rsid w:val="006E13D0"/>
    <w:rsid w:val="006E1519"/>
    <w:rsid w:val="006E19B1"/>
    <w:rsid w:val="006E2132"/>
    <w:rsid w:val="006E222C"/>
    <w:rsid w:val="006E252C"/>
    <w:rsid w:val="006E27C6"/>
    <w:rsid w:val="006E3626"/>
    <w:rsid w:val="006E3B69"/>
    <w:rsid w:val="006E4977"/>
    <w:rsid w:val="006E4CF3"/>
    <w:rsid w:val="006E576E"/>
    <w:rsid w:val="006E68EF"/>
    <w:rsid w:val="006E6FC0"/>
    <w:rsid w:val="006F0C0F"/>
    <w:rsid w:val="006F18C7"/>
    <w:rsid w:val="006F18D7"/>
    <w:rsid w:val="006F20FB"/>
    <w:rsid w:val="006F2534"/>
    <w:rsid w:val="006F2D20"/>
    <w:rsid w:val="006F2E6E"/>
    <w:rsid w:val="006F331E"/>
    <w:rsid w:val="006F3D54"/>
    <w:rsid w:val="006F6783"/>
    <w:rsid w:val="006F6A8C"/>
    <w:rsid w:val="006F7F9F"/>
    <w:rsid w:val="00700CBB"/>
    <w:rsid w:val="007013E4"/>
    <w:rsid w:val="00701461"/>
    <w:rsid w:val="00701503"/>
    <w:rsid w:val="007016F2"/>
    <w:rsid w:val="00702B43"/>
    <w:rsid w:val="0070377C"/>
    <w:rsid w:val="007046ED"/>
    <w:rsid w:val="007046FC"/>
    <w:rsid w:val="007051DC"/>
    <w:rsid w:val="00705559"/>
    <w:rsid w:val="00705677"/>
    <w:rsid w:val="00705DF9"/>
    <w:rsid w:val="00705EFA"/>
    <w:rsid w:val="00705FEE"/>
    <w:rsid w:val="007075DB"/>
    <w:rsid w:val="007101A8"/>
    <w:rsid w:val="00710EED"/>
    <w:rsid w:val="00710F38"/>
    <w:rsid w:val="00710F7B"/>
    <w:rsid w:val="00710F95"/>
    <w:rsid w:val="00711CB9"/>
    <w:rsid w:val="00712EF4"/>
    <w:rsid w:val="00714658"/>
    <w:rsid w:val="007146EE"/>
    <w:rsid w:val="00714A21"/>
    <w:rsid w:val="00715855"/>
    <w:rsid w:val="00716DD9"/>
    <w:rsid w:val="00717377"/>
    <w:rsid w:val="00717566"/>
    <w:rsid w:val="00717C39"/>
    <w:rsid w:val="00717E4E"/>
    <w:rsid w:val="00720219"/>
    <w:rsid w:val="007205D2"/>
    <w:rsid w:val="00721067"/>
    <w:rsid w:val="00721D3F"/>
    <w:rsid w:val="00722584"/>
    <w:rsid w:val="00723058"/>
    <w:rsid w:val="00723676"/>
    <w:rsid w:val="00723750"/>
    <w:rsid w:val="007248DB"/>
    <w:rsid w:val="0072498D"/>
    <w:rsid w:val="00725540"/>
    <w:rsid w:val="00726B68"/>
    <w:rsid w:val="00727B10"/>
    <w:rsid w:val="007301F8"/>
    <w:rsid w:val="007311E8"/>
    <w:rsid w:val="00731C2A"/>
    <w:rsid w:val="007320F4"/>
    <w:rsid w:val="0073338D"/>
    <w:rsid w:val="00733AEF"/>
    <w:rsid w:val="00736314"/>
    <w:rsid w:val="007363D4"/>
    <w:rsid w:val="0073683F"/>
    <w:rsid w:val="00736E45"/>
    <w:rsid w:val="007372B3"/>
    <w:rsid w:val="00737570"/>
    <w:rsid w:val="00740188"/>
    <w:rsid w:val="007406A3"/>
    <w:rsid w:val="00740851"/>
    <w:rsid w:val="00740954"/>
    <w:rsid w:val="00740D35"/>
    <w:rsid w:val="00741375"/>
    <w:rsid w:val="00741BE8"/>
    <w:rsid w:val="00742363"/>
    <w:rsid w:val="00743C2C"/>
    <w:rsid w:val="0074431A"/>
    <w:rsid w:val="0074475D"/>
    <w:rsid w:val="00744EBB"/>
    <w:rsid w:val="00745458"/>
    <w:rsid w:val="00745552"/>
    <w:rsid w:val="00745783"/>
    <w:rsid w:val="00746021"/>
    <w:rsid w:val="00747FC5"/>
    <w:rsid w:val="007504C2"/>
    <w:rsid w:val="00751629"/>
    <w:rsid w:val="00752070"/>
    <w:rsid w:val="00752151"/>
    <w:rsid w:val="00752470"/>
    <w:rsid w:val="00752DED"/>
    <w:rsid w:val="00754425"/>
    <w:rsid w:val="00754729"/>
    <w:rsid w:val="00755AD0"/>
    <w:rsid w:val="0075602C"/>
    <w:rsid w:val="007560DE"/>
    <w:rsid w:val="007575AB"/>
    <w:rsid w:val="007603AA"/>
    <w:rsid w:val="0076061D"/>
    <w:rsid w:val="0076122E"/>
    <w:rsid w:val="0076178B"/>
    <w:rsid w:val="00762408"/>
    <w:rsid w:val="00762AED"/>
    <w:rsid w:val="00762E2C"/>
    <w:rsid w:val="0076322A"/>
    <w:rsid w:val="00763710"/>
    <w:rsid w:val="00763A27"/>
    <w:rsid w:val="00764050"/>
    <w:rsid w:val="00764BF5"/>
    <w:rsid w:val="0076555F"/>
    <w:rsid w:val="00766365"/>
    <w:rsid w:val="0076643B"/>
    <w:rsid w:val="007664D2"/>
    <w:rsid w:val="007664D9"/>
    <w:rsid w:val="00766B84"/>
    <w:rsid w:val="00766D27"/>
    <w:rsid w:val="00766F6A"/>
    <w:rsid w:val="00767083"/>
    <w:rsid w:val="007673BD"/>
    <w:rsid w:val="007676E8"/>
    <w:rsid w:val="00767BE2"/>
    <w:rsid w:val="0077074E"/>
    <w:rsid w:val="00770750"/>
    <w:rsid w:val="0077111A"/>
    <w:rsid w:val="007716F5"/>
    <w:rsid w:val="0077222D"/>
    <w:rsid w:val="007725C2"/>
    <w:rsid w:val="00773806"/>
    <w:rsid w:val="007739C8"/>
    <w:rsid w:val="00773A86"/>
    <w:rsid w:val="0077413A"/>
    <w:rsid w:val="00774436"/>
    <w:rsid w:val="00774FBA"/>
    <w:rsid w:val="0077578A"/>
    <w:rsid w:val="00775D3E"/>
    <w:rsid w:val="007772AD"/>
    <w:rsid w:val="007802EA"/>
    <w:rsid w:val="007803E4"/>
    <w:rsid w:val="007811D4"/>
    <w:rsid w:val="007811EA"/>
    <w:rsid w:val="00781310"/>
    <w:rsid w:val="00781BB9"/>
    <w:rsid w:val="007835A1"/>
    <w:rsid w:val="007842EA"/>
    <w:rsid w:val="00784764"/>
    <w:rsid w:val="00784B04"/>
    <w:rsid w:val="00785E81"/>
    <w:rsid w:val="00790B72"/>
    <w:rsid w:val="00790C84"/>
    <w:rsid w:val="00791434"/>
    <w:rsid w:val="00791E1B"/>
    <w:rsid w:val="00791FEC"/>
    <w:rsid w:val="00792555"/>
    <w:rsid w:val="0079428D"/>
    <w:rsid w:val="0079449C"/>
    <w:rsid w:val="00795048"/>
    <w:rsid w:val="0079571B"/>
    <w:rsid w:val="0079581B"/>
    <w:rsid w:val="007966C7"/>
    <w:rsid w:val="00796D61"/>
    <w:rsid w:val="00796F4F"/>
    <w:rsid w:val="00797547"/>
    <w:rsid w:val="007A069B"/>
    <w:rsid w:val="007A0B7D"/>
    <w:rsid w:val="007A18F5"/>
    <w:rsid w:val="007A1B4F"/>
    <w:rsid w:val="007A1EF9"/>
    <w:rsid w:val="007A2619"/>
    <w:rsid w:val="007A271D"/>
    <w:rsid w:val="007A2F08"/>
    <w:rsid w:val="007A459F"/>
    <w:rsid w:val="007A4DD1"/>
    <w:rsid w:val="007A4E83"/>
    <w:rsid w:val="007A5513"/>
    <w:rsid w:val="007A574F"/>
    <w:rsid w:val="007A57F5"/>
    <w:rsid w:val="007A6E18"/>
    <w:rsid w:val="007A7205"/>
    <w:rsid w:val="007A77AC"/>
    <w:rsid w:val="007B037A"/>
    <w:rsid w:val="007B11D3"/>
    <w:rsid w:val="007B12C3"/>
    <w:rsid w:val="007B178F"/>
    <w:rsid w:val="007B1CB6"/>
    <w:rsid w:val="007B2B2B"/>
    <w:rsid w:val="007B2BC6"/>
    <w:rsid w:val="007B3847"/>
    <w:rsid w:val="007B3EAC"/>
    <w:rsid w:val="007B5D90"/>
    <w:rsid w:val="007B5FE5"/>
    <w:rsid w:val="007B6CFF"/>
    <w:rsid w:val="007B74D3"/>
    <w:rsid w:val="007B79C1"/>
    <w:rsid w:val="007B7AEA"/>
    <w:rsid w:val="007C0076"/>
    <w:rsid w:val="007C07E9"/>
    <w:rsid w:val="007C1863"/>
    <w:rsid w:val="007C1E3E"/>
    <w:rsid w:val="007C212A"/>
    <w:rsid w:val="007C3793"/>
    <w:rsid w:val="007C4C23"/>
    <w:rsid w:val="007C5059"/>
    <w:rsid w:val="007C5592"/>
    <w:rsid w:val="007C56BD"/>
    <w:rsid w:val="007C688F"/>
    <w:rsid w:val="007C72FB"/>
    <w:rsid w:val="007C7AAF"/>
    <w:rsid w:val="007D0F6A"/>
    <w:rsid w:val="007D193B"/>
    <w:rsid w:val="007D2044"/>
    <w:rsid w:val="007D21F0"/>
    <w:rsid w:val="007D3151"/>
    <w:rsid w:val="007D3760"/>
    <w:rsid w:val="007D3995"/>
    <w:rsid w:val="007D3CBF"/>
    <w:rsid w:val="007D450F"/>
    <w:rsid w:val="007D58FE"/>
    <w:rsid w:val="007D613C"/>
    <w:rsid w:val="007D6AE7"/>
    <w:rsid w:val="007D6BF0"/>
    <w:rsid w:val="007D6E5D"/>
    <w:rsid w:val="007D6FA8"/>
    <w:rsid w:val="007D70F9"/>
    <w:rsid w:val="007D75B3"/>
    <w:rsid w:val="007D7BFA"/>
    <w:rsid w:val="007E01DA"/>
    <w:rsid w:val="007E09CC"/>
    <w:rsid w:val="007E13D6"/>
    <w:rsid w:val="007E2506"/>
    <w:rsid w:val="007E283F"/>
    <w:rsid w:val="007E2915"/>
    <w:rsid w:val="007E5890"/>
    <w:rsid w:val="007E5E75"/>
    <w:rsid w:val="007E5EE9"/>
    <w:rsid w:val="007E64C6"/>
    <w:rsid w:val="007E7717"/>
    <w:rsid w:val="007F021D"/>
    <w:rsid w:val="007F0A93"/>
    <w:rsid w:val="007F17D6"/>
    <w:rsid w:val="007F1A52"/>
    <w:rsid w:val="007F23FB"/>
    <w:rsid w:val="007F2D91"/>
    <w:rsid w:val="007F2FA6"/>
    <w:rsid w:val="007F2FBF"/>
    <w:rsid w:val="007F3B28"/>
    <w:rsid w:val="007F3B60"/>
    <w:rsid w:val="007F3DB5"/>
    <w:rsid w:val="007F407A"/>
    <w:rsid w:val="007F5F48"/>
    <w:rsid w:val="007F68F4"/>
    <w:rsid w:val="007F69B9"/>
    <w:rsid w:val="00800B93"/>
    <w:rsid w:val="00800BD0"/>
    <w:rsid w:val="008013A3"/>
    <w:rsid w:val="00801995"/>
    <w:rsid w:val="00801CD5"/>
    <w:rsid w:val="00802247"/>
    <w:rsid w:val="00802BA8"/>
    <w:rsid w:val="008031C5"/>
    <w:rsid w:val="0080388D"/>
    <w:rsid w:val="008039B6"/>
    <w:rsid w:val="00803A96"/>
    <w:rsid w:val="00804684"/>
    <w:rsid w:val="00804F96"/>
    <w:rsid w:val="008051CE"/>
    <w:rsid w:val="00805B6A"/>
    <w:rsid w:val="00807932"/>
    <w:rsid w:val="00810410"/>
    <w:rsid w:val="00810809"/>
    <w:rsid w:val="008108B2"/>
    <w:rsid w:val="00810F79"/>
    <w:rsid w:val="00811148"/>
    <w:rsid w:val="00813183"/>
    <w:rsid w:val="008135EE"/>
    <w:rsid w:val="008141E7"/>
    <w:rsid w:val="0081456C"/>
    <w:rsid w:val="00815065"/>
    <w:rsid w:val="00815D05"/>
    <w:rsid w:val="00816328"/>
    <w:rsid w:val="00820644"/>
    <w:rsid w:val="00821A24"/>
    <w:rsid w:val="0082201B"/>
    <w:rsid w:val="008224D8"/>
    <w:rsid w:val="00822AB7"/>
    <w:rsid w:val="008235B7"/>
    <w:rsid w:val="008239F0"/>
    <w:rsid w:val="00823D8E"/>
    <w:rsid w:val="00823FE4"/>
    <w:rsid w:val="00824DDB"/>
    <w:rsid w:val="00824F89"/>
    <w:rsid w:val="0082604C"/>
    <w:rsid w:val="008263B7"/>
    <w:rsid w:val="00826CA9"/>
    <w:rsid w:val="00827049"/>
    <w:rsid w:val="00827D6C"/>
    <w:rsid w:val="00827FF2"/>
    <w:rsid w:val="00830DE3"/>
    <w:rsid w:val="00830FC7"/>
    <w:rsid w:val="00832CD4"/>
    <w:rsid w:val="0083346A"/>
    <w:rsid w:val="00833DE5"/>
    <w:rsid w:val="00833E1A"/>
    <w:rsid w:val="0083449B"/>
    <w:rsid w:val="00834BF2"/>
    <w:rsid w:val="008352A5"/>
    <w:rsid w:val="008353EB"/>
    <w:rsid w:val="00835D00"/>
    <w:rsid w:val="0083660F"/>
    <w:rsid w:val="00837E4D"/>
    <w:rsid w:val="00840700"/>
    <w:rsid w:val="008407D6"/>
    <w:rsid w:val="00840AAC"/>
    <w:rsid w:val="00840DB5"/>
    <w:rsid w:val="0084257D"/>
    <w:rsid w:val="00842F9A"/>
    <w:rsid w:val="00843B30"/>
    <w:rsid w:val="00844030"/>
    <w:rsid w:val="008443F5"/>
    <w:rsid w:val="00844A75"/>
    <w:rsid w:val="00845948"/>
    <w:rsid w:val="00845C9C"/>
    <w:rsid w:val="00845D17"/>
    <w:rsid w:val="00846311"/>
    <w:rsid w:val="00846636"/>
    <w:rsid w:val="00846F50"/>
    <w:rsid w:val="00847021"/>
    <w:rsid w:val="00847216"/>
    <w:rsid w:val="0084781E"/>
    <w:rsid w:val="0085045A"/>
    <w:rsid w:val="00850E97"/>
    <w:rsid w:val="00851568"/>
    <w:rsid w:val="00851684"/>
    <w:rsid w:val="00854627"/>
    <w:rsid w:val="00854986"/>
    <w:rsid w:val="00854E60"/>
    <w:rsid w:val="008553CF"/>
    <w:rsid w:val="008565B6"/>
    <w:rsid w:val="00857424"/>
    <w:rsid w:val="0086140C"/>
    <w:rsid w:val="0086212D"/>
    <w:rsid w:val="008624A0"/>
    <w:rsid w:val="0086310C"/>
    <w:rsid w:val="00863797"/>
    <w:rsid w:val="00864891"/>
    <w:rsid w:val="00864BA8"/>
    <w:rsid w:val="008653EF"/>
    <w:rsid w:val="00865C8E"/>
    <w:rsid w:val="0086717F"/>
    <w:rsid w:val="0086719A"/>
    <w:rsid w:val="00867200"/>
    <w:rsid w:val="008674DC"/>
    <w:rsid w:val="008714D1"/>
    <w:rsid w:val="00872517"/>
    <w:rsid w:val="0087272F"/>
    <w:rsid w:val="00874A5B"/>
    <w:rsid w:val="00874C26"/>
    <w:rsid w:val="0087614D"/>
    <w:rsid w:val="00876567"/>
    <w:rsid w:val="00877D78"/>
    <w:rsid w:val="00877E29"/>
    <w:rsid w:val="008804BA"/>
    <w:rsid w:val="008807F9"/>
    <w:rsid w:val="00881352"/>
    <w:rsid w:val="00882CD2"/>
    <w:rsid w:val="008831A2"/>
    <w:rsid w:val="008835DA"/>
    <w:rsid w:val="00883D68"/>
    <w:rsid w:val="008844DC"/>
    <w:rsid w:val="00884A6D"/>
    <w:rsid w:val="008850E7"/>
    <w:rsid w:val="00885129"/>
    <w:rsid w:val="008851B2"/>
    <w:rsid w:val="00885649"/>
    <w:rsid w:val="00886416"/>
    <w:rsid w:val="00886B52"/>
    <w:rsid w:val="00887B1E"/>
    <w:rsid w:val="00887F89"/>
    <w:rsid w:val="00890799"/>
    <w:rsid w:val="00890CAE"/>
    <w:rsid w:val="0089167D"/>
    <w:rsid w:val="0089256D"/>
    <w:rsid w:val="008927E2"/>
    <w:rsid w:val="008933A2"/>
    <w:rsid w:val="008946FB"/>
    <w:rsid w:val="00894ECB"/>
    <w:rsid w:val="008957AF"/>
    <w:rsid w:val="00895AD6"/>
    <w:rsid w:val="00895B06"/>
    <w:rsid w:val="00895BFE"/>
    <w:rsid w:val="00897585"/>
    <w:rsid w:val="00897B60"/>
    <w:rsid w:val="00897C45"/>
    <w:rsid w:val="00897C5B"/>
    <w:rsid w:val="00897E3A"/>
    <w:rsid w:val="008A0197"/>
    <w:rsid w:val="008A05BB"/>
    <w:rsid w:val="008A0881"/>
    <w:rsid w:val="008A1B69"/>
    <w:rsid w:val="008A3C0C"/>
    <w:rsid w:val="008A48CA"/>
    <w:rsid w:val="008A4DD2"/>
    <w:rsid w:val="008A501B"/>
    <w:rsid w:val="008A53B8"/>
    <w:rsid w:val="008A5738"/>
    <w:rsid w:val="008A5975"/>
    <w:rsid w:val="008A62D8"/>
    <w:rsid w:val="008A7071"/>
    <w:rsid w:val="008A7BE6"/>
    <w:rsid w:val="008B0125"/>
    <w:rsid w:val="008B015D"/>
    <w:rsid w:val="008B02E0"/>
    <w:rsid w:val="008B077E"/>
    <w:rsid w:val="008B0860"/>
    <w:rsid w:val="008B0D62"/>
    <w:rsid w:val="008B178C"/>
    <w:rsid w:val="008B1D76"/>
    <w:rsid w:val="008B2E77"/>
    <w:rsid w:val="008B3216"/>
    <w:rsid w:val="008B34C8"/>
    <w:rsid w:val="008B391E"/>
    <w:rsid w:val="008B39B9"/>
    <w:rsid w:val="008B46DD"/>
    <w:rsid w:val="008B4965"/>
    <w:rsid w:val="008B4A37"/>
    <w:rsid w:val="008B4AD3"/>
    <w:rsid w:val="008B564D"/>
    <w:rsid w:val="008B6B3E"/>
    <w:rsid w:val="008B7FCE"/>
    <w:rsid w:val="008C0312"/>
    <w:rsid w:val="008C054C"/>
    <w:rsid w:val="008C0F85"/>
    <w:rsid w:val="008C13A9"/>
    <w:rsid w:val="008C1BEA"/>
    <w:rsid w:val="008C1CF1"/>
    <w:rsid w:val="008C2B9F"/>
    <w:rsid w:val="008C2DB2"/>
    <w:rsid w:val="008C3E25"/>
    <w:rsid w:val="008C5820"/>
    <w:rsid w:val="008C5C6C"/>
    <w:rsid w:val="008C68FA"/>
    <w:rsid w:val="008C6A04"/>
    <w:rsid w:val="008C7327"/>
    <w:rsid w:val="008C7A4E"/>
    <w:rsid w:val="008C7B5A"/>
    <w:rsid w:val="008D1133"/>
    <w:rsid w:val="008D1EE0"/>
    <w:rsid w:val="008D21BF"/>
    <w:rsid w:val="008D24AC"/>
    <w:rsid w:val="008D2670"/>
    <w:rsid w:val="008D2F1D"/>
    <w:rsid w:val="008D3720"/>
    <w:rsid w:val="008D3B04"/>
    <w:rsid w:val="008D3C87"/>
    <w:rsid w:val="008D4890"/>
    <w:rsid w:val="008D4D72"/>
    <w:rsid w:val="008D541C"/>
    <w:rsid w:val="008D5A4A"/>
    <w:rsid w:val="008D647D"/>
    <w:rsid w:val="008D683E"/>
    <w:rsid w:val="008D7767"/>
    <w:rsid w:val="008D7AE8"/>
    <w:rsid w:val="008D7B12"/>
    <w:rsid w:val="008D7D6F"/>
    <w:rsid w:val="008D7FFE"/>
    <w:rsid w:val="008E01C0"/>
    <w:rsid w:val="008E08EE"/>
    <w:rsid w:val="008E0F40"/>
    <w:rsid w:val="008E2FEA"/>
    <w:rsid w:val="008E3A91"/>
    <w:rsid w:val="008E481B"/>
    <w:rsid w:val="008E5224"/>
    <w:rsid w:val="008E552A"/>
    <w:rsid w:val="008E5B2C"/>
    <w:rsid w:val="008E5F08"/>
    <w:rsid w:val="008E7862"/>
    <w:rsid w:val="008E7D4E"/>
    <w:rsid w:val="008E7FA2"/>
    <w:rsid w:val="008F1379"/>
    <w:rsid w:val="008F189A"/>
    <w:rsid w:val="008F1F48"/>
    <w:rsid w:val="008F2041"/>
    <w:rsid w:val="008F3BCD"/>
    <w:rsid w:val="008F3F85"/>
    <w:rsid w:val="008F3FA6"/>
    <w:rsid w:val="008F46F6"/>
    <w:rsid w:val="008F4BAB"/>
    <w:rsid w:val="008F55FF"/>
    <w:rsid w:val="008F57C5"/>
    <w:rsid w:val="008F6B7D"/>
    <w:rsid w:val="008F72EC"/>
    <w:rsid w:val="008F759A"/>
    <w:rsid w:val="008F7D98"/>
    <w:rsid w:val="00900030"/>
    <w:rsid w:val="0090094E"/>
    <w:rsid w:val="00902450"/>
    <w:rsid w:val="009031EF"/>
    <w:rsid w:val="00903E3C"/>
    <w:rsid w:val="00906EEF"/>
    <w:rsid w:val="00907323"/>
    <w:rsid w:val="00907996"/>
    <w:rsid w:val="009103A0"/>
    <w:rsid w:val="00911571"/>
    <w:rsid w:val="00911E22"/>
    <w:rsid w:val="009121F0"/>
    <w:rsid w:val="009129D4"/>
    <w:rsid w:val="00913810"/>
    <w:rsid w:val="00913B00"/>
    <w:rsid w:val="00913F42"/>
    <w:rsid w:val="00914108"/>
    <w:rsid w:val="00914299"/>
    <w:rsid w:val="00915B3B"/>
    <w:rsid w:val="00915CF2"/>
    <w:rsid w:val="00915D28"/>
    <w:rsid w:val="00915E6F"/>
    <w:rsid w:val="00915F52"/>
    <w:rsid w:val="009169B6"/>
    <w:rsid w:val="00916DDA"/>
    <w:rsid w:val="0091777D"/>
    <w:rsid w:val="009179A3"/>
    <w:rsid w:val="00920CA7"/>
    <w:rsid w:val="009210CC"/>
    <w:rsid w:val="009221A1"/>
    <w:rsid w:val="00923A36"/>
    <w:rsid w:val="0092416D"/>
    <w:rsid w:val="0092434A"/>
    <w:rsid w:val="00924B17"/>
    <w:rsid w:val="0092511E"/>
    <w:rsid w:val="00925739"/>
    <w:rsid w:val="009258CE"/>
    <w:rsid w:val="009262F8"/>
    <w:rsid w:val="009265C7"/>
    <w:rsid w:val="00927082"/>
    <w:rsid w:val="00927724"/>
    <w:rsid w:val="00927778"/>
    <w:rsid w:val="0093053A"/>
    <w:rsid w:val="00930D47"/>
    <w:rsid w:val="009310AA"/>
    <w:rsid w:val="009318B2"/>
    <w:rsid w:val="009337E9"/>
    <w:rsid w:val="00933973"/>
    <w:rsid w:val="0093497D"/>
    <w:rsid w:val="00935DDC"/>
    <w:rsid w:val="009360F0"/>
    <w:rsid w:val="00936D02"/>
    <w:rsid w:val="00936D62"/>
    <w:rsid w:val="009373EC"/>
    <w:rsid w:val="00937AB3"/>
    <w:rsid w:val="00940CEE"/>
    <w:rsid w:val="009411C8"/>
    <w:rsid w:val="0094133B"/>
    <w:rsid w:val="00941D4C"/>
    <w:rsid w:val="0094244D"/>
    <w:rsid w:val="00942D31"/>
    <w:rsid w:val="009448F9"/>
    <w:rsid w:val="00944967"/>
    <w:rsid w:val="00945204"/>
    <w:rsid w:val="00945315"/>
    <w:rsid w:val="00945C3A"/>
    <w:rsid w:val="009467AB"/>
    <w:rsid w:val="009467B9"/>
    <w:rsid w:val="009472CD"/>
    <w:rsid w:val="009477A5"/>
    <w:rsid w:val="00947C08"/>
    <w:rsid w:val="00947F5F"/>
    <w:rsid w:val="009500D0"/>
    <w:rsid w:val="0095011A"/>
    <w:rsid w:val="00951342"/>
    <w:rsid w:val="00951E34"/>
    <w:rsid w:val="00953022"/>
    <w:rsid w:val="009531EA"/>
    <w:rsid w:val="00953566"/>
    <w:rsid w:val="00955EA5"/>
    <w:rsid w:val="00956303"/>
    <w:rsid w:val="00956BCD"/>
    <w:rsid w:val="0096094C"/>
    <w:rsid w:val="00960EE7"/>
    <w:rsid w:val="00961234"/>
    <w:rsid w:val="00961471"/>
    <w:rsid w:val="009617B9"/>
    <w:rsid w:val="00962731"/>
    <w:rsid w:val="009630F9"/>
    <w:rsid w:val="009642A5"/>
    <w:rsid w:val="00964AEE"/>
    <w:rsid w:val="0096556E"/>
    <w:rsid w:val="0096740B"/>
    <w:rsid w:val="00967659"/>
    <w:rsid w:val="00967825"/>
    <w:rsid w:val="00967F54"/>
    <w:rsid w:val="00972ADD"/>
    <w:rsid w:val="00973EF8"/>
    <w:rsid w:val="00974020"/>
    <w:rsid w:val="009746FF"/>
    <w:rsid w:val="00974DD3"/>
    <w:rsid w:val="009759D8"/>
    <w:rsid w:val="00975BC5"/>
    <w:rsid w:val="00975CC8"/>
    <w:rsid w:val="00975E3B"/>
    <w:rsid w:val="00976B02"/>
    <w:rsid w:val="00977121"/>
    <w:rsid w:val="0098012B"/>
    <w:rsid w:val="00980176"/>
    <w:rsid w:val="009801A6"/>
    <w:rsid w:val="009802C4"/>
    <w:rsid w:val="00981F8D"/>
    <w:rsid w:val="0098208F"/>
    <w:rsid w:val="00983207"/>
    <w:rsid w:val="00983430"/>
    <w:rsid w:val="00983CBC"/>
    <w:rsid w:val="00983F8F"/>
    <w:rsid w:val="00984301"/>
    <w:rsid w:val="00984F0D"/>
    <w:rsid w:val="00984F90"/>
    <w:rsid w:val="009873E0"/>
    <w:rsid w:val="00991FBA"/>
    <w:rsid w:val="00991FDE"/>
    <w:rsid w:val="00992567"/>
    <w:rsid w:val="009937CD"/>
    <w:rsid w:val="00993AB7"/>
    <w:rsid w:val="00993BDC"/>
    <w:rsid w:val="00996D93"/>
    <w:rsid w:val="00996F03"/>
    <w:rsid w:val="00997C80"/>
    <w:rsid w:val="009A1BCF"/>
    <w:rsid w:val="009A2443"/>
    <w:rsid w:val="009A2C6A"/>
    <w:rsid w:val="009A2E03"/>
    <w:rsid w:val="009A2FC3"/>
    <w:rsid w:val="009A36A0"/>
    <w:rsid w:val="009A3842"/>
    <w:rsid w:val="009A3DE9"/>
    <w:rsid w:val="009A471C"/>
    <w:rsid w:val="009A5FA2"/>
    <w:rsid w:val="009A62B9"/>
    <w:rsid w:val="009A62C4"/>
    <w:rsid w:val="009A6854"/>
    <w:rsid w:val="009A7EBF"/>
    <w:rsid w:val="009B0D5E"/>
    <w:rsid w:val="009B0F5F"/>
    <w:rsid w:val="009B0FA7"/>
    <w:rsid w:val="009B123A"/>
    <w:rsid w:val="009B1F1F"/>
    <w:rsid w:val="009B25FB"/>
    <w:rsid w:val="009B3428"/>
    <w:rsid w:val="009B36E0"/>
    <w:rsid w:val="009B3867"/>
    <w:rsid w:val="009B3ED3"/>
    <w:rsid w:val="009B4810"/>
    <w:rsid w:val="009B594F"/>
    <w:rsid w:val="009B59A3"/>
    <w:rsid w:val="009B6BE0"/>
    <w:rsid w:val="009B71E1"/>
    <w:rsid w:val="009C0362"/>
    <w:rsid w:val="009C05D9"/>
    <w:rsid w:val="009C0839"/>
    <w:rsid w:val="009C090D"/>
    <w:rsid w:val="009C098A"/>
    <w:rsid w:val="009C14E3"/>
    <w:rsid w:val="009C20AC"/>
    <w:rsid w:val="009C2B71"/>
    <w:rsid w:val="009C2BBD"/>
    <w:rsid w:val="009C3795"/>
    <w:rsid w:val="009C468E"/>
    <w:rsid w:val="009C4871"/>
    <w:rsid w:val="009C4BF9"/>
    <w:rsid w:val="009C59B0"/>
    <w:rsid w:val="009C5B10"/>
    <w:rsid w:val="009C5D83"/>
    <w:rsid w:val="009C5DC9"/>
    <w:rsid w:val="009C6320"/>
    <w:rsid w:val="009C6990"/>
    <w:rsid w:val="009C7813"/>
    <w:rsid w:val="009D12D4"/>
    <w:rsid w:val="009D194D"/>
    <w:rsid w:val="009D1DE4"/>
    <w:rsid w:val="009D1F92"/>
    <w:rsid w:val="009D2D34"/>
    <w:rsid w:val="009D438D"/>
    <w:rsid w:val="009D53A3"/>
    <w:rsid w:val="009D55CE"/>
    <w:rsid w:val="009D7011"/>
    <w:rsid w:val="009D787C"/>
    <w:rsid w:val="009E014D"/>
    <w:rsid w:val="009E0B1E"/>
    <w:rsid w:val="009E0D60"/>
    <w:rsid w:val="009E0DCD"/>
    <w:rsid w:val="009E10BD"/>
    <w:rsid w:val="009E19CC"/>
    <w:rsid w:val="009E1E99"/>
    <w:rsid w:val="009E1EEB"/>
    <w:rsid w:val="009E39EA"/>
    <w:rsid w:val="009E40DE"/>
    <w:rsid w:val="009E43A6"/>
    <w:rsid w:val="009E4820"/>
    <w:rsid w:val="009E5014"/>
    <w:rsid w:val="009E53A6"/>
    <w:rsid w:val="009E63FF"/>
    <w:rsid w:val="009E6665"/>
    <w:rsid w:val="009E6AD9"/>
    <w:rsid w:val="009E79D5"/>
    <w:rsid w:val="009F0967"/>
    <w:rsid w:val="009F0C9C"/>
    <w:rsid w:val="009F1F0E"/>
    <w:rsid w:val="009F230D"/>
    <w:rsid w:val="009F23A9"/>
    <w:rsid w:val="009F2734"/>
    <w:rsid w:val="009F3FAE"/>
    <w:rsid w:val="009F4141"/>
    <w:rsid w:val="009F4253"/>
    <w:rsid w:val="009F4320"/>
    <w:rsid w:val="009F4D7B"/>
    <w:rsid w:val="009F502B"/>
    <w:rsid w:val="009F5879"/>
    <w:rsid w:val="009F5A54"/>
    <w:rsid w:val="009F5BE2"/>
    <w:rsid w:val="009F5EB8"/>
    <w:rsid w:val="009F6519"/>
    <w:rsid w:val="009F6B55"/>
    <w:rsid w:val="009F7158"/>
    <w:rsid w:val="009F731B"/>
    <w:rsid w:val="009F7A29"/>
    <w:rsid w:val="009F7A43"/>
    <w:rsid w:val="009F7D11"/>
    <w:rsid w:val="009F7ED8"/>
    <w:rsid w:val="00A00080"/>
    <w:rsid w:val="00A02068"/>
    <w:rsid w:val="00A022BC"/>
    <w:rsid w:val="00A0259D"/>
    <w:rsid w:val="00A035E2"/>
    <w:rsid w:val="00A036FA"/>
    <w:rsid w:val="00A03978"/>
    <w:rsid w:val="00A042F6"/>
    <w:rsid w:val="00A0573A"/>
    <w:rsid w:val="00A0634E"/>
    <w:rsid w:val="00A06697"/>
    <w:rsid w:val="00A079C2"/>
    <w:rsid w:val="00A07C40"/>
    <w:rsid w:val="00A07D7C"/>
    <w:rsid w:val="00A10803"/>
    <w:rsid w:val="00A12826"/>
    <w:rsid w:val="00A12A4A"/>
    <w:rsid w:val="00A137B1"/>
    <w:rsid w:val="00A13C32"/>
    <w:rsid w:val="00A1400F"/>
    <w:rsid w:val="00A147DE"/>
    <w:rsid w:val="00A14A1C"/>
    <w:rsid w:val="00A15052"/>
    <w:rsid w:val="00A16344"/>
    <w:rsid w:val="00A167A1"/>
    <w:rsid w:val="00A16E3C"/>
    <w:rsid w:val="00A16F48"/>
    <w:rsid w:val="00A17077"/>
    <w:rsid w:val="00A175ED"/>
    <w:rsid w:val="00A17C9D"/>
    <w:rsid w:val="00A209CE"/>
    <w:rsid w:val="00A20A86"/>
    <w:rsid w:val="00A20E42"/>
    <w:rsid w:val="00A211D4"/>
    <w:rsid w:val="00A21701"/>
    <w:rsid w:val="00A219EC"/>
    <w:rsid w:val="00A22046"/>
    <w:rsid w:val="00A22505"/>
    <w:rsid w:val="00A22759"/>
    <w:rsid w:val="00A22776"/>
    <w:rsid w:val="00A242C2"/>
    <w:rsid w:val="00A24B54"/>
    <w:rsid w:val="00A254FC"/>
    <w:rsid w:val="00A260BB"/>
    <w:rsid w:val="00A261A8"/>
    <w:rsid w:val="00A26C7A"/>
    <w:rsid w:val="00A27455"/>
    <w:rsid w:val="00A27915"/>
    <w:rsid w:val="00A306CF"/>
    <w:rsid w:val="00A309A5"/>
    <w:rsid w:val="00A32013"/>
    <w:rsid w:val="00A332CB"/>
    <w:rsid w:val="00A33F3D"/>
    <w:rsid w:val="00A343C6"/>
    <w:rsid w:val="00A34476"/>
    <w:rsid w:val="00A347D4"/>
    <w:rsid w:val="00A35C22"/>
    <w:rsid w:val="00A35E58"/>
    <w:rsid w:val="00A367A8"/>
    <w:rsid w:val="00A37231"/>
    <w:rsid w:val="00A42442"/>
    <w:rsid w:val="00A42943"/>
    <w:rsid w:val="00A43313"/>
    <w:rsid w:val="00A438D2"/>
    <w:rsid w:val="00A44218"/>
    <w:rsid w:val="00A445E9"/>
    <w:rsid w:val="00A44712"/>
    <w:rsid w:val="00A44922"/>
    <w:rsid w:val="00A44DBC"/>
    <w:rsid w:val="00A45DC2"/>
    <w:rsid w:val="00A45F72"/>
    <w:rsid w:val="00A46560"/>
    <w:rsid w:val="00A466EC"/>
    <w:rsid w:val="00A46D36"/>
    <w:rsid w:val="00A46D97"/>
    <w:rsid w:val="00A476E8"/>
    <w:rsid w:val="00A4777F"/>
    <w:rsid w:val="00A50122"/>
    <w:rsid w:val="00A50184"/>
    <w:rsid w:val="00A50604"/>
    <w:rsid w:val="00A508BA"/>
    <w:rsid w:val="00A50B64"/>
    <w:rsid w:val="00A51330"/>
    <w:rsid w:val="00A5147D"/>
    <w:rsid w:val="00A527EF"/>
    <w:rsid w:val="00A52BAE"/>
    <w:rsid w:val="00A52CB7"/>
    <w:rsid w:val="00A53861"/>
    <w:rsid w:val="00A540F9"/>
    <w:rsid w:val="00A54686"/>
    <w:rsid w:val="00A54D6C"/>
    <w:rsid w:val="00A5568E"/>
    <w:rsid w:val="00A55A50"/>
    <w:rsid w:val="00A5621F"/>
    <w:rsid w:val="00A563DC"/>
    <w:rsid w:val="00A57F35"/>
    <w:rsid w:val="00A57F5E"/>
    <w:rsid w:val="00A612D7"/>
    <w:rsid w:val="00A61559"/>
    <w:rsid w:val="00A61A34"/>
    <w:rsid w:val="00A62D76"/>
    <w:rsid w:val="00A6305B"/>
    <w:rsid w:val="00A64A77"/>
    <w:rsid w:val="00A64D7E"/>
    <w:rsid w:val="00A6579A"/>
    <w:rsid w:val="00A66E71"/>
    <w:rsid w:val="00A70B11"/>
    <w:rsid w:val="00A70FCB"/>
    <w:rsid w:val="00A7153A"/>
    <w:rsid w:val="00A71935"/>
    <w:rsid w:val="00A71E82"/>
    <w:rsid w:val="00A72464"/>
    <w:rsid w:val="00A73568"/>
    <w:rsid w:val="00A744A4"/>
    <w:rsid w:val="00A74A24"/>
    <w:rsid w:val="00A74F37"/>
    <w:rsid w:val="00A75358"/>
    <w:rsid w:val="00A75980"/>
    <w:rsid w:val="00A75DB5"/>
    <w:rsid w:val="00A761D7"/>
    <w:rsid w:val="00A763C9"/>
    <w:rsid w:val="00A7696E"/>
    <w:rsid w:val="00A76F9C"/>
    <w:rsid w:val="00A77A6C"/>
    <w:rsid w:val="00A809EC"/>
    <w:rsid w:val="00A80ED6"/>
    <w:rsid w:val="00A8247C"/>
    <w:rsid w:val="00A8298C"/>
    <w:rsid w:val="00A82FC1"/>
    <w:rsid w:val="00A83F47"/>
    <w:rsid w:val="00A848FA"/>
    <w:rsid w:val="00A84F82"/>
    <w:rsid w:val="00A866C7"/>
    <w:rsid w:val="00A86AB8"/>
    <w:rsid w:val="00A870CA"/>
    <w:rsid w:val="00A87545"/>
    <w:rsid w:val="00A879BC"/>
    <w:rsid w:val="00A925D8"/>
    <w:rsid w:val="00A925F6"/>
    <w:rsid w:val="00A92AC7"/>
    <w:rsid w:val="00A940B7"/>
    <w:rsid w:val="00A945E9"/>
    <w:rsid w:val="00A94826"/>
    <w:rsid w:val="00A9580D"/>
    <w:rsid w:val="00A9798C"/>
    <w:rsid w:val="00AA0178"/>
    <w:rsid w:val="00AA080D"/>
    <w:rsid w:val="00AA0B8E"/>
    <w:rsid w:val="00AA1C82"/>
    <w:rsid w:val="00AA21EF"/>
    <w:rsid w:val="00AA258E"/>
    <w:rsid w:val="00AA2735"/>
    <w:rsid w:val="00AA3C65"/>
    <w:rsid w:val="00AA3CBA"/>
    <w:rsid w:val="00AA3E3E"/>
    <w:rsid w:val="00AA3E4B"/>
    <w:rsid w:val="00AA4062"/>
    <w:rsid w:val="00AA466B"/>
    <w:rsid w:val="00AA4BBB"/>
    <w:rsid w:val="00AA4FBB"/>
    <w:rsid w:val="00AA5FAB"/>
    <w:rsid w:val="00AA6933"/>
    <w:rsid w:val="00AA6F84"/>
    <w:rsid w:val="00AA7A5A"/>
    <w:rsid w:val="00AA7EAB"/>
    <w:rsid w:val="00AB00FC"/>
    <w:rsid w:val="00AB0677"/>
    <w:rsid w:val="00AB25F5"/>
    <w:rsid w:val="00AB26C8"/>
    <w:rsid w:val="00AB3323"/>
    <w:rsid w:val="00AB357C"/>
    <w:rsid w:val="00AB3851"/>
    <w:rsid w:val="00AB4210"/>
    <w:rsid w:val="00AB4583"/>
    <w:rsid w:val="00AB4C0B"/>
    <w:rsid w:val="00AB5375"/>
    <w:rsid w:val="00AB58E7"/>
    <w:rsid w:val="00AB592D"/>
    <w:rsid w:val="00AB6D09"/>
    <w:rsid w:val="00AB6DD4"/>
    <w:rsid w:val="00AB7478"/>
    <w:rsid w:val="00AC0FB2"/>
    <w:rsid w:val="00AC2396"/>
    <w:rsid w:val="00AC3348"/>
    <w:rsid w:val="00AC3A52"/>
    <w:rsid w:val="00AC3BE8"/>
    <w:rsid w:val="00AC3F2F"/>
    <w:rsid w:val="00AC4952"/>
    <w:rsid w:val="00AC5B74"/>
    <w:rsid w:val="00AC5F17"/>
    <w:rsid w:val="00AC698B"/>
    <w:rsid w:val="00AC767C"/>
    <w:rsid w:val="00AC7719"/>
    <w:rsid w:val="00AC7AC5"/>
    <w:rsid w:val="00AC7B66"/>
    <w:rsid w:val="00AC7EA3"/>
    <w:rsid w:val="00AC7ED6"/>
    <w:rsid w:val="00AD0142"/>
    <w:rsid w:val="00AD0615"/>
    <w:rsid w:val="00AD08DC"/>
    <w:rsid w:val="00AD0DC9"/>
    <w:rsid w:val="00AD2F7A"/>
    <w:rsid w:val="00AD336E"/>
    <w:rsid w:val="00AD3C93"/>
    <w:rsid w:val="00AD4466"/>
    <w:rsid w:val="00AD45ED"/>
    <w:rsid w:val="00AD4B4F"/>
    <w:rsid w:val="00AD4C4B"/>
    <w:rsid w:val="00AD4E98"/>
    <w:rsid w:val="00AD53D7"/>
    <w:rsid w:val="00AD597F"/>
    <w:rsid w:val="00AD5E08"/>
    <w:rsid w:val="00AD695D"/>
    <w:rsid w:val="00AD6B53"/>
    <w:rsid w:val="00AD7F32"/>
    <w:rsid w:val="00AE20EF"/>
    <w:rsid w:val="00AE2EA6"/>
    <w:rsid w:val="00AE34F4"/>
    <w:rsid w:val="00AE48FF"/>
    <w:rsid w:val="00AE6646"/>
    <w:rsid w:val="00AE6BE5"/>
    <w:rsid w:val="00AE7279"/>
    <w:rsid w:val="00AE7282"/>
    <w:rsid w:val="00AE78B3"/>
    <w:rsid w:val="00AE7B63"/>
    <w:rsid w:val="00AF033B"/>
    <w:rsid w:val="00AF1CF7"/>
    <w:rsid w:val="00AF1E05"/>
    <w:rsid w:val="00AF25E7"/>
    <w:rsid w:val="00AF26E6"/>
    <w:rsid w:val="00AF38EA"/>
    <w:rsid w:val="00AF3E3B"/>
    <w:rsid w:val="00AF584D"/>
    <w:rsid w:val="00AF5A3E"/>
    <w:rsid w:val="00AF5C40"/>
    <w:rsid w:val="00AF5E88"/>
    <w:rsid w:val="00AF6651"/>
    <w:rsid w:val="00B009E2"/>
    <w:rsid w:val="00B01B62"/>
    <w:rsid w:val="00B01BE3"/>
    <w:rsid w:val="00B026A4"/>
    <w:rsid w:val="00B028D1"/>
    <w:rsid w:val="00B02A2E"/>
    <w:rsid w:val="00B02ABC"/>
    <w:rsid w:val="00B030D4"/>
    <w:rsid w:val="00B03998"/>
    <w:rsid w:val="00B03F7F"/>
    <w:rsid w:val="00B05A96"/>
    <w:rsid w:val="00B07DAC"/>
    <w:rsid w:val="00B10035"/>
    <w:rsid w:val="00B10376"/>
    <w:rsid w:val="00B10CC0"/>
    <w:rsid w:val="00B10D30"/>
    <w:rsid w:val="00B10E98"/>
    <w:rsid w:val="00B1142D"/>
    <w:rsid w:val="00B12033"/>
    <w:rsid w:val="00B12244"/>
    <w:rsid w:val="00B12806"/>
    <w:rsid w:val="00B13084"/>
    <w:rsid w:val="00B13713"/>
    <w:rsid w:val="00B13BC3"/>
    <w:rsid w:val="00B13C6C"/>
    <w:rsid w:val="00B142DC"/>
    <w:rsid w:val="00B14C1F"/>
    <w:rsid w:val="00B14C7E"/>
    <w:rsid w:val="00B15262"/>
    <w:rsid w:val="00B1583C"/>
    <w:rsid w:val="00B15DE8"/>
    <w:rsid w:val="00B16BBA"/>
    <w:rsid w:val="00B16C78"/>
    <w:rsid w:val="00B174E3"/>
    <w:rsid w:val="00B17579"/>
    <w:rsid w:val="00B17B13"/>
    <w:rsid w:val="00B2024B"/>
    <w:rsid w:val="00B209F6"/>
    <w:rsid w:val="00B20B36"/>
    <w:rsid w:val="00B20DCF"/>
    <w:rsid w:val="00B21757"/>
    <w:rsid w:val="00B218BB"/>
    <w:rsid w:val="00B21C0C"/>
    <w:rsid w:val="00B2240F"/>
    <w:rsid w:val="00B22A4E"/>
    <w:rsid w:val="00B22F92"/>
    <w:rsid w:val="00B236F5"/>
    <w:rsid w:val="00B24099"/>
    <w:rsid w:val="00B243BA"/>
    <w:rsid w:val="00B24A47"/>
    <w:rsid w:val="00B25B0D"/>
    <w:rsid w:val="00B25E08"/>
    <w:rsid w:val="00B25FF4"/>
    <w:rsid w:val="00B26CF4"/>
    <w:rsid w:val="00B2715C"/>
    <w:rsid w:val="00B27162"/>
    <w:rsid w:val="00B2777F"/>
    <w:rsid w:val="00B30B9D"/>
    <w:rsid w:val="00B30F1F"/>
    <w:rsid w:val="00B32355"/>
    <w:rsid w:val="00B32AC1"/>
    <w:rsid w:val="00B32C63"/>
    <w:rsid w:val="00B32D19"/>
    <w:rsid w:val="00B32FE5"/>
    <w:rsid w:val="00B3306D"/>
    <w:rsid w:val="00B335F2"/>
    <w:rsid w:val="00B33806"/>
    <w:rsid w:val="00B348C1"/>
    <w:rsid w:val="00B365F2"/>
    <w:rsid w:val="00B36613"/>
    <w:rsid w:val="00B36881"/>
    <w:rsid w:val="00B379EB"/>
    <w:rsid w:val="00B40127"/>
    <w:rsid w:val="00B40289"/>
    <w:rsid w:val="00B402EE"/>
    <w:rsid w:val="00B40E65"/>
    <w:rsid w:val="00B4162E"/>
    <w:rsid w:val="00B41703"/>
    <w:rsid w:val="00B41952"/>
    <w:rsid w:val="00B42274"/>
    <w:rsid w:val="00B429EE"/>
    <w:rsid w:val="00B44105"/>
    <w:rsid w:val="00B467FE"/>
    <w:rsid w:val="00B46AE8"/>
    <w:rsid w:val="00B47306"/>
    <w:rsid w:val="00B5070E"/>
    <w:rsid w:val="00B51610"/>
    <w:rsid w:val="00B51B6C"/>
    <w:rsid w:val="00B51C44"/>
    <w:rsid w:val="00B51F0D"/>
    <w:rsid w:val="00B51F17"/>
    <w:rsid w:val="00B52250"/>
    <w:rsid w:val="00B52464"/>
    <w:rsid w:val="00B530A5"/>
    <w:rsid w:val="00B53D5C"/>
    <w:rsid w:val="00B549BE"/>
    <w:rsid w:val="00B551EF"/>
    <w:rsid w:val="00B5555E"/>
    <w:rsid w:val="00B56111"/>
    <w:rsid w:val="00B57714"/>
    <w:rsid w:val="00B57D80"/>
    <w:rsid w:val="00B57F64"/>
    <w:rsid w:val="00B60480"/>
    <w:rsid w:val="00B605DF"/>
    <w:rsid w:val="00B60DD7"/>
    <w:rsid w:val="00B616ED"/>
    <w:rsid w:val="00B61CCF"/>
    <w:rsid w:val="00B61D24"/>
    <w:rsid w:val="00B61E9F"/>
    <w:rsid w:val="00B628C5"/>
    <w:rsid w:val="00B63E89"/>
    <w:rsid w:val="00B647C3"/>
    <w:rsid w:val="00B64F71"/>
    <w:rsid w:val="00B65132"/>
    <w:rsid w:val="00B65947"/>
    <w:rsid w:val="00B667CC"/>
    <w:rsid w:val="00B66970"/>
    <w:rsid w:val="00B710FF"/>
    <w:rsid w:val="00B71147"/>
    <w:rsid w:val="00B71960"/>
    <w:rsid w:val="00B71A5A"/>
    <w:rsid w:val="00B71BEE"/>
    <w:rsid w:val="00B72E60"/>
    <w:rsid w:val="00B73161"/>
    <w:rsid w:val="00B7462D"/>
    <w:rsid w:val="00B7481B"/>
    <w:rsid w:val="00B74EDA"/>
    <w:rsid w:val="00B7583D"/>
    <w:rsid w:val="00B75F6A"/>
    <w:rsid w:val="00B8212C"/>
    <w:rsid w:val="00B82B56"/>
    <w:rsid w:val="00B82B59"/>
    <w:rsid w:val="00B82BCF"/>
    <w:rsid w:val="00B82D70"/>
    <w:rsid w:val="00B83601"/>
    <w:rsid w:val="00B836F3"/>
    <w:rsid w:val="00B83DC7"/>
    <w:rsid w:val="00B83FCA"/>
    <w:rsid w:val="00B85501"/>
    <w:rsid w:val="00B85DDA"/>
    <w:rsid w:val="00B86A86"/>
    <w:rsid w:val="00B86D4E"/>
    <w:rsid w:val="00B8744D"/>
    <w:rsid w:val="00B876E8"/>
    <w:rsid w:val="00B87B95"/>
    <w:rsid w:val="00B905FE"/>
    <w:rsid w:val="00B90603"/>
    <w:rsid w:val="00B917DC"/>
    <w:rsid w:val="00B919A4"/>
    <w:rsid w:val="00B91EA6"/>
    <w:rsid w:val="00B923C3"/>
    <w:rsid w:val="00B925D4"/>
    <w:rsid w:val="00B926DE"/>
    <w:rsid w:val="00B92B3B"/>
    <w:rsid w:val="00B92EE1"/>
    <w:rsid w:val="00B936A4"/>
    <w:rsid w:val="00B9584C"/>
    <w:rsid w:val="00B97948"/>
    <w:rsid w:val="00BA1059"/>
    <w:rsid w:val="00BA148A"/>
    <w:rsid w:val="00BA2862"/>
    <w:rsid w:val="00BA3033"/>
    <w:rsid w:val="00BA3382"/>
    <w:rsid w:val="00BA342C"/>
    <w:rsid w:val="00BA3FF7"/>
    <w:rsid w:val="00BA4049"/>
    <w:rsid w:val="00BA4403"/>
    <w:rsid w:val="00BA4764"/>
    <w:rsid w:val="00BA4782"/>
    <w:rsid w:val="00BA520E"/>
    <w:rsid w:val="00BA56B6"/>
    <w:rsid w:val="00BA5817"/>
    <w:rsid w:val="00BA60B2"/>
    <w:rsid w:val="00BA7576"/>
    <w:rsid w:val="00BA7725"/>
    <w:rsid w:val="00BA7832"/>
    <w:rsid w:val="00BA7B9E"/>
    <w:rsid w:val="00BB01A7"/>
    <w:rsid w:val="00BB0E07"/>
    <w:rsid w:val="00BB1B07"/>
    <w:rsid w:val="00BB1B8C"/>
    <w:rsid w:val="00BB2B09"/>
    <w:rsid w:val="00BB2EE0"/>
    <w:rsid w:val="00BB31C4"/>
    <w:rsid w:val="00BB374B"/>
    <w:rsid w:val="00BB3844"/>
    <w:rsid w:val="00BB389C"/>
    <w:rsid w:val="00BB38D8"/>
    <w:rsid w:val="00BB3A6D"/>
    <w:rsid w:val="00BB46E2"/>
    <w:rsid w:val="00BB4AE3"/>
    <w:rsid w:val="00BB4C28"/>
    <w:rsid w:val="00BB5033"/>
    <w:rsid w:val="00BB54C2"/>
    <w:rsid w:val="00BB5C77"/>
    <w:rsid w:val="00BC02A5"/>
    <w:rsid w:val="00BC0D9E"/>
    <w:rsid w:val="00BC0EB5"/>
    <w:rsid w:val="00BC0F48"/>
    <w:rsid w:val="00BC104F"/>
    <w:rsid w:val="00BC1276"/>
    <w:rsid w:val="00BC1E5E"/>
    <w:rsid w:val="00BC1EAC"/>
    <w:rsid w:val="00BC227E"/>
    <w:rsid w:val="00BC2686"/>
    <w:rsid w:val="00BC3386"/>
    <w:rsid w:val="00BC3BCE"/>
    <w:rsid w:val="00BC3F8A"/>
    <w:rsid w:val="00BC453C"/>
    <w:rsid w:val="00BC47B8"/>
    <w:rsid w:val="00BC4FB6"/>
    <w:rsid w:val="00BC54C9"/>
    <w:rsid w:val="00BC6012"/>
    <w:rsid w:val="00BC667A"/>
    <w:rsid w:val="00BC6831"/>
    <w:rsid w:val="00BD109D"/>
    <w:rsid w:val="00BD2826"/>
    <w:rsid w:val="00BD2F5F"/>
    <w:rsid w:val="00BD324D"/>
    <w:rsid w:val="00BD3EF6"/>
    <w:rsid w:val="00BD421B"/>
    <w:rsid w:val="00BD436E"/>
    <w:rsid w:val="00BD543E"/>
    <w:rsid w:val="00BD5455"/>
    <w:rsid w:val="00BD5933"/>
    <w:rsid w:val="00BD645F"/>
    <w:rsid w:val="00BD69CB"/>
    <w:rsid w:val="00BD7578"/>
    <w:rsid w:val="00BD7589"/>
    <w:rsid w:val="00BE04A6"/>
    <w:rsid w:val="00BE0680"/>
    <w:rsid w:val="00BE0B48"/>
    <w:rsid w:val="00BE1705"/>
    <w:rsid w:val="00BE1CB5"/>
    <w:rsid w:val="00BE1E9F"/>
    <w:rsid w:val="00BE36D7"/>
    <w:rsid w:val="00BE4ACA"/>
    <w:rsid w:val="00BE50A6"/>
    <w:rsid w:val="00BE5324"/>
    <w:rsid w:val="00BE5F81"/>
    <w:rsid w:val="00BE61D6"/>
    <w:rsid w:val="00BE65DA"/>
    <w:rsid w:val="00BE6611"/>
    <w:rsid w:val="00BE759D"/>
    <w:rsid w:val="00BF0BD6"/>
    <w:rsid w:val="00BF1284"/>
    <w:rsid w:val="00BF176A"/>
    <w:rsid w:val="00BF1A12"/>
    <w:rsid w:val="00BF1A90"/>
    <w:rsid w:val="00BF1DA3"/>
    <w:rsid w:val="00BF225C"/>
    <w:rsid w:val="00BF2269"/>
    <w:rsid w:val="00BF2337"/>
    <w:rsid w:val="00BF3780"/>
    <w:rsid w:val="00BF545A"/>
    <w:rsid w:val="00BF56EC"/>
    <w:rsid w:val="00BF61E1"/>
    <w:rsid w:val="00BF6F7B"/>
    <w:rsid w:val="00BF6F81"/>
    <w:rsid w:val="00BF7998"/>
    <w:rsid w:val="00BF79B9"/>
    <w:rsid w:val="00C02D68"/>
    <w:rsid w:val="00C04297"/>
    <w:rsid w:val="00C05246"/>
    <w:rsid w:val="00C05E3F"/>
    <w:rsid w:val="00C06C13"/>
    <w:rsid w:val="00C0760A"/>
    <w:rsid w:val="00C07B9B"/>
    <w:rsid w:val="00C07C31"/>
    <w:rsid w:val="00C120B5"/>
    <w:rsid w:val="00C1232B"/>
    <w:rsid w:val="00C12B86"/>
    <w:rsid w:val="00C13840"/>
    <w:rsid w:val="00C13D61"/>
    <w:rsid w:val="00C14AC6"/>
    <w:rsid w:val="00C153D1"/>
    <w:rsid w:val="00C15954"/>
    <w:rsid w:val="00C1629D"/>
    <w:rsid w:val="00C165E7"/>
    <w:rsid w:val="00C172ED"/>
    <w:rsid w:val="00C17562"/>
    <w:rsid w:val="00C20ECB"/>
    <w:rsid w:val="00C2135D"/>
    <w:rsid w:val="00C21DAD"/>
    <w:rsid w:val="00C21E18"/>
    <w:rsid w:val="00C22588"/>
    <w:rsid w:val="00C227BE"/>
    <w:rsid w:val="00C22AC7"/>
    <w:rsid w:val="00C22D7F"/>
    <w:rsid w:val="00C23192"/>
    <w:rsid w:val="00C23879"/>
    <w:rsid w:val="00C238FF"/>
    <w:rsid w:val="00C259DD"/>
    <w:rsid w:val="00C25A61"/>
    <w:rsid w:val="00C264CF"/>
    <w:rsid w:val="00C2677D"/>
    <w:rsid w:val="00C26BE2"/>
    <w:rsid w:val="00C3037F"/>
    <w:rsid w:val="00C304AE"/>
    <w:rsid w:val="00C3082F"/>
    <w:rsid w:val="00C30AD0"/>
    <w:rsid w:val="00C30E11"/>
    <w:rsid w:val="00C30FBC"/>
    <w:rsid w:val="00C311D0"/>
    <w:rsid w:val="00C32479"/>
    <w:rsid w:val="00C3454B"/>
    <w:rsid w:val="00C34F3A"/>
    <w:rsid w:val="00C35347"/>
    <w:rsid w:val="00C36045"/>
    <w:rsid w:val="00C36752"/>
    <w:rsid w:val="00C371B0"/>
    <w:rsid w:val="00C372B2"/>
    <w:rsid w:val="00C37528"/>
    <w:rsid w:val="00C405F1"/>
    <w:rsid w:val="00C40820"/>
    <w:rsid w:val="00C40985"/>
    <w:rsid w:val="00C40B70"/>
    <w:rsid w:val="00C412D0"/>
    <w:rsid w:val="00C41A73"/>
    <w:rsid w:val="00C4230F"/>
    <w:rsid w:val="00C42477"/>
    <w:rsid w:val="00C42C77"/>
    <w:rsid w:val="00C43177"/>
    <w:rsid w:val="00C431D3"/>
    <w:rsid w:val="00C43590"/>
    <w:rsid w:val="00C4410D"/>
    <w:rsid w:val="00C44666"/>
    <w:rsid w:val="00C45332"/>
    <w:rsid w:val="00C463FF"/>
    <w:rsid w:val="00C47CB0"/>
    <w:rsid w:val="00C505F6"/>
    <w:rsid w:val="00C5093A"/>
    <w:rsid w:val="00C50A47"/>
    <w:rsid w:val="00C50D29"/>
    <w:rsid w:val="00C51259"/>
    <w:rsid w:val="00C515BB"/>
    <w:rsid w:val="00C51B10"/>
    <w:rsid w:val="00C51E35"/>
    <w:rsid w:val="00C52391"/>
    <w:rsid w:val="00C523BB"/>
    <w:rsid w:val="00C53B5F"/>
    <w:rsid w:val="00C55DBC"/>
    <w:rsid w:val="00C56461"/>
    <w:rsid w:val="00C57561"/>
    <w:rsid w:val="00C57D3C"/>
    <w:rsid w:val="00C57FC3"/>
    <w:rsid w:val="00C60071"/>
    <w:rsid w:val="00C61766"/>
    <w:rsid w:val="00C63F95"/>
    <w:rsid w:val="00C64ABA"/>
    <w:rsid w:val="00C64B3D"/>
    <w:rsid w:val="00C6521C"/>
    <w:rsid w:val="00C65808"/>
    <w:rsid w:val="00C65C37"/>
    <w:rsid w:val="00C66035"/>
    <w:rsid w:val="00C66C18"/>
    <w:rsid w:val="00C67534"/>
    <w:rsid w:val="00C67591"/>
    <w:rsid w:val="00C676A3"/>
    <w:rsid w:val="00C67E91"/>
    <w:rsid w:val="00C706D0"/>
    <w:rsid w:val="00C72CC3"/>
    <w:rsid w:val="00C72E45"/>
    <w:rsid w:val="00C74DBF"/>
    <w:rsid w:val="00C7503F"/>
    <w:rsid w:val="00C772CF"/>
    <w:rsid w:val="00C77AC9"/>
    <w:rsid w:val="00C802C7"/>
    <w:rsid w:val="00C80BFA"/>
    <w:rsid w:val="00C81364"/>
    <w:rsid w:val="00C8145F"/>
    <w:rsid w:val="00C81916"/>
    <w:rsid w:val="00C82267"/>
    <w:rsid w:val="00C8299E"/>
    <w:rsid w:val="00C82F15"/>
    <w:rsid w:val="00C8340C"/>
    <w:rsid w:val="00C836F2"/>
    <w:rsid w:val="00C84398"/>
    <w:rsid w:val="00C8653B"/>
    <w:rsid w:val="00C87187"/>
    <w:rsid w:val="00C87B79"/>
    <w:rsid w:val="00C901DD"/>
    <w:rsid w:val="00C905C6"/>
    <w:rsid w:val="00C90DB7"/>
    <w:rsid w:val="00C916AC"/>
    <w:rsid w:val="00C92376"/>
    <w:rsid w:val="00C925A2"/>
    <w:rsid w:val="00C92843"/>
    <w:rsid w:val="00C928F3"/>
    <w:rsid w:val="00C929BC"/>
    <w:rsid w:val="00C93DDC"/>
    <w:rsid w:val="00C94C6F"/>
    <w:rsid w:val="00C95533"/>
    <w:rsid w:val="00C95621"/>
    <w:rsid w:val="00C95D8B"/>
    <w:rsid w:val="00C97360"/>
    <w:rsid w:val="00C97585"/>
    <w:rsid w:val="00C97B3D"/>
    <w:rsid w:val="00C97B4C"/>
    <w:rsid w:val="00C97CA4"/>
    <w:rsid w:val="00CA0F02"/>
    <w:rsid w:val="00CA12FA"/>
    <w:rsid w:val="00CA2F99"/>
    <w:rsid w:val="00CA3B60"/>
    <w:rsid w:val="00CA459C"/>
    <w:rsid w:val="00CA46C1"/>
    <w:rsid w:val="00CA5015"/>
    <w:rsid w:val="00CA501B"/>
    <w:rsid w:val="00CA6AAE"/>
    <w:rsid w:val="00CA6C17"/>
    <w:rsid w:val="00CB0690"/>
    <w:rsid w:val="00CB07B3"/>
    <w:rsid w:val="00CB12BF"/>
    <w:rsid w:val="00CB20F3"/>
    <w:rsid w:val="00CB2102"/>
    <w:rsid w:val="00CB248A"/>
    <w:rsid w:val="00CB35E1"/>
    <w:rsid w:val="00CB3726"/>
    <w:rsid w:val="00CB387A"/>
    <w:rsid w:val="00CB3C67"/>
    <w:rsid w:val="00CB49EE"/>
    <w:rsid w:val="00CB4BD4"/>
    <w:rsid w:val="00CB4DAA"/>
    <w:rsid w:val="00CB583C"/>
    <w:rsid w:val="00CB639F"/>
    <w:rsid w:val="00CB69A8"/>
    <w:rsid w:val="00CB7CF2"/>
    <w:rsid w:val="00CC01CF"/>
    <w:rsid w:val="00CC0EE4"/>
    <w:rsid w:val="00CC1930"/>
    <w:rsid w:val="00CC1D94"/>
    <w:rsid w:val="00CC227F"/>
    <w:rsid w:val="00CC2456"/>
    <w:rsid w:val="00CC3914"/>
    <w:rsid w:val="00CC3ED7"/>
    <w:rsid w:val="00CC4D75"/>
    <w:rsid w:val="00CC4DB1"/>
    <w:rsid w:val="00CC51BB"/>
    <w:rsid w:val="00CC6148"/>
    <w:rsid w:val="00CC688F"/>
    <w:rsid w:val="00CC7422"/>
    <w:rsid w:val="00CC79DA"/>
    <w:rsid w:val="00CC7BA4"/>
    <w:rsid w:val="00CD01AC"/>
    <w:rsid w:val="00CD0DD5"/>
    <w:rsid w:val="00CD1849"/>
    <w:rsid w:val="00CD1C4A"/>
    <w:rsid w:val="00CD260A"/>
    <w:rsid w:val="00CD2DB1"/>
    <w:rsid w:val="00CD3797"/>
    <w:rsid w:val="00CD3B6C"/>
    <w:rsid w:val="00CD4237"/>
    <w:rsid w:val="00CD42F1"/>
    <w:rsid w:val="00CD5288"/>
    <w:rsid w:val="00CD5294"/>
    <w:rsid w:val="00CD6383"/>
    <w:rsid w:val="00CD6A13"/>
    <w:rsid w:val="00CD7611"/>
    <w:rsid w:val="00CD7659"/>
    <w:rsid w:val="00CD7746"/>
    <w:rsid w:val="00CD7EDF"/>
    <w:rsid w:val="00CE0D81"/>
    <w:rsid w:val="00CE1235"/>
    <w:rsid w:val="00CE165F"/>
    <w:rsid w:val="00CE1EF9"/>
    <w:rsid w:val="00CE2189"/>
    <w:rsid w:val="00CE3BBD"/>
    <w:rsid w:val="00CE3D18"/>
    <w:rsid w:val="00CE43E3"/>
    <w:rsid w:val="00CE44D7"/>
    <w:rsid w:val="00CE45B8"/>
    <w:rsid w:val="00CE4804"/>
    <w:rsid w:val="00CE5605"/>
    <w:rsid w:val="00CE5722"/>
    <w:rsid w:val="00CE5C00"/>
    <w:rsid w:val="00CE69E5"/>
    <w:rsid w:val="00CE7FAF"/>
    <w:rsid w:val="00CF21CE"/>
    <w:rsid w:val="00CF5D03"/>
    <w:rsid w:val="00CF708B"/>
    <w:rsid w:val="00D008E2"/>
    <w:rsid w:val="00D01055"/>
    <w:rsid w:val="00D01496"/>
    <w:rsid w:val="00D01A00"/>
    <w:rsid w:val="00D02944"/>
    <w:rsid w:val="00D04379"/>
    <w:rsid w:val="00D074F7"/>
    <w:rsid w:val="00D076C4"/>
    <w:rsid w:val="00D1005E"/>
    <w:rsid w:val="00D10339"/>
    <w:rsid w:val="00D11772"/>
    <w:rsid w:val="00D11A85"/>
    <w:rsid w:val="00D12312"/>
    <w:rsid w:val="00D125E9"/>
    <w:rsid w:val="00D130C2"/>
    <w:rsid w:val="00D13B4B"/>
    <w:rsid w:val="00D14A62"/>
    <w:rsid w:val="00D15447"/>
    <w:rsid w:val="00D15776"/>
    <w:rsid w:val="00D16C95"/>
    <w:rsid w:val="00D17623"/>
    <w:rsid w:val="00D2039B"/>
    <w:rsid w:val="00D208E6"/>
    <w:rsid w:val="00D20CFA"/>
    <w:rsid w:val="00D20D13"/>
    <w:rsid w:val="00D211E8"/>
    <w:rsid w:val="00D213BE"/>
    <w:rsid w:val="00D224BF"/>
    <w:rsid w:val="00D23FD6"/>
    <w:rsid w:val="00D242C0"/>
    <w:rsid w:val="00D24687"/>
    <w:rsid w:val="00D25E4D"/>
    <w:rsid w:val="00D26243"/>
    <w:rsid w:val="00D2633C"/>
    <w:rsid w:val="00D264E2"/>
    <w:rsid w:val="00D3073E"/>
    <w:rsid w:val="00D30BF5"/>
    <w:rsid w:val="00D3155E"/>
    <w:rsid w:val="00D31A63"/>
    <w:rsid w:val="00D31C47"/>
    <w:rsid w:val="00D32762"/>
    <w:rsid w:val="00D33EB2"/>
    <w:rsid w:val="00D33F19"/>
    <w:rsid w:val="00D34502"/>
    <w:rsid w:val="00D34B54"/>
    <w:rsid w:val="00D34C4A"/>
    <w:rsid w:val="00D3575C"/>
    <w:rsid w:val="00D36966"/>
    <w:rsid w:val="00D36981"/>
    <w:rsid w:val="00D36A9E"/>
    <w:rsid w:val="00D36B58"/>
    <w:rsid w:val="00D36E32"/>
    <w:rsid w:val="00D37C82"/>
    <w:rsid w:val="00D37F59"/>
    <w:rsid w:val="00D37FD8"/>
    <w:rsid w:val="00D40CD7"/>
    <w:rsid w:val="00D412CF"/>
    <w:rsid w:val="00D41BE6"/>
    <w:rsid w:val="00D41C7F"/>
    <w:rsid w:val="00D42869"/>
    <w:rsid w:val="00D433DD"/>
    <w:rsid w:val="00D44D9F"/>
    <w:rsid w:val="00D4530A"/>
    <w:rsid w:val="00D453C4"/>
    <w:rsid w:val="00D45439"/>
    <w:rsid w:val="00D45F13"/>
    <w:rsid w:val="00D46054"/>
    <w:rsid w:val="00D46376"/>
    <w:rsid w:val="00D4782F"/>
    <w:rsid w:val="00D479DC"/>
    <w:rsid w:val="00D47F20"/>
    <w:rsid w:val="00D517FC"/>
    <w:rsid w:val="00D525A5"/>
    <w:rsid w:val="00D527E1"/>
    <w:rsid w:val="00D52B50"/>
    <w:rsid w:val="00D52C50"/>
    <w:rsid w:val="00D531CF"/>
    <w:rsid w:val="00D533BF"/>
    <w:rsid w:val="00D53679"/>
    <w:rsid w:val="00D5373F"/>
    <w:rsid w:val="00D54031"/>
    <w:rsid w:val="00D55695"/>
    <w:rsid w:val="00D55BD4"/>
    <w:rsid w:val="00D5628D"/>
    <w:rsid w:val="00D5677B"/>
    <w:rsid w:val="00D57109"/>
    <w:rsid w:val="00D576DB"/>
    <w:rsid w:val="00D60015"/>
    <w:rsid w:val="00D600EE"/>
    <w:rsid w:val="00D602FA"/>
    <w:rsid w:val="00D60A69"/>
    <w:rsid w:val="00D60D12"/>
    <w:rsid w:val="00D616E7"/>
    <w:rsid w:val="00D637EB"/>
    <w:rsid w:val="00D63961"/>
    <w:rsid w:val="00D6481C"/>
    <w:rsid w:val="00D64FD3"/>
    <w:rsid w:val="00D665F3"/>
    <w:rsid w:val="00D66C41"/>
    <w:rsid w:val="00D67D8E"/>
    <w:rsid w:val="00D67F8A"/>
    <w:rsid w:val="00D70A74"/>
    <w:rsid w:val="00D70B95"/>
    <w:rsid w:val="00D70FBE"/>
    <w:rsid w:val="00D724C8"/>
    <w:rsid w:val="00D729B8"/>
    <w:rsid w:val="00D72A54"/>
    <w:rsid w:val="00D72C72"/>
    <w:rsid w:val="00D73728"/>
    <w:rsid w:val="00D73BB8"/>
    <w:rsid w:val="00D73CE2"/>
    <w:rsid w:val="00D74023"/>
    <w:rsid w:val="00D74E88"/>
    <w:rsid w:val="00D74E9A"/>
    <w:rsid w:val="00D75097"/>
    <w:rsid w:val="00D75626"/>
    <w:rsid w:val="00D76366"/>
    <w:rsid w:val="00D764F5"/>
    <w:rsid w:val="00D76D2E"/>
    <w:rsid w:val="00D7723C"/>
    <w:rsid w:val="00D77882"/>
    <w:rsid w:val="00D77FF8"/>
    <w:rsid w:val="00D80F96"/>
    <w:rsid w:val="00D812C9"/>
    <w:rsid w:val="00D81E69"/>
    <w:rsid w:val="00D82326"/>
    <w:rsid w:val="00D8259D"/>
    <w:rsid w:val="00D82F39"/>
    <w:rsid w:val="00D82F7A"/>
    <w:rsid w:val="00D837AD"/>
    <w:rsid w:val="00D844FE"/>
    <w:rsid w:val="00D848C7"/>
    <w:rsid w:val="00D84D8A"/>
    <w:rsid w:val="00D851B6"/>
    <w:rsid w:val="00D852B1"/>
    <w:rsid w:val="00D853C2"/>
    <w:rsid w:val="00D85E20"/>
    <w:rsid w:val="00D86481"/>
    <w:rsid w:val="00D8682E"/>
    <w:rsid w:val="00D86B39"/>
    <w:rsid w:val="00D86DFC"/>
    <w:rsid w:val="00D87036"/>
    <w:rsid w:val="00D87E65"/>
    <w:rsid w:val="00D901E5"/>
    <w:rsid w:val="00D905D5"/>
    <w:rsid w:val="00D90D3F"/>
    <w:rsid w:val="00D910F5"/>
    <w:rsid w:val="00D912CB"/>
    <w:rsid w:val="00D916F6"/>
    <w:rsid w:val="00D923F6"/>
    <w:rsid w:val="00D92D6E"/>
    <w:rsid w:val="00D9320F"/>
    <w:rsid w:val="00D93315"/>
    <w:rsid w:val="00D93B71"/>
    <w:rsid w:val="00D93B82"/>
    <w:rsid w:val="00D9429F"/>
    <w:rsid w:val="00D9437D"/>
    <w:rsid w:val="00D94F79"/>
    <w:rsid w:val="00D94FE1"/>
    <w:rsid w:val="00D958CF"/>
    <w:rsid w:val="00D96438"/>
    <w:rsid w:val="00D97853"/>
    <w:rsid w:val="00D97F05"/>
    <w:rsid w:val="00DA067D"/>
    <w:rsid w:val="00DA1209"/>
    <w:rsid w:val="00DA3255"/>
    <w:rsid w:val="00DA3E0B"/>
    <w:rsid w:val="00DA43FB"/>
    <w:rsid w:val="00DA47A3"/>
    <w:rsid w:val="00DA5498"/>
    <w:rsid w:val="00DA557D"/>
    <w:rsid w:val="00DA5C75"/>
    <w:rsid w:val="00DA6DF1"/>
    <w:rsid w:val="00DA7B45"/>
    <w:rsid w:val="00DB06CA"/>
    <w:rsid w:val="00DB0BD6"/>
    <w:rsid w:val="00DB193C"/>
    <w:rsid w:val="00DB1FBB"/>
    <w:rsid w:val="00DB2AA0"/>
    <w:rsid w:val="00DB32F0"/>
    <w:rsid w:val="00DB3455"/>
    <w:rsid w:val="00DB3FAB"/>
    <w:rsid w:val="00DB43DF"/>
    <w:rsid w:val="00DB47C0"/>
    <w:rsid w:val="00DB4D37"/>
    <w:rsid w:val="00DB4D70"/>
    <w:rsid w:val="00DB5024"/>
    <w:rsid w:val="00DB53A1"/>
    <w:rsid w:val="00DB5788"/>
    <w:rsid w:val="00DB580E"/>
    <w:rsid w:val="00DB740F"/>
    <w:rsid w:val="00DB7722"/>
    <w:rsid w:val="00DC0301"/>
    <w:rsid w:val="00DC03BE"/>
    <w:rsid w:val="00DC08B8"/>
    <w:rsid w:val="00DC1A7E"/>
    <w:rsid w:val="00DC2F35"/>
    <w:rsid w:val="00DC462B"/>
    <w:rsid w:val="00DC48CC"/>
    <w:rsid w:val="00DD0D9D"/>
    <w:rsid w:val="00DD1143"/>
    <w:rsid w:val="00DD1368"/>
    <w:rsid w:val="00DD266A"/>
    <w:rsid w:val="00DD31B3"/>
    <w:rsid w:val="00DD39F9"/>
    <w:rsid w:val="00DD55B3"/>
    <w:rsid w:val="00DD672E"/>
    <w:rsid w:val="00DD743F"/>
    <w:rsid w:val="00DE0367"/>
    <w:rsid w:val="00DE0404"/>
    <w:rsid w:val="00DE1C63"/>
    <w:rsid w:val="00DE332B"/>
    <w:rsid w:val="00DE3957"/>
    <w:rsid w:val="00DE5D41"/>
    <w:rsid w:val="00DE627B"/>
    <w:rsid w:val="00DE7795"/>
    <w:rsid w:val="00DE7FD3"/>
    <w:rsid w:val="00DF076D"/>
    <w:rsid w:val="00DF077F"/>
    <w:rsid w:val="00DF0957"/>
    <w:rsid w:val="00DF19CD"/>
    <w:rsid w:val="00DF1CA8"/>
    <w:rsid w:val="00DF1DB8"/>
    <w:rsid w:val="00DF1E90"/>
    <w:rsid w:val="00DF2988"/>
    <w:rsid w:val="00DF2B20"/>
    <w:rsid w:val="00DF2F06"/>
    <w:rsid w:val="00DF3A7A"/>
    <w:rsid w:val="00DF3B21"/>
    <w:rsid w:val="00DF3B84"/>
    <w:rsid w:val="00DF4D16"/>
    <w:rsid w:val="00DF6985"/>
    <w:rsid w:val="00DF78E5"/>
    <w:rsid w:val="00E00167"/>
    <w:rsid w:val="00E00871"/>
    <w:rsid w:val="00E00CA0"/>
    <w:rsid w:val="00E0227F"/>
    <w:rsid w:val="00E02DB4"/>
    <w:rsid w:val="00E034F1"/>
    <w:rsid w:val="00E044B8"/>
    <w:rsid w:val="00E048EC"/>
    <w:rsid w:val="00E04D84"/>
    <w:rsid w:val="00E0554E"/>
    <w:rsid w:val="00E06285"/>
    <w:rsid w:val="00E07449"/>
    <w:rsid w:val="00E07818"/>
    <w:rsid w:val="00E10573"/>
    <w:rsid w:val="00E10C45"/>
    <w:rsid w:val="00E10D3D"/>
    <w:rsid w:val="00E115E2"/>
    <w:rsid w:val="00E11743"/>
    <w:rsid w:val="00E13EE6"/>
    <w:rsid w:val="00E14344"/>
    <w:rsid w:val="00E147E4"/>
    <w:rsid w:val="00E15BA2"/>
    <w:rsid w:val="00E1609D"/>
    <w:rsid w:val="00E203C8"/>
    <w:rsid w:val="00E20764"/>
    <w:rsid w:val="00E20AE9"/>
    <w:rsid w:val="00E2171D"/>
    <w:rsid w:val="00E21809"/>
    <w:rsid w:val="00E21F1C"/>
    <w:rsid w:val="00E22165"/>
    <w:rsid w:val="00E22384"/>
    <w:rsid w:val="00E225F6"/>
    <w:rsid w:val="00E23C2F"/>
    <w:rsid w:val="00E23FD2"/>
    <w:rsid w:val="00E242EE"/>
    <w:rsid w:val="00E243EC"/>
    <w:rsid w:val="00E2452B"/>
    <w:rsid w:val="00E2471C"/>
    <w:rsid w:val="00E24C2C"/>
    <w:rsid w:val="00E25013"/>
    <w:rsid w:val="00E253C3"/>
    <w:rsid w:val="00E25481"/>
    <w:rsid w:val="00E25C0E"/>
    <w:rsid w:val="00E26180"/>
    <w:rsid w:val="00E268D4"/>
    <w:rsid w:val="00E30B83"/>
    <w:rsid w:val="00E30D03"/>
    <w:rsid w:val="00E30FA7"/>
    <w:rsid w:val="00E31139"/>
    <w:rsid w:val="00E3127E"/>
    <w:rsid w:val="00E31C06"/>
    <w:rsid w:val="00E328AD"/>
    <w:rsid w:val="00E32FC0"/>
    <w:rsid w:val="00E3349F"/>
    <w:rsid w:val="00E342A1"/>
    <w:rsid w:val="00E343C9"/>
    <w:rsid w:val="00E34C8C"/>
    <w:rsid w:val="00E34D32"/>
    <w:rsid w:val="00E35328"/>
    <w:rsid w:val="00E35EA6"/>
    <w:rsid w:val="00E36D6E"/>
    <w:rsid w:val="00E3772E"/>
    <w:rsid w:val="00E3775A"/>
    <w:rsid w:val="00E37B30"/>
    <w:rsid w:val="00E40735"/>
    <w:rsid w:val="00E40AA2"/>
    <w:rsid w:val="00E412B7"/>
    <w:rsid w:val="00E413BB"/>
    <w:rsid w:val="00E41E89"/>
    <w:rsid w:val="00E41FA2"/>
    <w:rsid w:val="00E42380"/>
    <w:rsid w:val="00E43295"/>
    <w:rsid w:val="00E43428"/>
    <w:rsid w:val="00E43C47"/>
    <w:rsid w:val="00E43D36"/>
    <w:rsid w:val="00E44094"/>
    <w:rsid w:val="00E44891"/>
    <w:rsid w:val="00E448E4"/>
    <w:rsid w:val="00E45A79"/>
    <w:rsid w:val="00E45D1E"/>
    <w:rsid w:val="00E46B66"/>
    <w:rsid w:val="00E50121"/>
    <w:rsid w:val="00E518C5"/>
    <w:rsid w:val="00E519B0"/>
    <w:rsid w:val="00E519EA"/>
    <w:rsid w:val="00E52549"/>
    <w:rsid w:val="00E5358B"/>
    <w:rsid w:val="00E53AC1"/>
    <w:rsid w:val="00E53E5F"/>
    <w:rsid w:val="00E53FAD"/>
    <w:rsid w:val="00E54F89"/>
    <w:rsid w:val="00E566DF"/>
    <w:rsid w:val="00E56CB8"/>
    <w:rsid w:val="00E5711A"/>
    <w:rsid w:val="00E571EA"/>
    <w:rsid w:val="00E57E66"/>
    <w:rsid w:val="00E601F1"/>
    <w:rsid w:val="00E60722"/>
    <w:rsid w:val="00E60778"/>
    <w:rsid w:val="00E608F0"/>
    <w:rsid w:val="00E6171A"/>
    <w:rsid w:val="00E61DAA"/>
    <w:rsid w:val="00E61F16"/>
    <w:rsid w:val="00E61FE2"/>
    <w:rsid w:val="00E62300"/>
    <w:rsid w:val="00E64B60"/>
    <w:rsid w:val="00E656E9"/>
    <w:rsid w:val="00E66A5E"/>
    <w:rsid w:val="00E67294"/>
    <w:rsid w:val="00E67B2E"/>
    <w:rsid w:val="00E67C01"/>
    <w:rsid w:val="00E67E7A"/>
    <w:rsid w:val="00E67EA4"/>
    <w:rsid w:val="00E7022B"/>
    <w:rsid w:val="00E70574"/>
    <w:rsid w:val="00E70B35"/>
    <w:rsid w:val="00E7203F"/>
    <w:rsid w:val="00E72D39"/>
    <w:rsid w:val="00E72FC9"/>
    <w:rsid w:val="00E73347"/>
    <w:rsid w:val="00E74497"/>
    <w:rsid w:val="00E74A4C"/>
    <w:rsid w:val="00E75204"/>
    <w:rsid w:val="00E75974"/>
    <w:rsid w:val="00E75EA5"/>
    <w:rsid w:val="00E76257"/>
    <w:rsid w:val="00E77734"/>
    <w:rsid w:val="00E8003D"/>
    <w:rsid w:val="00E80203"/>
    <w:rsid w:val="00E80344"/>
    <w:rsid w:val="00E80511"/>
    <w:rsid w:val="00E80B3D"/>
    <w:rsid w:val="00E80D0F"/>
    <w:rsid w:val="00E81C5F"/>
    <w:rsid w:val="00E82B5C"/>
    <w:rsid w:val="00E82D39"/>
    <w:rsid w:val="00E83663"/>
    <w:rsid w:val="00E845D1"/>
    <w:rsid w:val="00E84DA8"/>
    <w:rsid w:val="00E85133"/>
    <w:rsid w:val="00E85C01"/>
    <w:rsid w:val="00E861D6"/>
    <w:rsid w:val="00E863E7"/>
    <w:rsid w:val="00E86851"/>
    <w:rsid w:val="00E87A60"/>
    <w:rsid w:val="00E90201"/>
    <w:rsid w:val="00E90365"/>
    <w:rsid w:val="00E914A5"/>
    <w:rsid w:val="00E91597"/>
    <w:rsid w:val="00E91AB9"/>
    <w:rsid w:val="00E91AE2"/>
    <w:rsid w:val="00E926AC"/>
    <w:rsid w:val="00E933BC"/>
    <w:rsid w:val="00E9377C"/>
    <w:rsid w:val="00E93C16"/>
    <w:rsid w:val="00E941AD"/>
    <w:rsid w:val="00E94541"/>
    <w:rsid w:val="00E95245"/>
    <w:rsid w:val="00E96AD7"/>
    <w:rsid w:val="00E97024"/>
    <w:rsid w:val="00E9706B"/>
    <w:rsid w:val="00E97259"/>
    <w:rsid w:val="00E97521"/>
    <w:rsid w:val="00E97572"/>
    <w:rsid w:val="00EA08A7"/>
    <w:rsid w:val="00EA08CA"/>
    <w:rsid w:val="00EA0AE0"/>
    <w:rsid w:val="00EA11A3"/>
    <w:rsid w:val="00EA1C03"/>
    <w:rsid w:val="00EA241F"/>
    <w:rsid w:val="00EA2894"/>
    <w:rsid w:val="00EA30B0"/>
    <w:rsid w:val="00EA31FF"/>
    <w:rsid w:val="00EA3D35"/>
    <w:rsid w:val="00EA3F30"/>
    <w:rsid w:val="00EA417A"/>
    <w:rsid w:val="00EA417E"/>
    <w:rsid w:val="00EA54AF"/>
    <w:rsid w:val="00EA7360"/>
    <w:rsid w:val="00EA7714"/>
    <w:rsid w:val="00EB05C5"/>
    <w:rsid w:val="00EB19E2"/>
    <w:rsid w:val="00EB269C"/>
    <w:rsid w:val="00EB316A"/>
    <w:rsid w:val="00EB4C92"/>
    <w:rsid w:val="00EB5AAB"/>
    <w:rsid w:val="00EB5B4D"/>
    <w:rsid w:val="00EB5D7A"/>
    <w:rsid w:val="00EB60B0"/>
    <w:rsid w:val="00EC0245"/>
    <w:rsid w:val="00EC0FA7"/>
    <w:rsid w:val="00EC13DB"/>
    <w:rsid w:val="00EC1815"/>
    <w:rsid w:val="00EC1C89"/>
    <w:rsid w:val="00EC1EEF"/>
    <w:rsid w:val="00EC26F0"/>
    <w:rsid w:val="00EC3647"/>
    <w:rsid w:val="00EC4FE7"/>
    <w:rsid w:val="00EC568A"/>
    <w:rsid w:val="00EC6C61"/>
    <w:rsid w:val="00EC71CF"/>
    <w:rsid w:val="00EC798D"/>
    <w:rsid w:val="00ED050A"/>
    <w:rsid w:val="00ED10B1"/>
    <w:rsid w:val="00ED1E51"/>
    <w:rsid w:val="00ED285E"/>
    <w:rsid w:val="00ED2920"/>
    <w:rsid w:val="00ED2980"/>
    <w:rsid w:val="00ED33FC"/>
    <w:rsid w:val="00ED4079"/>
    <w:rsid w:val="00ED41E6"/>
    <w:rsid w:val="00ED4314"/>
    <w:rsid w:val="00ED4542"/>
    <w:rsid w:val="00ED47E7"/>
    <w:rsid w:val="00ED4D3E"/>
    <w:rsid w:val="00ED5CBC"/>
    <w:rsid w:val="00ED5D53"/>
    <w:rsid w:val="00ED5E4A"/>
    <w:rsid w:val="00ED6236"/>
    <w:rsid w:val="00ED6835"/>
    <w:rsid w:val="00ED6A7C"/>
    <w:rsid w:val="00ED7915"/>
    <w:rsid w:val="00ED7998"/>
    <w:rsid w:val="00EE0921"/>
    <w:rsid w:val="00EE0E3E"/>
    <w:rsid w:val="00EE189B"/>
    <w:rsid w:val="00EE20A5"/>
    <w:rsid w:val="00EE2628"/>
    <w:rsid w:val="00EE4416"/>
    <w:rsid w:val="00EE5B74"/>
    <w:rsid w:val="00EE732A"/>
    <w:rsid w:val="00EE7388"/>
    <w:rsid w:val="00EE73FC"/>
    <w:rsid w:val="00EE796A"/>
    <w:rsid w:val="00EF0B27"/>
    <w:rsid w:val="00EF1B65"/>
    <w:rsid w:val="00EF23FF"/>
    <w:rsid w:val="00EF2A01"/>
    <w:rsid w:val="00EF335D"/>
    <w:rsid w:val="00EF4423"/>
    <w:rsid w:val="00EF449E"/>
    <w:rsid w:val="00EF44E0"/>
    <w:rsid w:val="00EF4D0E"/>
    <w:rsid w:val="00EF51C2"/>
    <w:rsid w:val="00EF5624"/>
    <w:rsid w:val="00EF60D2"/>
    <w:rsid w:val="00EF655B"/>
    <w:rsid w:val="00EF6AC4"/>
    <w:rsid w:val="00EF7E6E"/>
    <w:rsid w:val="00F00789"/>
    <w:rsid w:val="00F008BA"/>
    <w:rsid w:val="00F009BA"/>
    <w:rsid w:val="00F0383E"/>
    <w:rsid w:val="00F04026"/>
    <w:rsid w:val="00F04336"/>
    <w:rsid w:val="00F05850"/>
    <w:rsid w:val="00F05950"/>
    <w:rsid w:val="00F062A3"/>
    <w:rsid w:val="00F06390"/>
    <w:rsid w:val="00F069CF"/>
    <w:rsid w:val="00F07D14"/>
    <w:rsid w:val="00F1015D"/>
    <w:rsid w:val="00F118D9"/>
    <w:rsid w:val="00F11F5F"/>
    <w:rsid w:val="00F11FA8"/>
    <w:rsid w:val="00F122CD"/>
    <w:rsid w:val="00F137BC"/>
    <w:rsid w:val="00F13FEA"/>
    <w:rsid w:val="00F14139"/>
    <w:rsid w:val="00F14256"/>
    <w:rsid w:val="00F147EC"/>
    <w:rsid w:val="00F1485E"/>
    <w:rsid w:val="00F14BFA"/>
    <w:rsid w:val="00F15301"/>
    <w:rsid w:val="00F15F1A"/>
    <w:rsid w:val="00F16510"/>
    <w:rsid w:val="00F16C78"/>
    <w:rsid w:val="00F16D2C"/>
    <w:rsid w:val="00F177D4"/>
    <w:rsid w:val="00F17E64"/>
    <w:rsid w:val="00F204F5"/>
    <w:rsid w:val="00F20BD9"/>
    <w:rsid w:val="00F21211"/>
    <w:rsid w:val="00F21E82"/>
    <w:rsid w:val="00F22498"/>
    <w:rsid w:val="00F22B21"/>
    <w:rsid w:val="00F2372E"/>
    <w:rsid w:val="00F23C3D"/>
    <w:rsid w:val="00F2444C"/>
    <w:rsid w:val="00F2551C"/>
    <w:rsid w:val="00F269C1"/>
    <w:rsid w:val="00F270D2"/>
    <w:rsid w:val="00F271EC"/>
    <w:rsid w:val="00F2764F"/>
    <w:rsid w:val="00F300B3"/>
    <w:rsid w:val="00F305D8"/>
    <w:rsid w:val="00F31774"/>
    <w:rsid w:val="00F317EB"/>
    <w:rsid w:val="00F3224F"/>
    <w:rsid w:val="00F3289B"/>
    <w:rsid w:val="00F32D3F"/>
    <w:rsid w:val="00F333D0"/>
    <w:rsid w:val="00F3364C"/>
    <w:rsid w:val="00F34684"/>
    <w:rsid w:val="00F348BB"/>
    <w:rsid w:val="00F34CB2"/>
    <w:rsid w:val="00F34F19"/>
    <w:rsid w:val="00F351AA"/>
    <w:rsid w:val="00F352FF"/>
    <w:rsid w:val="00F3534C"/>
    <w:rsid w:val="00F36616"/>
    <w:rsid w:val="00F36BE5"/>
    <w:rsid w:val="00F3710E"/>
    <w:rsid w:val="00F37D03"/>
    <w:rsid w:val="00F40248"/>
    <w:rsid w:val="00F404AE"/>
    <w:rsid w:val="00F40ADC"/>
    <w:rsid w:val="00F42081"/>
    <w:rsid w:val="00F43A59"/>
    <w:rsid w:val="00F43A9C"/>
    <w:rsid w:val="00F43F28"/>
    <w:rsid w:val="00F44275"/>
    <w:rsid w:val="00F456A7"/>
    <w:rsid w:val="00F46114"/>
    <w:rsid w:val="00F46296"/>
    <w:rsid w:val="00F462B6"/>
    <w:rsid w:val="00F4657F"/>
    <w:rsid w:val="00F46F82"/>
    <w:rsid w:val="00F471A2"/>
    <w:rsid w:val="00F471DA"/>
    <w:rsid w:val="00F4758F"/>
    <w:rsid w:val="00F47874"/>
    <w:rsid w:val="00F51489"/>
    <w:rsid w:val="00F5193C"/>
    <w:rsid w:val="00F51E56"/>
    <w:rsid w:val="00F546F0"/>
    <w:rsid w:val="00F54B5D"/>
    <w:rsid w:val="00F55D8D"/>
    <w:rsid w:val="00F55F12"/>
    <w:rsid w:val="00F55F45"/>
    <w:rsid w:val="00F5663C"/>
    <w:rsid w:val="00F57A1C"/>
    <w:rsid w:val="00F57A3C"/>
    <w:rsid w:val="00F603A2"/>
    <w:rsid w:val="00F60E43"/>
    <w:rsid w:val="00F60ECA"/>
    <w:rsid w:val="00F61115"/>
    <w:rsid w:val="00F611CA"/>
    <w:rsid w:val="00F6138F"/>
    <w:rsid w:val="00F616C5"/>
    <w:rsid w:val="00F62649"/>
    <w:rsid w:val="00F633DA"/>
    <w:rsid w:val="00F633E0"/>
    <w:rsid w:val="00F64B14"/>
    <w:rsid w:val="00F64EAD"/>
    <w:rsid w:val="00F6583B"/>
    <w:rsid w:val="00F65A0F"/>
    <w:rsid w:val="00F664AE"/>
    <w:rsid w:val="00F66537"/>
    <w:rsid w:val="00F668BE"/>
    <w:rsid w:val="00F66B77"/>
    <w:rsid w:val="00F66C41"/>
    <w:rsid w:val="00F6704D"/>
    <w:rsid w:val="00F703FB"/>
    <w:rsid w:val="00F7073A"/>
    <w:rsid w:val="00F72736"/>
    <w:rsid w:val="00F72826"/>
    <w:rsid w:val="00F72955"/>
    <w:rsid w:val="00F72F2B"/>
    <w:rsid w:val="00F73191"/>
    <w:rsid w:val="00F734CC"/>
    <w:rsid w:val="00F742F0"/>
    <w:rsid w:val="00F7579B"/>
    <w:rsid w:val="00F76551"/>
    <w:rsid w:val="00F76A37"/>
    <w:rsid w:val="00F76A73"/>
    <w:rsid w:val="00F76FA0"/>
    <w:rsid w:val="00F77143"/>
    <w:rsid w:val="00F7772F"/>
    <w:rsid w:val="00F808E5"/>
    <w:rsid w:val="00F80DA9"/>
    <w:rsid w:val="00F80E4D"/>
    <w:rsid w:val="00F816AC"/>
    <w:rsid w:val="00F829A7"/>
    <w:rsid w:val="00F83818"/>
    <w:rsid w:val="00F8425E"/>
    <w:rsid w:val="00F843D2"/>
    <w:rsid w:val="00F85639"/>
    <w:rsid w:val="00F85C45"/>
    <w:rsid w:val="00F85FE6"/>
    <w:rsid w:val="00F86185"/>
    <w:rsid w:val="00F864B0"/>
    <w:rsid w:val="00F8696D"/>
    <w:rsid w:val="00F87704"/>
    <w:rsid w:val="00F878F4"/>
    <w:rsid w:val="00F904F2"/>
    <w:rsid w:val="00F90660"/>
    <w:rsid w:val="00F90E4B"/>
    <w:rsid w:val="00F91AF0"/>
    <w:rsid w:val="00F91D22"/>
    <w:rsid w:val="00F91F9F"/>
    <w:rsid w:val="00F932F5"/>
    <w:rsid w:val="00F93748"/>
    <w:rsid w:val="00F93D5F"/>
    <w:rsid w:val="00F93F28"/>
    <w:rsid w:val="00F944BB"/>
    <w:rsid w:val="00F94FAE"/>
    <w:rsid w:val="00F95676"/>
    <w:rsid w:val="00F95EB8"/>
    <w:rsid w:val="00F969B1"/>
    <w:rsid w:val="00FA0766"/>
    <w:rsid w:val="00FA1294"/>
    <w:rsid w:val="00FA24CD"/>
    <w:rsid w:val="00FA27D2"/>
    <w:rsid w:val="00FA3993"/>
    <w:rsid w:val="00FA5B40"/>
    <w:rsid w:val="00FA655B"/>
    <w:rsid w:val="00FA6881"/>
    <w:rsid w:val="00FA6F99"/>
    <w:rsid w:val="00FA73F1"/>
    <w:rsid w:val="00FA7F2E"/>
    <w:rsid w:val="00FB029F"/>
    <w:rsid w:val="00FB1032"/>
    <w:rsid w:val="00FB2874"/>
    <w:rsid w:val="00FB289A"/>
    <w:rsid w:val="00FB2ACB"/>
    <w:rsid w:val="00FB2C51"/>
    <w:rsid w:val="00FB322E"/>
    <w:rsid w:val="00FB3A05"/>
    <w:rsid w:val="00FB4B56"/>
    <w:rsid w:val="00FB4FEC"/>
    <w:rsid w:val="00FB55A1"/>
    <w:rsid w:val="00FB5C0F"/>
    <w:rsid w:val="00FB61C2"/>
    <w:rsid w:val="00FB6399"/>
    <w:rsid w:val="00FB63BD"/>
    <w:rsid w:val="00FB65AB"/>
    <w:rsid w:val="00FB676A"/>
    <w:rsid w:val="00FB6926"/>
    <w:rsid w:val="00FB7817"/>
    <w:rsid w:val="00FC05B8"/>
    <w:rsid w:val="00FC0DFA"/>
    <w:rsid w:val="00FC11AB"/>
    <w:rsid w:val="00FC1CCA"/>
    <w:rsid w:val="00FC3295"/>
    <w:rsid w:val="00FC3872"/>
    <w:rsid w:val="00FC38C6"/>
    <w:rsid w:val="00FC3C73"/>
    <w:rsid w:val="00FC44A8"/>
    <w:rsid w:val="00FC451B"/>
    <w:rsid w:val="00FC4A0F"/>
    <w:rsid w:val="00FC52F0"/>
    <w:rsid w:val="00FC5C05"/>
    <w:rsid w:val="00FC62F9"/>
    <w:rsid w:val="00FC74E2"/>
    <w:rsid w:val="00FC7651"/>
    <w:rsid w:val="00FC7B4D"/>
    <w:rsid w:val="00FC7DA2"/>
    <w:rsid w:val="00FD0217"/>
    <w:rsid w:val="00FD09F6"/>
    <w:rsid w:val="00FD0B33"/>
    <w:rsid w:val="00FD0D91"/>
    <w:rsid w:val="00FD1484"/>
    <w:rsid w:val="00FD178D"/>
    <w:rsid w:val="00FD1B89"/>
    <w:rsid w:val="00FD23BB"/>
    <w:rsid w:val="00FD252A"/>
    <w:rsid w:val="00FD2DF8"/>
    <w:rsid w:val="00FD3A9A"/>
    <w:rsid w:val="00FD3EC3"/>
    <w:rsid w:val="00FD46E0"/>
    <w:rsid w:val="00FD4AC5"/>
    <w:rsid w:val="00FD5CF6"/>
    <w:rsid w:val="00FD712A"/>
    <w:rsid w:val="00FD79D9"/>
    <w:rsid w:val="00FD7E3B"/>
    <w:rsid w:val="00FE0D41"/>
    <w:rsid w:val="00FE12E2"/>
    <w:rsid w:val="00FE1AB9"/>
    <w:rsid w:val="00FE2354"/>
    <w:rsid w:val="00FE268B"/>
    <w:rsid w:val="00FE2A58"/>
    <w:rsid w:val="00FE2AE6"/>
    <w:rsid w:val="00FE2AF5"/>
    <w:rsid w:val="00FE3B4D"/>
    <w:rsid w:val="00FE5B25"/>
    <w:rsid w:val="00FE5DB4"/>
    <w:rsid w:val="00FE6B8B"/>
    <w:rsid w:val="00FE7057"/>
    <w:rsid w:val="00FE781F"/>
    <w:rsid w:val="00FE7E43"/>
    <w:rsid w:val="00FE7E77"/>
    <w:rsid w:val="00FF002C"/>
    <w:rsid w:val="00FF0647"/>
    <w:rsid w:val="00FF1343"/>
    <w:rsid w:val="00FF1D71"/>
    <w:rsid w:val="00FF1FA2"/>
    <w:rsid w:val="00FF22B4"/>
    <w:rsid w:val="00FF3F6C"/>
    <w:rsid w:val="00FF4114"/>
    <w:rsid w:val="00FF456C"/>
    <w:rsid w:val="00FF4C03"/>
    <w:rsid w:val="00FF4C4C"/>
    <w:rsid w:val="00FF5003"/>
    <w:rsid w:val="00FF515A"/>
    <w:rsid w:val="00FF52C7"/>
    <w:rsid w:val="00FF5771"/>
    <w:rsid w:val="00FF589F"/>
    <w:rsid w:val="00FF5B37"/>
    <w:rsid w:val="00FF72DB"/>
    <w:rsid w:val="00FF7982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90DB7"/>
    <w:pPr>
      <w:suppressAutoHyphens/>
      <w:spacing w:after="120" w:line="312" w:lineRule="auto"/>
      <w:jc w:val="both"/>
    </w:pPr>
    <w:rPr>
      <w:rFonts w:ascii="Arial" w:hAnsi="Arial"/>
      <w:sz w:val="24"/>
      <w:szCs w:val="24"/>
      <w:lang w:eastAsia="ar-SA"/>
    </w:rPr>
  </w:style>
  <w:style w:type="paragraph" w:styleId="1">
    <w:name w:val="heading 1"/>
    <w:aliases w:val="Заголовок параграфа (1.)"/>
    <w:basedOn w:val="a5"/>
    <w:next w:val="a5"/>
    <w:link w:val="10"/>
    <w:qFormat/>
    <w:rsid w:val="00683570"/>
    <w:pPr>
      <w:numPr>
        <w:numId w:val="4"/>
      </w:numPr>
      <w:spacing w:before="40" w:after="0"/>
      <w:outlineLvl w:val="0"/>
    </w:pPr>
    <w:rPr>
      <w:rFonts w:cs="Arial"/>
      <w:bCs/>
      <w:caps/>
      <w:kern w:val="32"/>
      <w:sz w:val="22"/>
      <w:szCs w:val="32"/>
    </w:rPr>
  </w:style>
  <w:style w:type="paragraph" w:styleId="2">
    <w:name w:val="heading 2"/>
    <w:aliases w:val="h2,h21,5,Заголовок пункта (1.1),Indented Heading,H2,H21,H22,Indented Heading1,Indented Heading2,Indented Heading3,Indented Heading4,H23,H211,H221,Indented Heading5,Indented Heading6,Indented Heading7,H24,H212,H222,Indented Heading8,H25,H213"/>
    <w:basedOn w:val="a5"/>
    <w:next w:val="a5"/>
    <w:link w:val="20"/>
    <w:qFormat/>
    <w:rsid w:val="00683570"/>
    <w:pPr>
      <w:numPr>
        <w:ilvl w:val="1"/>
        <w:numId w:val="4"/>
      </w:numPr>
      <w:spacing w:before="40" w:after="0"/>
      <w:outlineLvl w:val="1"/>
    </w:pPr>
    <w:rPr>
      <w:rFonts w:cs="Arial"/>
      <w:bCs/>
      <w:iCs/>
      <w:sz w:val="22"/>
      <w:szCs w:val="28"/>
    </w:rPr>
  </w:style>
  <w:style w:type="paragraph" w:styleId="3">
    <w:name w:val="heading 3"/>
    <w:basedOn w:val="a5"/>
    <w:next w:val="a5"/>
    <w:qFormat/>
    <w:rsid w:val="00683570"/>
    <w:pPr>
      <w:numPr>
        <w:ilvl w:val="2"/>
        <w:numId w:val="4"/>
      </w:numPr>
      <w:spacing w:before="40" w:after="0"/>
      <w:outlineLvl w:val="2"/>
    </w:pPr>
    <w:rPr>
      <w:rFonts w:cs="Arial"/>
      <w:bCs/>
      <w:sz w:val="22"/>
      <w:szCs w:val="26"/>
    </w:rPr>
  </w:style>
  <w:style w:type="paragraph" w:styleId="4">
    <w:name w:val="heading 4"/>
    <w:basedOn w:val="a5"/>
    <w:next w:val="a5"/>
    <w:qFormat/>
    <w:rsid w:val="00683570"/>
    <w:pPr>
      <w:numPr>
        <w:ilvl w:val="3"/>
        <w:numId w:val="4"/>
      </w:numPr>
      <w:spacing w:before="40" w:after="0"/>
      <w:outlineLvl w:val="3"/>
    </w:pPr>
    <w:rPr>
      <w:bCs/>
      <w:sz w:val="22"/>
    </w:rPr>
  </w:style>
  <w:style w:type="paragraph" w:styleId="6">
    <w:name w:val="heading 6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szCs w:val="22"/>
      <w:lang w:eastAsia="ru-RU"/>
    </w:rPr>
  </w:style>
  <w:style w:type="paragraph" w:styleId="9">
    <w:name w:val="heading 9"/>
    <w:basedOn w:val="a5"/>
    <w:next w:val="a5"/>
    <w:qFormat/>
    <w:rsid w:val="00804684"/>
    <w:pPr>
      <w:suppressAutoHyphens w:val="0"/>
      <w:spacing w:before="240" w:after="60" w:line="240" w:lineRule="auto"/>
      <w:jc w:val="left"/>
      <w:outlineLvl w:val="8"/>
    </w:pPr>
    <w:rPr>
      <w:rFonts w:cs="Arial"/>
      <w:sz w:val="22"/>
      <w:szCs w:val="22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"/>
    <w:link w:val="1"/>
    <w:rsid w:val="00683570"/>
    <w:rPr>
      <w:rFonts w:ascii="Arial" w:hAnsi="Arial" w:cs="Arial"/>
      <w:bCs/>
      <w:caps/>
      <w:kern w:val="32"/>
      <w:sz w:val="22"/>
      <w:szCs w:val="32"/>
      <w:lang w:val="ru-RU" w:eastAsia="ar-SA" w:bidi="ar-SA"/>
    </w:rPr>
  </w:style>
  <w:style w:type="character" w:customStyle="1" w:styleId="20">
    <w:name w:val="Заголовок 2 Знак"/>
    <w:aliases w:val="h2 Знак,h21 Знак,5 Знак,Заголовок пункта (1.1) Знак,Indented Heading Знак,H2 Знак,H21 Знак,H22 Знак,Indented Heading1 Знак,Indented Heading2 Знак,Indented Heading3 Знак,Indented Heading4 Знак,H23 Знак,H211 Знак,H221 Знак,H24 Знак"/>
    <w:link w:val="2"/>
    <w:rsid w:val="00683570"/>
    <w:rPr>
      <w:rFonts w:ascii="Arial" w:hAnsi="Arial" w:cs="Arial"/>
      <w:bCs/>
      <w:iCs/>
      <w:sz w:val="22"/>
      <w:szCs w:val="28"/>
      <w:lang w:val="ru-RU" w:eastAsia="ar-SA" w:bidi="ar-SA"/>
    </w:rPr>
  </w:style>
  <w:style w:type="paragraph" w:customStyle="1" w:styleId="a4">
    <w:name w:val="Список с тире"/>
    <w:basedOn w:val="a5"/>
    <w:next w:val="a5"/>
    <w:rsid w:val="004B78EF"/>
    <w:pPr>
      <w:numPr>
        <w:numId w:val="1"/>
      </w:numPr>
      <w:spacing w:after="0"/>
    </w:pPr>
  </w:style>
  <w:style w:type="paragraph" w:customStyle="1" w:styleId="a3">
    <w:name w:val="Список с цифрой"/>
    <w:basedOn w:val="a5"/>
    <w:next w:val="a5"/>
    <w:rsid w:val="00C0760A"/>
    <w:pPr>
      <w:numPr>
        <w:numId w:val="2"/>
      </w:numPr>
      <w:spacing w:after="0"/>
    </w:pPr>
  </w:style>
  <w:style w:type="character" w:customStyle="1" w:styleId="a9">
    <w:name w:val="Полужирный"/>
    <w:rsid w:val="00ED6A7C"/>
    <w:rPr>
      <w:b/>
      <w:bCs/>
    </w:rPr>
  </w:style>
  <w:style w:type="paragraph" w:styleId="aa">
    <w:name w:val="footer"/>
    <w:aliases w:val="Footer маленький"/>
    <w:semiHidden/>
    <w:rsid w:val="00723058"/>
    <w:pPr>
      <w:tabs>
        <w:tab w:val="center" w:pos="4677"/>
        <w:tab w:val="right" w:pos="9355"/>
      </w:tabs>
    </w:pPr>
    <w:rPr>
      <w:rFonts w:ascii="Arial" w:hAnsi="Arial"/>
      <w:sz w:val="14"/>
      <w:szCs w:val="24"/>
      <w:lang w:eastAsia="ar-SA"/>
    </w:rPr>
  </w:style>
  <w:style w:type="paragraph" w:customStyle="1" w:styleId="a0">
    <w:name w:val="Спискок с квадратом"/>
    <w:basedOn w:val="a5"/>
    <w:next w:val="a5"/>
    <w:rsid w:val="004B78EF"/>
    <w:pPr>
      <w:numPr>
        <w:numId w:val="3"/>
      </w:numPr>
      <w:spacing w:after="0"/>
    </w:pPr>
  </w:style>
  <w:style w:type="paragraph" w:styleId="11">
    <w:name w:val="toc 1"/>
    <w:basedOn w:val="a5"/>
    <w:next w:val="a5"/>
    <w:autoRedefine/>
    <w:semiHidden/>
    <w:rsid w:val="00F87704"/>
    <w:pPr>
      <w:tabs>
        <w:tab w:val="left" w:pos="540"/>
        <w:tab w:val="right" w:leader="dot" w:pos="10080"/>
      </w:tabs>
      <w:spacing w:after="0" w:line="240" w:lineRule="auto"/>
    </w:pPr>
  </w:style>
  <w:style w:type="paragraph" w:styleId="21">
    <w:name w:val="toc 2"/>
    <w:basedOn w:val="a5"/>
    <w:next w:val="a5"/>
    <w:autoRedefine/>
    <w:uiPriority w:val="39"/>
    <w:semiHidden/>
    <w:rsid w:val="00F87704"/>
    <w:pPr>
      <w:tabs>
        <w:tab w:val="left" w:pos="900"/>
        <w:tab w:val="right" w:leader="dot" w:pos="10080"/>
      </w:tabs>
      <w:spacing w:after="0" w:line="240" w:lineRule="auto"/>
      <w:ind w:left="900" w:hanging="660"/>
    </w:pPr>
  </w:style>
  <w:style w:type="paragraph" w:styleId="30">
    <w:name w:val="toc 3"/>
    <w:basedOn w:val="a5"/>
    <w:next w:val="a5"/>
    <w:autoRedefine/>
    <w:uiPriority w:val="39"/>
    <w:semiHidden/>
    <w:rsid w:val="00F87704"/>
    <w:pPr>
      <w:tabs>
        <w:tab w:val="left" w:pos="1440"/>
        <w:tab w:val="right" w:leader="dot" w:pos="10080"/>
      </w:tabs>
      <w:spacing w:after="0" w:line="240" w:lineRule="auto"/>
      <w:ind w:left="1440" w:right="68" w:hanging="960"/>
    </w:pPr>
  </w:style>
  <w:style w:type="character" w:styleId="ab">
    <w:name w:val="Hyperlink"/>
    <w:uiPriority w:val="99"/>
    <w:semiHidden/>
    <w:rsid w:val="00036206"/>
    <w:rPr>
      <w:color w:val="0000FF"/>
      <w:u w:val="single"/>
    </w:rPr>
  </w:style>
  <w:style w:type="table" w:styleId="ac">
    <w:name w:val="Table Grid"/>
    <w:basedOn w:val="a7"/>
    <w:rsid w:val="009C0362"/>
    <w:pPr>
      <w:spacing w:line="312" w:lineRule="auto"/>
      <w:jc w:val="both"/>
    </w:pPr>
    <w:rPr>
      <w:rFonts w:ascii="Arial" w:hAnsi="Arial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vAlign w:val="center"/>
      </w:tcPr>
    </w:tblStylePr>
  </w:style>
  <w:style w:type="character" w:customStyle="1" w:styleId="ad">
    <w:name w:val="Курсив"/>
    <w:rsid w:val="00F742F0"/>
    <w:rPr>
      <w:i/>
      <w:iCs/>
    </w:rPr>
  </w:style>
  <w:style w:type="paragraph" w:customStyle="1" w:styleId="ae">
    <w:name w:val="Таблица. Тело"/>
    <w:basedOn w:val="a5"/>
    <w:link w:val="af"/>
    <w:rsid w:val="00543616"/>
    <w:pPr>
      <w:spacing w:after="0" w:line="240" w:lineRule="auto"/>
      <w:jc w:val="left"/>
    </w:pPr>
    <w:rPr>
      <w:sz w:val="20"/>
      <w:szCs w:val="20"/>
    </w:rPr>
  </w:style>
  <w:style w:type="character" w:customStyle="1" w:styleId="af">
    <w:name w:val="Таблица. Тело Знак"/>
    <w:link w:val="ae"/>
    <w:rsid w:val="00543616"/>
    <w:rPr>
      <w:rFonts w:ascii="Arial" w:hAnsi="Arial"/>
      <w:lang w:val="ru-RU" w:eastAsia="ar-SA" w:bidi="ar-SA"/>
    </w:rPr>
  </w:style>
  <w:style w:type="paragraph" w:customStyle="1" w:styleId="af0">
    <w:name w:val="Таблица. Шапка"/>
    <w:basedOn w:val="a5"/>
    <w:rsid w:val="00543616"/>
    <w:pPr>
      <w:spacing w:before="100" w:after="100" w:line="240" w:lineRule="auto"/>
      <w:jc w:val="center"/>
    </w:pPr>
    <w:rPr>
      <w:b/>
      <w:sz w:val="20"/>
      <w:szCs w:val="20"/>
    </w:rPr>
  </w:style>
  <w:style w:type="paragraph" w:customStyle="1" w:styleId="af1">
    <w:name w:val="Таблица. Подпись"/>
    <w:basedOn w:val="a5"/>
    <w:rsid w:val="0074475D"/>
    <w:pPr>
      <w:spacing w:after="0"/>
    </w:pPr>
    <w:rPr>
      <w:szCs w:val="20"/>
    </w:rPr>
  </w:style>
  <w:style w:type="paragraph" w:styleId="40">
    <w:name w:val="toc 4"/>
    <w:basedOn w:val="a5"/>
    <w:next w:val="a5"/>
    <w:autoRedefine/>
    <w:uiPriority w:val="39"/>
    <w:semiHidden/>
    <w:rsid w:val="00411163"/>
    <w:pPr>
      <w:tabs>
        <w:tab w:val="left" w:pos="1980"/>
        <w:tab w:val="right" w:leader="dot" w:pos="10080"/>
      </w:tabs>
      <w:spacing w:after="0" w:line="240" w:lineRule="auto"/>
      <w:ind w:left="720" w:firstLine="181"/>
    </w:pPr>
  </w:style>
  <w:style w:type="paragraph" w:styleId="af2">
    <w:name w:val="header"/>
    <w:aliases w:val="Even,header-first,HeaderPort,??????? ??????????,ВерхКолонтитул,Titul,Heder,??????? ??????????1,??????? ??????????2,??????? ??????????3,??????? ??????????11,??????? ??????????21,??????? ??????????4,??????? ??????????5,Текст в штампе,Зн"/>
    <w:basedOn w:val="a5"/>
    <w:link w:val="af3"/>
    <w:uiPriority w:val="99"/>
    <w:rsid w:val="003B6E9A"/>
    <w:pPr>
      <w:tabs>
        <w:tab w:val="center" w:pos="4677"/>
        <w:tab w:val="right" w:pos="9355"/>
      </w:tabs>
    </w:pPr>
    <w:rPr>
      <w:lang/>
    </w:rPr>
  </w:style>
  <w:style w:type="paragraph" w:styleId="af4">
    <w:name w:val="Document Map"/>
    <w:basedOn w:val="a5"/>
    <w:semiHidden/>
    <w:rsid w:val="008224D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annotation reference"/>
    <w:semiHidden/>
    <w:rsid w:val="005E73A1"/>
    <w:rPr>
      <w:sz w:val="16"/>
      <w:szCs w:val="16"/>
    </w:rPr>
  </w:style>
  <w:style w:type="paragraph" w:styleId="af6">
    <w:name w:val="annotation text"/>
    <w:basedOn w:val="a5"/>
    <w:link w:val="af7"/>
    <w:uiPriority w:val="99"/>
    <w:semiHidden/>
    <w:rsid w:val="005E73A1"/>
    <w:rPr>
      <w:sz w:val="20"/>
      <w:szCs w:val="20"/>
      <w:lang/>
    </w:rPr>
  </w:style>
  <w:style w:type="paragraph" w:styleId="af8">
    <w:name w:val="Balloon Text"/>
    <w:basedOn w:val="a5"/>
    <w:semiHidden/>
    <w:rsid w:val="005E73A1"/>
    <w:rPr>
      <w:rFonts w:ascii="Tahoma" w:hAnsi="Tahoma" w:cs="Tahoma"/>
      <w:sz w:val="16"/>
      <w:szCs w:val="16"/>
    </w:rPr>
  </w:style>
  <w:style w:type="paragraph" w:styleId="af9">
    <w:name w:val="annotation subject"/>
    <w:basedOn w:val="af6"/>
    <w:next w:val="af6"/>
    <w:semiHidden/>
    <w:rsid w:val="00F93748"/>
    <w:rPr>
      <w:b/>
      <w:bCs/>
    </w:rPr>
  </w:style>
  <w:style w:type="paragraph" w:styleId="afa">
    <w:name w:val="caption"/>
    <w:basedOn w:val="a5"/>
    <w:next w:val="a5"/>
    <w:qFormat/>
    <w:rsid w:val="00D36966"/>
    <w:rPr>
      <w:b/>
      <w:bCs/>
      <w:sz w:val="20"/>
      <w:szCs w:val="20"/>
    </w:rPr>
  </w:style>
  <w:style w:type="paragraph" w:styleId="60">
    <w:name w:val="toc 6"/>
    <w:basedOn w:val="a5"/>
    <w:next w:val="a5"/>
    <w:autoRedefine/>
    <w:semiHidden/>
    <w:rsid w:val="00137A9B"/>
    <w:pPr>
      <w:suppressAutoHyphens w:val="0"/>
      <w:spacing w:after="0" w:line="240" w:lineRule="auto"/>
      <w:ind w:left="1000"/>
      <w:jc w:val="left"/>
    </w:pPr>
    <w:rPr>
      <w:rFonts w:ascii="Times New Roman" w:hAnsi="Times New Roman"/>
      <w:sz w:val="20"/>
      <w:szCs w:val="21"/>
      <w:lang w:eastAsia="ru-RU"/>
    </w:rPr>
  </w:style>
  <w:style w:type="character" w:styleId="afb">
    <w:name w:val="page number"/>
    <w:basedOn w:val="a6"/>
    <w:semiHidden/>
    <w:rsid w:val="004E468A"/>
  </w:style>
  <w:style w:type="character" w:customStyle="1" w:styleId="12">
    <w:name w:val="Заголовок 1 Знак Знак Знак"/>
    <w:semiHidden/>
    <w:rsid w:val="00804684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styleId="afc">
    <w:name w:val="Body Text Indent"/>
    <w:aliases w:val="Основной текст с отступом Знак,Основной текст с отступом Знак Знак,Основной текст с отступом1 Знак Знак,Основной текст с отступом1 Знак Знак Знак Знак Знак,Основной текст с отступом1 Знак Знак Знак Знак Знак Знак Знак"/>
    <w:basedOn w:val="a5"/>
    <w:link w:val="13"/>
    <w:rsid w:val="00EA7714"/>
    <w:pPr>
      <w:suppressAutoHyphens w:val="0"/>
      <w:spacing w:after="0" w:line="360" w:lineRule="auto"/>
      <w:ind w:firstLine="720"/>
    </w:pPr>
    <w:rPr>
      <w:szCs w:val="20"/>
      <w:lang/>
    </w:rPr>
  </w:style>
  <w:style w:type="paragraph" w:styleId="90">
    <w:name w:val="toc 9"/>
    <w:basedOn w:val="a5"/>
    <w:next w:val="a5"/>
    <w:autoRedefine/>
    <w:semiHidden/>
    <w:rsid w:val="00645019"/>
    <w:pPr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ascii="Times New Roman" w:hAnsi="Times New Roman"/>
      <w:sz w:val="18"/>
      <w:szCs w:val="20"/>
      <w:lang w:eastAsia="ru-RU"/>
    </w:rPr>
  </w:style>
  <w:style w:type="paragraph" w:customStyle="1" w:styleId="14">
    <w:name w:val="Обычный1"/>
    <w:rsid w:val="00092A26"/>
  </w:style>
  <w:style w:type="paragraph" w:customStyle="1" w:styleId="OaaeeoaIoiaaoey">
    <w:name w:val="OaaeeoaIoia?aoey"/>
    <w:basedOn w:val="a5"/>
    <w:rsid w:val="00092A26"/>
    <w:pPr>
      <w:suppressAutoHyphens w:val="0"/>
      <w:spacing w:before="120" w:after="0" w:line="240" w:lineRule="auto"/>
      <w:jc w:val="center"/>
    </w:pPr>
    <w:rPr>
      <w:szCs w:val="20"/>
      <w:lang w:eastAsia="ru-RU"/>
    </w:rPr>
  </w:style>
  <w:style w:type="paragraph" w:customStyle="1" w:styleId="afd">
    <w:name w:val="Нумерованный Т"/>
    <w:basedOn w:val="a5"/>
    <w:rsid w:val="00092A26"/>
    <w:pPr>
      <w:keepLines/>
      <w:suppressLineNumbers/>
      <w:overflowPunct w:val="0"/>
      <w:autoSpaceDE w:val="0"/>
      <w:autoSpaceDN w:val="0"/>
      <w:adjustRightInd w:val="0"/>
      <w:spacing w:before="40" w:after="20" w:line="240" w:lineRule="auto"/>
      <w:ind w:left="318" w:hanging="318"/>
      <w:jc w:val="left"/>
      <w:textAlignment w:val="baseline"/>
    </w:pPr>
    <w:rPr>
      <w:rFonts w:ascii="Times New Roman CYR" w:hAnsi="Times New Roman CYR"/>
      <w:sz w:val="22"/>
      <w:szCs w:val="20"/>
      <w:lang w:eastAsia="ru-RU"/>
    </w:rPr>
  </w:style>
  <w:style w:type="paragraph" w:styleId="22">
    <w:name w:val="Body Text Indent 2"/>
    <w:basedOn w:val="a5"/>
    <w:rsid w:val="00645019"/>
    <w:pPr>
      <w:suppressAutoHyphens w:val="0"/>
      <w:spacing w:after="0" w:line="360" w:lineRule="auto"/>
      <w:ind w:left="1134" w:firstLine="720"/>
    </w:pPr>
    <w:rPr>
      <w:szCs w:val="20"/>
      <w:lang w:eastAsia="ru-RU"/>
    </w:rPr>
  </w:style>
  <w:style w:type="paragraph" w:customStyle="1" w:styleId="a">
    <w:name w:val="МаркированныйСписок"/>
    <w:basedOn w:val="a5"/>
    <w:rsid w:val="004D549F"/>
    <w:pPr>
      <w:numPr>
        <w:numId w:val="13"/>
      </w:numPr>
      <w:tabs>
        <w:tab w:val="clear" w:pos="360"/>
        <w:tab w:val="num" w:pos="709"/>
      </w:tabs>
      <w:suppressAutoHyphens w:val="0"/>
      <w:spacing w:line="240" w:lineRule="auto"/>
      <w:ind w:left="709" w:hanging="283"/>
    </w:pPr>
    <w:rPr>
      <w:rFonts w:ascii="Times New Roman" w:hAnsi="Times New Roman"/>
      <w:sz w:val="26"/>
      <w:szCs w:val="20"/>
      <w:lang w:eastAsia="ru-RU"/>
    </w:rPr>
  </w:style>
  <w:style w:type="paragraph" w:customStyle="1" w:styleId="120">
    <w:name w:val="штамп_12"/>
    <w:basedOn w:val="a5"/>
    <w:rsid w:val="00C172ED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16"/>
      <w:lang w:eastAsia="ru-RU"/>
    </w:rPr>
  </w:style>
  <w:style w:type="paragraph" w:customStyle="1" w:styleId="a2">
    <w:name w:val="Список маркированный"/>
    <w:basedOn w:val="a5"/>
    <w:rsid w:val="00C172ED"/>
    <w:pPr>
      <w:numPr>
        <w:numId w:val="15"/>
      </w:numPr>
      <w:tabs>
        <w:tab w:val="left" w:pos="1080"/>
      </w:tabs>
      <w:suppressAutoHyphens w:val="0"/>
      <w:spacing w:after="0" w:line="360" w:lineRule="auto"/>
      <w:ind w:right="113"/>
    </w:pPr>
    <w:rPr>
      <w:rFonts w:ascii="Times New Roman" w:hAnsi="Times New Roman"/>
      <w:szCs w:val="20"/>
      <w:lang w:eastAsia="ru-RU"/>
    </w:rPr>
  </w:style>
  <w:style w:type="character" w:customStyle="1" w:styleId="af3">
    <w:name w:val="Верхний колонтитул Знак"/>
    <w:aliases w:val="Even Знак,header-first Знак,HeaderPort Знак,??????? ?????????? Знак,ВерхКолонтитул Знак,Titul Знак,Heder Знак,??????? ??????????1 Знак,??????? ??????????2 Знак,??????? ??????????3 Знак,??????? ??????????11 Знак,Зн Знак"/>
    <w:link w:val="af2"/>
    <w:uiPriority w:val="99"/>
    <w:rsid w:val="00356625"/>
    <w:rPr>
      <w:rFonts w:ascii="Arial" w:hAnsi="Arial"/>
      <w:sz w:val="24"/>
      <w:szCs w:val="24"/>
      <w:lang w:eastAsia="ar-SA"/>
    </w:rPr>
  </w:style>
  <w:style w:type="paragraph" w:customStyle="1" w:styleId="--">
    <w:name w:val="УГТП-Подписи-Даты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center"/>
    </w:pPr>
    <w:rPr>
      <w:rFonts w:ascii="Arial Narrow" w:hAnsi="Arial Narrow" w:cs="Arial"/>
      <w:spacing w:val="-13"/>
      <w:sz w:val="16"/>
      <w:szCs w:val="16"/>
      <w:lang w:eastAsia="ru-RU"/>
    </w:rPr>
  </w:style>
  <w:style w:type="paragraph" w:customStyle="1" w:styleId="--0">
    <w:name w:val="УГТП-Подписи-ФИО"/>
    <w:basedOn w:val="a5"/>
    <w:qFormat/>
    <w:rsid w:val="000405C1"/>
    <w:pPr>
      <w:framePr w:hSpace="181" w:wrap="around" w:vAnchor="page" w:hAnchor="page" w:x="1248" w:y="14278"/>
      <w:tabs>
        <w:tab w:val="center" w:pos="4677"/>
        <w:tab w:val="right" w:pos="9355"/>
      </w:tabs>
      <w:suppressAutoHyphens w:val="0"/>
      <w:spacing w:after="0" w:line="240" w:lineRule="auto"/>
      <w:jc w:val="left"/>
    </w:pPr>
    <w:rPr>
      <w:rFonts w:cs="Arial"/>
      <w:spacing w:val="-13"/>
      <w:sz w:val="16"/>
      <w:szCs w:val="16"/>
      <w:lang w:eastAsia="ru-RU"/>
    </w:rPr>
  </w:style>
  <w:style w:type="character" w:customStyle="1" w:styleId="af7">
    <w:name w:val="Текст примечания Знак"/>
    <w:link w:val="af6"/>
    <w:uiPriority w:val="99"/>
    <w:semiHidden/>
    <w:locked/>
    <w:rsid w:val="00B923C3"/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5"/>
    <w:rsid w:val="002F76D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">
    <w:name w:val="Основной текст с отступом 22"/>
    <w:basedOn w:val="a5"/>
    <w:rsid w:val="00260A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">
    <w:name w:val="Основной текст с отступом 23"/>
    <w:basedOn w:val="a5"/>
    <w:rsid w:val="00275A37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4">
    <w:name w:val="Основной текст с отступом 24"/>
    <w:basedOn w:val="a5"/>
    <w:rsid w:val="005A692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5">
    <w:name w:val="Основной текст с отступом 25"/>
    <w:basedOn w:val="a5"/>
    <w:rsid w:val="004E086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6">
    <w:name w:val="Основной текст с отступом 26"/>
    <w:basedOn w:val="a5"/>
    <w:rsid w:val="00A35E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7">
    <w:name w:val="Основной текст с отступом 27"/>
    <w:basedOn w:val="a5"/>
    <w:rsid w:val="009129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8">
    <w:name w:val="Основной текст с отступом 28"/>
    <w:basedOn w:val="a5"/>
    <w:rsid w:val="005E778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9">
    <w:name w:val="Основной текст с отступом 29"/>
    <w:basedOn w:val="a5"/>
    <w:rsid w:val="002F1D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00">
    <w:name w:val="Основной текст с отступом 210"/>
    <w:basedOn w:val="a5"/>
    <w:rsid w:val="00E41FA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1">
    <w:name w:val="Основной текст с отступом 211"/>
    <w:basedOn w:val="a5"/>
    <w:rsid w:val="00E7773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2">
    <w:name w:val="Основной текст с отступом 212"/>
    <w:basedOn w:val="a5"/>
    <w:rsid w:val="00A167A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3">
    <w:name w:val="Основной текст с отступом 213"/>
    <w:basedOn w:val="a5"/>
    <w:rsid w:val="00FB322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4">
    <w:name w:val="Основной текст с отступом 214"/>
    <w:basedOn w:val="a5"/>
    <w:rsid w:val="00066DF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5">
    <w:name w:val="Основной текст с отступом 215"/>
    <w:basedOn w:val="a5"/>
    <w:rsid w:val="00B13BC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6">
    <w:name w:val="Основной текст с отступом 216"/>
    <w:basedOn w:val="a5"/>
    <w:rsid w:val="002261E9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7">
    <w:name w:val="Основной текст с отступом 217"/>
    <w:basedOn w:val="a5"/>
    <w:rsid w:val="003A1F0F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8">
    <w:name w:val="Основной текст с отступом 218"/>
    <w:basedOn w:val="a5"/>
    <w:rsid w:val="002551D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19">
    <w:name w:val="Основной текст с отступом 219"/>
    <w:basedOn w:val="a5"/>
    <w:rsid w:val="00586A4E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00">
    <w:name w:val="Основной текст с отступом 220"/>
    <w:basedOn w:val="a5"/>
    <w:rsid w:val="000E630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1">
    <w:name w:val="Основной текст с отступом 221"/>
    <w:basedOn w:val="a5"/>
    <w:rsid w:val="003E3881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2">
    <w:name w:val="Основной текст с отступом 222"/>
    <w:basedOn w:val="a5"/>
    <w:rsid w:val="00AB4583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3">
    <w:name w:val="Основной текст с отступом 223"/>
    <w:basedOn w:val="a5"/>
    <w:rsid w:val="002500F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4">
    <w:name w:val="Основной текст с отступом 224"/>
    <w:basedOn w:val="a5"/>
    <w:rsid w:val="00376AFF"/>
    <w:pPr>
      <w:suppressAutoHyphens w:val="0"/>
      <w:spacing w:after="0"/>
      <w:ind w:left="720"/>
    </w:pPr>
    <w:rPr>
      <w:szCs w:val="20"/>
      <w:lang w:eastAsia="ru-RU"/>
    </w:rPr>
  </w:style>
  <w:style w:type="character" w:customStyle="1" w:styleId="13">
    <w:name w:val="Основной текст с отступом Знак1"/>
    <w:aliases w:val="Основной текст с отступом Знак Знак1,Основной текст с отступом Знак Знак Знак,Основной текст с отступом1 Знак Знак Знак,Основной текст с отступом1 Знак Знак Знак Знак Знак Знак"/>
    <w:link w:val="afc"/>
    <w:rsid w:val="0044281F"/>
    <w:rPr>
      <w:rFonts w:ascii="Arial" w:hAnsi="Arial"/>
      <w:sz w:val="24"/>
    </w:rPr>
  </w:style>
  <w:style w:type="paragraph" w:customStyle="1" w:styleId="225">
    <w:name w:val="Основной текст с отступом 225"/>
    <w:basedOn w:val="a5"/>
    <w:rsid w:val="003558BD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6">
    <w:name w:val="Основной текст с отступом 226"/>
    <w:basedOn w:val="a5"/>
    <w:rsid w:val="002D4D58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7">
    <w:name w:val="Основной текст с отступом 227"/>
    <w:basedOn w:val="a5"/>
    <w:rsid w:val="00ED431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8">
    <w:name w:val="Основной текст с отступом 228"/>
    <w:basedOn w:val="a5"/>
    <w:rsid w:val="00D264E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29">
    <w:name w:val="Основной текст с отступом 229"/>
    <w:basedOn w:val="a5"/>
    <w:rsid w:val="00B13084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fe">
    <w:name w:val="Пояснительная записка"/>
    <w:basedOn w:val="a5"/>
    <w:rsid w:val="00B13084"/>
    <w:pPr>
      <w:suppressLineNumbers/>
      <w:suppressAutoHyphens w:val="0"/>
      <w:spacing w:after="0" w:line="360" w:lineRule="auto"/>
      <w:ind w:firstLine="680"/>
    </w:pPr>
    <w:rPr>
      <w:rFonts w:cs="Arial"/>
      <w:kern w:val="20"/>
      <w:szCs w:val="20"/>
      <w:lang w:eastAsia="ru-RU"/>
    </w:rPr>
  </w:style>
  <w:style w:type="paragraph" w:customStyle="1" w:styleId="230">
    <w:name w:val="Основной текст с отступом 230"/>
    <w:basedOn w:val="a5"/>
    <w:rsid w:val="002D309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1">
    <w:name w:val="Основной текст с отступом 231"/>
    <w:basedOn w:val="a5"/>
    <w:rsid w:val="00F008BA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2">
    <w:name w:val="Основной текст с отступом 232"/>
    <w:basedOn w:val="a5"/>
    <w:rsid w:val="00162B63"/>
    <w:pPr>
      <w:suppressAutoHyphens w:val="0"/>
      <w:spacing w:after="0"/>
      <w:ind w:left="720"/>
    </w:pPr>
    <w:rPr>
      <w:szCs w:val="20"/>
      <w:lang w:eastAsia="ru-RU"/>
    </w:rPr>
  </w:style>
  <w:style w:type="paragraph" w:styleId="aff">
    <w:name w:val="Revision"/>
    <w:hidden/>
    <w:uiPriority w:val="99"/>
    <w:semiHidden/>
    <w:rsid w:val="0026085D"/>
    <w:rPr>
      <w:rFonts w:ascii="Arial" w:hAnsi="Arial"/>
      <w:sz w:val="24"/>
      <w:szCs w:val="24"/>
      <w:lang w:eastAsia="ar-SA"/>
    </w:rPr>
  </w:style>
  <w:style w:type="paragraph" w:customStyle="1" w:styleId="233">
    <w:name w:val="Основной текст с отступом 233"/>
    <w:basedOn w:val="a5"/>
    <w:rsid w:val="009873E0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4">
    <w:name w:val="Основной текст с отступом 234"/>
    <w:basedOn w:val="a5"/>
    <w:rsid w:val="000636FC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5">
    <w:name w:val="Основной текст с отступом 235"/>
    <w:basedOn w:val="a5"/>
    <w:rsid w:val="00FC3872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6">
    <w:name w:val="Основной текст с отступом 236"/>
    <w:basedOn w:val="a5"/>
    <w:rsid w:val="00DB3FAB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237">
    <w:name w:val="Основной текст с отступом 237"/>
    <w:basedOn w:val="a5"/>
    <w:rsid w:val="00847216"/>
    <w:pPr>
      <w:suppressAutoHyphens w:val="0"/>
      <w:spacing w:after="0"/>
      <w:ind w:left="720"/>
    </w:pPr>
    <w:rPr>
      <w:szCs w:val="20"/>
      <w:lang w:eastAsia="ru-RU"/>
    </w:rPr>
  </w:style>
  <w:style w:type="paragraph" w:customStyle="1" w:styleId="a1">
    <w:name w:val="Марк.список"/>
    <w:basedOn w:val="a5"/>
    <w:rsid w:val="00EA3D35"/>
    <w:pPr>
      <w:widowControl w:val="0"/>
      <w:numPr>
        <w:numId w:val="37"/>
      </w:numPr>
      <w:suppressAutoHyphens w:val="0"/>
      <w:spacing w:before="100" w:after="100" w:line="240" w:lineRule="auto"/>
    </w:pPr>
    <w:rPr>
      <w:rFonts w:ascii="Times New Roman" w:hAnsi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VI~1\AppData\Local\Temp\LotsiaTempFolder\&#1054;&#1087;&#1088;&#1086;&#1089;&#1085;&#1099;&#1081;%20&#1051;&#1080;&#1089;&#1090;%20&#1062;&#1055;&#1057;&#1040;&#1080;&#1057;%20&#1073;&#1077;&#1079;%20&#1043;&#1083;.%20&#1057;&#1087;&#1077;&#109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BFC69-05BA-42F5-B005-5A70F082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Опросный Лист ЦПСАиС без Гл. Спеца.dotx</Template>
  <TotalTime>17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ШИФР-ШИФР</vt:lpstr>
    </vt:vector>
  </TitlesOfParts>
  <Company>Стадия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ШИФР-ШИФР</dc:title>
  <dc:subject>Инв.№</dc:subject>
  <dc:creator>Коровин Евгений Сергеевич</dc:creator>
  <cp:keywords>Название объекта</cp:keywords>
  <cp:lastModifiedBy>Nipi9999</cp:lastModifiedBy>
  <cp:revision>12</cp:revision>
  <cp:lastPrinted>2023-11-13T16:54:00Z</cp:lastPrinted>
  <dcterms:created xsi:type="dcterms:W3CDTF">2025-02-17T02:15:00Z</dcterms:created>
  <dcterms:modified xsi:type="dcterms:W3CDTF">2025-03-25T13:31:00Z</dcterms:modified>
  <cp:category>Дата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">
    <vt:lpwstr>ШИФР</vt:lpwstr>
  </property>
  <property fmtid="{D5CDD505-2E9C-101B-9397-08002B2CF9AE}" pid="3" name="List">
    <vt:lpwstr>ОЛ</vt:lpwstr>
  </property>
  <property fmtid="{D5CDD505-2E9C-101B-9397-08002B2CF9AE}" pid="4" name="Prilozhenie">
    <vt:lpwstr>ОЛ на первич</vt:lpwstr>
  </property>
  <property fmtid="{D5CDD505-2E9C-101B-9397-08002B2CF9AE}" pid="5" name="OL">
    <vt:lpwstr>ОЛ на</vt:lpwstr>
  </property>
  <property fmtid="{D5CDD505-2E9C-101B-9397-08002B2CF9AE}" pid="6" name="LSATTR_VERID">
    <vt:lpwstr>100021874700014</vt:lpwstr>
  </property>
  <property fmtid="{D5CDD505-2E9C-101B-9397-08002B2CF9AE}" pid="7" name="LSATTR_Обозначение">
    <vt:lpwstr>Г.9.0000.21043-ЧТН/ГТП-00.000-АПТ.ЗП.ОЛ1.2.2.2</vt:lpwstr>
  </property>
  <property fmtid="{D5CDD505-2E9C-101B-9397-08002B2CF9AE}" pid="8" name="LSATTR_Наименование_проекта">
    <vt:lpwstr>Автоматизированная система управления технологическим процессом НПС Подкумок (СА МНС, ПНС и РП, СА ПТ). Тихорецкое РУМН. Техническое перевооружение_x000d_
</vt:lpwstr>
  </property>
  <property fmtid="{D5CDD505-2E9C-101B-9397-08002B2CF9AE}" pid="9" name="LSATTR_Наименование_комплекта">
    <vt:lpwstr>Задание на поставку СА ПТ</vt:lpwstr>
  </property>
  <property fmtid="{D5CDD505-2E9C-101B-9397-08002B2CF9AE}" pid="10" name="LSATTR_Наименование">
    <vt:lpwstr>Извещатель пожарный оптико-электронный дымовой. Опросный лист</vt:lpwstr>
  </property>
  <property fmtid="{D5CDD505-2E9C-101B-9397-08002B2CF9AE}" pid="11" name="LSATTR_Подпись__Разработал_ФИО">
    <vt:lpwstr>Коннов В. В.</vt:lpwstr>
  </property>
  <property fmtid="{D5CDD505-2E9C-101B-9397-08002B2CF9AE}" pid="12" name="LSATTR_Подпись__Разработал_Дата">
    <vt:lpwstr>_</vt:lpwstr>
  </property>
  <property fmtid="{D5CDD505-2E9C-101B-9397-08002B2CF9AE}" pid="13" name="LSATTR_Подпись__Проверил_ФИО">
    <vt:lpwstr>_</vt:lpwstr>
  </property>
  <property fmtid="{D5CDD505-2E9C-101B-9397-08002B2CF9AE}" pid="14" name="LSATTR_Подпись__Проверил_Дата">
    <vt:lpwstr>_</vt:lpwstr>
  </property>
  <property fmtid="{D5CDD505-2E9C-101B-9397-08002B2CF9AE}" pid="15" name="LSATTR_Подпись__Гл__спец__ФИО">
    <vt:lpwstr>_</vt:lpwstr>
  </property>
  <property fmtid="{D5CDD505-2E9C-101B-9397-08002B2CF9AE}" pid="16" name="LSATTR_Подпись__Гл__спец__Дата">
    <vt:lpwstr>_</vt:lpwstr>
  </property>
  <property fmtid="{D5CDD505-2E9C-101B-9397-08002B2CF9AE}" pid="17" name="LSATTR_Подпись__Нормоконтроль_ФИО">
    <vt:lpwstr>_</vt:lpwstr>
  </property>
  <property fmtid="{D5CDD505-2E9C-101B-9397-08002B2CF9AE}" pid="18" name="LSATTR_Подпись__Нормоконтроль_Дата">
    <vt:lpwstr>_</vt:lpwstr>
  </property>
  <property fmtid="{D5CDD505-2E9C-101B-9397-08002B2CF9AE}" pid="19" name="LSATTR_Подпись__Нач__отдела_ФИО">
    <vt:lpwstr>_</vt:lpwstr>
  </property>
  <property fmtid="{D5CDD505-2E9C-101B-9397-08002B2CF9AE}" pid="20" name="LSATTR_Подпись__Нач__отдела_Дата">
    <vt:lpwstr>_</vt:lpwstr>
  </property>
  <property fmtid="{D5CDD505-2E9C-101B-9397-08002B2CF9AE}" pid="21" name="LSATTR_Подпись__ГИП_ФИО">
    <vt:lpwstr>_</vt:lpwstr>
  </property>
  <property fmtid="{D5CDD505-2E9C-101B-9397-08002B2CF9AE}" pid="22" name="LSATTR_Подпись__ГИП_Дата">
    <vt:lpwstr>_</vt:lpwstr>
  </property>
  <property fmtid="{D5CDD505-2E9C-101B-9397-08002B2CF9AE}" pid="23" name="LSATTR_Инвентарный__">
    <vt:lpwstr>278922</vt:lpwstr>
  </property>
  <property fmtid="{D5CDD505-2E9C-101B-9397-08002B2CF9AE}" pid="24" name="LSATTR_Заказчик">
    <vt:lpwstr>АО "Черномортранснефть"</vt:lpwstr>
  </property>
</Properties>
</file>